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D6C21" w14:textId="77777777" w:rsidR="00B54B9D" w:rsidRPr="000B55CC" w:rsidRDefault="00B54B9D" w:rsidP="00B54B9D">
      <w:pPr>
        <w:rPr>
          <w:rFonts w:cs="Arial"/>
          <w:szCs w:val="20"/>
        </w:rPr>
      </w:pPr>
    </w:p>
    <w:p w14:paraId="5E9A1CCE" w14:textId="162B4495" w:rsidR="00B54B9D" w:rsidRDefault="00B54B9D" w:rsidP="00B54B9D">
      <w:pPr>
        <w:rPr>
          <w:rFonts w:cs="Arial"/>
          <w:szCs w:val="20"/>
        </w:rPr>
      </w:pPr>
    </w:p>
    <w:p w14:paraId="14F2B816" w14:textId="4E4156BF" w:rsidR="00B54B9D" w:rsidRDefault="00B54B9D" w:rsidP="00B54B9D">
      <w:pPr>
        <w:rPr>
          <w:rFonts w:cs="Arial"/>
          <w:szCs w:val="20"/>
        </w:rPr>
      </w:pPr>
    </w:p>
    <w:p w14:paraId="3BA9C876" w14:textId="51A93830" w:rsidR="00B54B9D" w:rsidRDefault="00B54B9D" w:rsidP="00B54B9D">
      <w:pPr>
        <w:rPr>
          <w:rFonts w:cs="Arial"/>
          <w:szCs w:val="20"/>
        </w:rPr>
      </w:pPr>
    </w:p>
    <w:p w14:paraId="63DD690B" w14:textId="77777777" w:rsidR="00B54B9D" w:rsidRPr="000B55CC" w:rsidRDefault="00B54B9D" w:rsidP="00B54B9D">
      <w:pPr>
        <w:rPr>
          <w:rFonts w:cs="Arial"/>
          <w:szCs w:val="20"/>
        </w:rPr>
      </w:pPr>
    </w:p>
    <w:tbl>
      <w:tblPr>
        <w:tblStyle w:val="EinfacheTabelle4"/>
        <w:tblW w:w="0" w:type="auto"/>
        <w:tblLook w:val="04A0" w:firstRow="1" w:lastRow="0" w:firstColumn="1" w:lastColumn="0" w:noHBand="0" w:noVBand="1"/>
      </w:tblPr>
      <w:tblGrid>
        <w:gridCol w:w="9344"/>
      </w:tblGrid>
      <w:tr w:rsidR="00B54B9D" w14:paraId="6CBEE795" w14:textId="77777777" w:rsidTr="00B54B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94FFD8D" w14:textId="77777777" w:rsidR="00B54B9D" w:rsidRPr="00963392" w:rsidRDefault="00B54B9D" w:rsidP="00B54B9D">
            <w:pPr>
              <w:jc w:val="center"/>
              <w:rPr>
                <w:color w:val="0070C0"/>
                <w:sz w:val="28"/>
              </w:rPr>
            </w:pPr>
            <w:r w:rsidRPr="00963392">
              <w:rPr>
                <w:color w:val="0070C0"/>
                <w:sz w:val="32"/>
              </w:rPr>
              <w:t>AirSupply</w:t>
            </w:r>
          </w:p>
        </w:tc>
      </w:tr>
      <w:tr w:rsidR="00B54B9D" w14:paraId="5CE1AC61"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2C72567" w14:textId="77777777" w:rsidR="00B54B9D" w:rsidRDefault="00B54B9D" w:rsidP="00B54B9D">
            <w:pPr>
              <w:jc w:val="center"/>
              <w:rPr>
                <w:sz w:val="24"/>
              </w:rPr>
            </w:pPr>
          </w:p>
          <w:p w14:paraId="5CF2DE5F" w14:textId="77777777" w:rsidR="00B54B9D" w:rsidRDefault="00B54B9D" w:rsidP="00B54B9D">
            <w:pPr>
              <w:jc w:val="center"/>
              <w:rPr>
                <w:sz w:val="24"/>
              </w:rPr>
            </w:pPr>
          </w:p>
          <w:p w14:paraId="6C49C963" w14:textId="77777777" w:rsidR="00B54B9D" w:rsidRDefault="00B54B9D" w:rsidP="00B54B9D">
            <w:pPr>
              <w:jc w:val="center"/>
              <w:rPr>
                <w:b w:val="0"/>
                <w:sz w:val="22"/>
              </w:rPr>
            </w:pPr>
            <w:r w:rsidRPr="00DF72DD">
              <w:rPr>
                <w:b w:val="0"/>
                <w:sz w:val="22"/>
              </w:rPr>
              <w:t xml:space="preserve">TECHNICAL GUIDE for suppliers </w:t>
            </w:r>
          </w:p>
          <w:p w14:paraId="65BFC3DD" w14:textId="77777777" w:rsidR="00B54B9D" w:rsidRDefault="00B54B9D" w:rsidP="00B54B9D">
            <w:pPr>
              <w:jc w:val="center"/>
              <w:rPr>
                <w:sz w:val="24"/>
              </w:rPr>
            </w:pPr>
            <w:r w:rsidRPr="00DF72DD">
              <w:rPr>
                <w:b w:val="0"/>
                <w:sz w:val="22"/>
              </w:rPr>
              <w:t>(Machine-to-Machine - M2M)</w:t>
            </w:r>
          </w:p>
          <w:p w14:paraId="08C9DA84" w14:textId="77777777" w:rsidR="00B54B9D" w:rsidRDefault="00B54B9D" w:rsidP="00B54B9D">
            <w:pPr>
              <w:jc w:val="center"/>
              <w:rPr>
                <w:sz w:val="24"/>
              </w:rPr>
            </w:pPr>
          </w:p>
          <w:p w14:paraId="42D0BCA4" w14:textId="77777777" w:rsidR="00B54B9D" w:rsidRPr="002F7BBE" w:rsidRDefault="00B54B9D" w:rsidP="00B54B9D">
            <w:pPr>
              <w:jc w:val="center"/>
              <w:rPr>
                <w:sz w:val="24"/>
              </w:rPr>
            </w:pPr>
          </w:p>
        </w:tc>
      </w:tr>
      <w:tr w:rsidR="00B54B9D" w14:paraId="09E16B47"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9EE60B" w14:textId="77777777" w:rsidR="00B54B9D" w:rsidRDefault="00B54B9D" w:rsidP="00B54B9D">
            <w:pPr>
              <w:rPr>
                <w:rFonts w:cs="Arial"/>
                <w:szCs w:val="20"/>
              </w:rPr>
            </w:pPr>
          </w:p>
          <w:p w14:paraId="62EC27E9" w14:textId="77777777" w:rsidR="00B54B9D" w:rsidRDefault="00B54B9D" w:rsidP="00B54B9D">
            <w:pPr>
              <w:rPr>
                <w:rFonts w:cs="Arial"/>
                <w:szCs w:val="20"/>
              </w:rPr>
            </w:pPr>
          </w:p>
          <w:p w14:paraId="18C3EF69" w14:textId="77777777" w:rsidR="00B54B9D" w:rsidRDefault="00B54B9D" w:rsidP="00B54B9D">
            <w:pPr>
              <w:rPr>
                <w:rFonts w:cs="Arial"/>
                <w:szCs w:val="20"/>
              </w:rPr>
            </w:pPr>
          </w:p>
          <w:p w14:paraId="2FC459D9" w14:textId="77777777" w:rsidR="00B54B9D" w:rsidRPr="00963392" w:rsidRDefault="00B54B9D" w:rsidP="00B54B9D">
            <w:pPr>
              <w:jc w:val="center"/>
              <w:rPr>
                <w:rFonts w:ascii="Consolas" w:hAnsi="Consolas" w:cs="Arial"/>
                <w:color w:val="0070C0"/>
                <w:sz w:val="144"/>
                <w:szCs w:val="20"/>
              </w:rPr>
            </w:pPr>
            <w:r w:rsidRPr="00963392">
              <w:rPr>
                <w:rFonts w:ascii="Consolas" w:hAnsi="Consolas" w:cs="Arial"/>
                <w:noProof/>
                <w:color w:val="0070C0"/>
                <w:sz w:val="144"/>
                <w:szCs w:val="20"/>
                <w:lang w:val="de-DE" w:eastAsia="de-DE"/>
              </w:rPr>
              <w:t>&lt;XML&gt;</w:t>
            </w:r>
          </w:p>
          <w:p w14:paraId="1AB7B758" w14:textId="77777777" w:rsidR="00B54B9D" w:rsidRDefault="00B54B9D" w:rsidP="00B54B9D">
            <w:pPr>
              <w:rPr>
                <w:rFonts w:cs="Arial"/>
                <w:szCs w:val="20"/>
              </w:rPr>
            </w:pPr>
          </w:p>
          <w:p w14:paraId="150178D2" w14:textId="77777777" w:rsidR="00B54B9D" w:rsidRDefault="00B54B9D" w:rsidP="00B54B9D">
            <w:pPr>
              <w:rPr>
                <w:rFonts w:cs="Arial"/>
                <w:szCs w:val="20"/>
              </w:rPr>
            </w:pPr>
          </w:p>
          <w:p w14:paraId="7484DF8F" w14:textId="77777777" w:rsidR="00B54B9D" w:rsidRDefault="00B54B9D" w:rsidP="00B54B9D">
            <w:pPr>
              <w:rPr>
                <w:rFonts w:cs="Arial"/>
                <w:szCs w:val="20"/>
              </w:rPr>
            </w:pPr>
          </w:p>
          <w:p w14:paraId="288177E6" w14:textId="77777777" w:rsidR="00B54B9D" w:rsidRPr="002F7BBE" w:rsidRDefault="00B54B9D" w:rsidP="00B54B9D">
            <w:pPr>
              <w:rPr>
                <w:rFonts w:cs="Arial"/>
                <w:szCs w:val="20"/>
              </w:rPr>
            </w:pPr>
          </w:p>
        </w:tc>
      </w:tr>
      <w:tr w:rsidR="00B54B9D" w14:paraId="3660B736"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27DD4987" w14:textId="77777777" w:rsidR="00B54B9D" w:rsidRDefault="00B54B9D" w:rsidP="00B54B9D">
            <w:pPr>
              <w:rPr>
                <w:rFonts w:cs="Arial"/>
                <w:szCs w:val="20"/>
              </w:rPr>
            </w:pPr>
          </w:p>
          <w:p w14:paraId="6F5A8580" w14:textId="77777777" w:rsidR="00B54B9D" w:rsidRDefault="00B54B9D" w:rsidP="00B54B9D">
            <w:pPr>
              <w:rPr>
                <w:rFonts w:cs="Arial"/>
                <w:szCs w:val="20"/>
              </w:rPr>
            </w:pPr>
          </w:p>
          <w:p w14:paraId="7EC067F2" w14:textId="77777777" w:rsidR="00B54B9D" w:rsidRDefault="00B54B9D" w:rsidP="00B54B9D">
            <w:pPr>
              <w:rPr>
                <w:rFonts w:cs="Arial"/>
                <w:szCs w:val="20"/>
              </w:rPr>
            </w:pPr>
          </w:p>
        </w:tc>
      </w:tr>
      <w:tr w:rsidR="00B54B9D" w14:paraId="2C20BD7E"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76155AE" w14:textId="77777777" w:rsidR="00B54B9D" w:rsidRDefault="00B54B9D" w:rsidP="00B54B9D">
            <w:pPr>
              <w:rPr>
                <w:rFonts w:cs="Arial"/>
                <w:szCs w:val="20"/>
              </w:rPr>
            </w:pPr>
          </w:p>
        </w:tc>
      </w:tr>
      <w:tr w:rsidR="00B54B9D" w:rsidRPr="002F7BBE" w14:paraId="6BA12D0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F1256F9" w14:textId="77777777" w:rsidR="00B54B9D" w:rsidRPr="00A856B2" w:rsidRDefault="00B54B9D" w:rsidP="00B54B9D">
            <w:pPr>
              <w:tabs>
                <w:tab w:val="left" w:pos="1418"/>
              </w:tabs>
              <w:jc w:val="center"/>
              <w:rPr>
                <w:b w:val="0"/>
                <w:sz w:val="28"/>
              </w:rPr>
            </w:pPr>
            <w:r w:rsidRPr="00A856B2">
              <w:rPr>
                <w:b w:val="0"/>
                <w:sz w:val="28"/>
              </w:rPr>
              <w:t>BoostAeroXML V2.10 message format</w:t>
            </w:r>
          </w:p>
          <w:p w14:paraId="7D9F843E" w14:textId="76F325B1" w:rsidR="00B54B9D" w:rsidRPr="002F7BBE" w:rsidRDefault="00B54B9D" w:rsidP="00B54B9D">
            <w:pPr>
              <w:tabs>
                <w:tab w:val="left" w:pos="1418"/>
              </w:tabs>
              <w:jc w:val="center"/>
              <w:rPr>
                <w:sz w:val="28"/>
              </w:rPr>
            </w:pPr>
            <w:r w:rsidRPr="00B54B9D">
              <w:rPr>
                <w:color w:val="0070C0"/>
                <w:sz w:val="28"/>
              </w:rPr>
              <w:t>Demand Forecast</w:t>
            </w:r>
            <w:r w:rsidR="00E14F43">
              <w:rPr>
                <w:color w:val="0070C0"/>
                <w:sz w:val="28"/>
              </w:rPr>
              <w:t xml:space="preserve"> Response</w:t>
            </w:r>
          </w:p>
        </w:tc>
      </w:tr>
      <w:tr w:rsidR="00B54B9D" w:rsidRPr="002F7BBE" w14:paraId="48E78AD6"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AC09380" w14:textId="77777777" w:rsidR="00B54B9D" w:rsidRPr="00B54B9D" w:rsidRDefault="00B54B9D" w:rsidP="00B54B9D">
            <w:pPr>
              <w:tabs>
                <w:tab w:val="left" w:pos="1418"/>
              </w:tabs>
              <w:jc w:val="center"/>
              <w:rPr>
                <w:sz w:val="28"/>
              </w:rPr>
            </w:pPr>
          </w:p>
        </w:tc>
      </w:tr>
      <w:tr w:rsidR="00B54B9D" w:rsidRPr="002F7BBE" w14:paraId="13C718DB"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8921F24" w14:textId="11BE41EC" w:rsidR="00B54B9D" w:rsidRPr="00A856B2" w:rsidRDefault="00CC7722" w:rsidP="00B54B9D">
            <w:pPr>
              <w:jc w:val="center"/>
              <w:rPr>
                <w:b w:val="0"/>
                <w:szCs w:val="20"/>
              </w:rPr>
            </w:pPr>
            <w:r>
              <w:rPr>
                <w:b w:val="0"/>
                <w:szCs w:val="20"/>
              </w:rPr>
              <w:t>Version: 2.0</w:t>
            </w:r>
          </w:p>
          <w:p w14:paraId="58C1898F" w14:textId="016F9359" w:rsidR="00B54B9D" w:rsidRPr="002F7BBE" w:rsidRDefault="00B54B9D" w:rsidP="0029485C">
            <w:pPr>
              <w:jc w:val="center"/>
              <w:rPr>
                <w:b w:val="0"/>
                <w:szCs w:val="20"/>
              </w:rPr>
            </w:pPr>
            <w:r w:rsidRPr="00A856B2">
              <w:rPr>
                <w:b w:val="0"/>
                <w:szCs w:val="20"/>
              </w:rPr>
              <w:t xml:space="preserve">Date: </w:t>
            </w:r>
            <w:r w:rsidR="0029485C">
              <w:rPr>
                <w:b w:val="0"/>
                <w:szCs w:val="20"/>
              </w:rPr>
              <w:t>January 2018</w:t>
            </w:r>
          </w:p>
        </w:tc>
      </w:tr>
      <w:tr w:rsidR="00B54B9D" w:rsidRPr="002F7BBE" w14:paraId="288D51E0"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113E3B" w14:textId="77777777" w:rsidR="00B54B9D" w:rsidRPr="002F7BBE" w:rsidRDefault="00B54B9D" w:rsidP="00B54B9D">
            <w:pPr>
              <w:jc w:val="center"/>
              <w:rPr>
                <w:szCs w:val="20"/>
              </w:rPr>
            </w:pPr>
          </w:p>
        </w:tc>
      </w:tr>
      <w:tr w:rsidR="00B54B9D" w:rsidRPr="002F7BBE" w14:paraId="75627804"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08ABC31" w14:textId="77777777" w:rsidR="00B54B9D" w:rsidRPr="00F927E1" w:rsidRDefault="00B54B9D" w:rsidP="00B54B9D">
            <w:pPr>
              <w:jc w:val="center"/>
              <w:rPr>
                <w:b w:val="0"/>
                <w:szCs w:val="20"/>
              </w:rPr>
            </w:pPr>
            <w:r w:rsidRPr="00F927E1">
              <w:rPr>
                <w:b w:val="0"/>
                <w:szCs w:val="20"/>
              </w:rPr>
              <w:t>Document available in English (only)</w:t>
            </w:r>
          </w:p>
        </w:tc>
      </w:tr>
    </w:tbl>
    <w:p w14:paraId="46E86D07" w14:textId="3BACACE0" w:rsidR="00A41AE4" w:rsidRPr="007B15F4" w:rsidRDefault="00B54B9D" w:rsidP="009B0360">
      <w:pPr>
        <w:rPr>
          <w:rFonts w:cs="Arial"/>
          <w:b/>
        </w:rPr>
      </w:pPr>
      <w:r w:rsidRPr="000B55CC">
        <w:rPr>
          <w:rFonts w:cs="Arial"/>
          <w:szCs w:val="20"/>
        </w:rPr>
        <w:br w:type="page"/>
      </w:r>
      <w:bookmarkStart w:id="0" w:name="_Toc390493230"/>
      <w:r w:rsidR="00A41AE4" w:rsidRPr="007B15F4">
        <w:rPr>
          <w:b/>
        </w:rPr>
        <w:lastRenderedPageBreak/>
        <w:t>History</w:t>
      </w:r>
    </w:p>
    <w:p w14:paraId="46E86D08" w14:textId="77777777" w:rsidR="00A41AE4" w:rsidRPr="00645A5E" w:rsidRDefault="00A41AE4" w:rsidP="009B0360"/>
    <w:tbl>
      <w:tblPr>
        <w:tblStyle w:val="EinfacheTabelle2"/>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1273"/>
        <w:gridCol w:w="1239"/>
        <w:gridCol w:w="6352"/>
      </w:tblGrid>
      <w:tr w:rsidR="00A41AE4" w:rsidRPr="00B54B9D" w14:paraId="46E86D0D" w14:textId="77777777" w:rsidTr="00E14F43">
        <w:trPr>
          <w:cnfStyle w:val="000000100000" w:firstRow="0" w:lastRow="0" w:firstColumn="0" w:lastColumn="0" w:oddVBand="0" w:evenVBand="0" w:oddHBand="1" w:evenHBand="0" w:firstRowFirstColumn="0" w:firstRowLastColumn="0" w:lastRowFirstColumn="0" w:lastRowLastColumn="0"/>
          <w:trHeight w:val="318"/>
        </w:trPr>
        <w:tc>
          <w:tcPr>
            <w:cnfStyle w:val="000010000000" w:firstRow="0" w:lastRow="0" w:firstColumn="0" w:lastColumn="0" w:oddVBand="1" w:evenVBand="0" w:oddHBand="0" w:evenHBand="0" w:firstRowFirstColumn="0" w:firstRowLastColumn="0" w:lastRowFirstColumn="0" w:lastRowLastColumn="0"/>
            <w:tcW w:w="1060" w:type="dxa"/>
            <w:tcBorders>
              <w:top w:val="none" w:sz="0" w:space="0" w:color="auto"/>
              <w:left w:val="none" w:sz="0" w:space="0" w:color="auto"/>
              <w:bottom w:val="none" w:sz="0" w:space="0" w:color="auto"/>
              <w:right w:val="none" w:sz="0" w:space="0" w:color="auto"/>
            </w:tcBorders>
            <w:shd w:val="clear" w:color="auto" w:fill="BFBFBF" w:themeFill="background1" w:themeFillShade="BF"/>
            <w:vAlign w:val="center"/>
          </w:tcPr>
          <w:p w14:paraId="46E86D09" w14:textId="77777777" w:rsidR="00A41AE4" w:rsidRPr="00B54B9D" w:rsidRDefault="00A41AE4" w:rsidP="00E14F43">
            <w:pPr>
              <w:jc w:val="center"/>
              <w:rPr>
                <w:rFonts w:cs="Arial"/>
                <w:b/>
                <w:szCs w:val="20"/>
              </w:rPr>
            </w:pPr>
            <w:r w:rsidRPr="00B54B9D">
              <w:rPr>
                <w:rFonts w:cs="Arial"/>
                <w:b/>
                <w:szCs w:val="20"/>
              </w:rPr>
              <w:t>Version</w:t>
            </w:r>
          </w:p>
        </w:tc>
        <w:tc>
          <w:tcPr>
            <w:cnfStyle w:val="000001000000" w:firstRow="0" w:lastRow="0" w:firstColumn="0" w:lastColumn="0" w:oddVBand="0" w:evenVBand="1" w:oddHBand="0" w:evenHBand="0" w:firstRowFirstColumn="0" w:firstRowLastColumn="0" w:lastRowFirstColumn="0" w:lastRowLastColumn="0"/>
            <w:tcW w:w="1273" w:type="dxa"/>
            <w:tcBorders>
              <w:top w:val="none" w:sz="0" w:space="0" w:color="auto"/>
              <w:left w:val="none" w:sz="0" w:space="0" w:color="auto"/>
              <w:bottom w:val="none" w:sz="0" w:space="0" w:color="auto"/>
              <w:right w:val="none" w:sz="0" w:space="0" w:color="auto"/>
            </w:tcBorders>
            <w:shd w:val="clear" w:color="auto" w:fill="BFBFBF" w:themeFill="background1" w:themeFillShade="BF"/>
            <w:vAlign w:val="center"/>
          </w:tcPr>
          <w:p w14:paraId="46E86D0A" w14:textId="77777777" w:rsidR="00A41AE4" w:rsidRPr="00B54B9D" w:rsidRDefault="00A41AE4" w:rsidP="00E14F43">
            <w:pPr>
              <w:jc w:val="center"/>
              <w:rPr>
                <w:b/>
              </w:rPr>
            </w:pPr>
            <w:r w:rsidRPr="00B54B9D">
              <w:rPr>
                <w:b/>
              </w:rPr>
              <w:t>Date</w:t>
            </w:r>
          </w:p>
        </w:tc>
        <w:tc>
          <w:tcPr>
            <w:cnfStyle w:val="000010000000" w:firstRow="0" w:lastRow="0" w:firstColumn="0" w:lastColumn="0" w:oddVBand="1" w:evenVBand="0" w:oddHBand="0" w:evenHBand="0" w:firstRowFirstColumn="0" w:firstRowLastColumn="0" w:lastRowFirstColumn="0" w:lastRowLastColumn="0"/>
            <w:tcW w:w="1239" w:type="dxa"/>
            <w:tcBorders>
              <w:top w:val="none" w:sz="0" w:space="0" w:color="auto"/>
              <w:left w:val="none" w:sz="0" w:space="0" w:color="auto"/>
              <w:bottom w:val="none" w:sz="0" w:space="0" w:color="auto"/>
              <w:right w:val="none" w:sz="0" w:space="0" w:color="auto"/>
            </w:tcBorders>
            <w:shd w:val="clear" w:color="auto" w:fill="BFBFBF" w:themeFill="background1" w:themeFillShade="BF"/>
            <w:vAlign w:val="center"/>
          </w:tcPr>
          <w:p w14:paraId="46E86D0B" w14:textId="77777777" w:rsidR="00A41AE4" w:rsidRPr="00B54B9D" w:rsidRDefault="00A41AE4" w:rsidP="00E14F43">
            <w:pPr>
              <w:jc w:val="center"/>
              <w:rPr>
                <w:b/>
              </w:rPr>
            </w:pPr>
            <w:r w:rsidRPr="00B54B9D">
              <w:rPr>
                <w:b/>
              </w:rPr>
              <w:t>Author</w:t>
            </w:r>
          </w:p>
        </w:tc>
        <w:tc>
          <w:tcPr>
            <w:cnfStyle w:val="000001000000" w:firstRow="0" w:lastRow="0" w:firstColumn="0" w:lastColumn="0" w:oddVBand="0" w:evenVBand="1" w:oddHBand="0" w:evenHBand="0" w:firstRowFirstColumn="0" w:firstRowLastColumn="0" w:lastRowFirstColumn="0" w:lastRowLastColumn="0"/>
            <w:tcW w:w="6352" w:type="dxa"/>
            <w:tcBorders>
              <w:top w:val="none" w:sz="0" w:space="0" w:color="auto"/>
              <w:left w:val="none" w:sz="0" w:space="0" w:color="auto"/>
              <w:bottom w:val="none" w:sz="0" w:space="0" w:color="auto"/>
              <w:right w:val="none" w:sz="0" w:space="0" w:color="auto"/>
            </w:tcBorders>
            <w:shd w:val="clear" w:color="auto" w:fill="BFBFBF" w:themeFill="background1" w:themeFillShade="BF"/>
            <w:vAlign w:val="center"/>
          </w:tcPr>
          <w:p w14:paraId="46E86D0C" w14:textId="77777777" w:rsidR="00A41AE4" w:rsidRPr="00B54B9D" w:rsidRDefault="00A41AE4" w:rsidP="00E14F43">
            <w:pPr>
              <w:rPr>
                <w:b/>
              </w:rPr>
            </w:pPr>
            <w:r w:rsidRPr="00B54B9D">
              <w:rPr>
                <w:b/>
              </w:rPr>
              <w:t>Change Log</w:t>
            </w:r>
          </w:p>
        </w:tc>
      </w:tr>
      <w:tr w:rsidR="00CC7722" w:rsidRPr="003044C3" w14:paraId="46E86D13" w14:textId="77777777" w:rsidTr="00CC7722">
        <w:tc>
          <w:tcPr>
            <w:cnfStyle w:val="000010000000" w:firstRow="0" w:lastRow="0" w:firstColumn="0" w:lastColumn="0" w:oddVBand="1" w:evenVBand="0" w:oddHBand="0" w:evenHBand="0" w:firstRowFirstColumn="0" w:firstRowLastColumn="0" w:lastRowFirstColumn="0" w:lastRowLastColumn="0"/>
            <w:tcW w:w="1060" w:type="dxa"/>
            <w:tcBorders>
              <w:left w:val="none" w:sz="0" w:space="0" w:color="auto"/>
              <w:right w:val="none" w:sz="0" w:space="0" w:color="auto"/>
            </w:tcBorders>
            <w:vAlign w:val="center"/>
          </w:tcPr>
          <w:p w14:paraId="46E86D0E" w14:textId="53178B08" w:rsidR="00CC7722" w:rsidRPr="00E14F43" w:rsidRDefault="00CC7722" w:rsidP="00CC7722">
            <w:pPr>
              <w:jc w:val="center"/>
              <w:rPr>
                <w:rFonts w:cs="Arial"/>
                <w:sz w:val="18"/>
                <w:szCs w:val="18"/>
              </w:rPr>
            </w:pPr>
            <w:r>
              <w:rPr>
                <w:rFonts w:cs="Arial"/>
                <w:sz w:val="18"/>
                <w:szCs w:val="18"/>
              </w:rPr>
              <w:t>2.0</w:t>
            </w:r>
          </w:p>
        </w:tc>
        <w:tc>
          <w:tcPr>
            <w:cnfStyle w:val="000001000000" w:firstRow="0" w:lastRow="0" w:firstColumn="0" w:lastColumn="0" w:oddVBand="0" w:evenVBand="1" w:oddHBand="0" w:evenHBand="0" w:firstRowFirstColumn="0" w:firstRowLastColumn="0" w:lastRowFirstColumn="0" w:lastRowLastColumn="0"/>
            <w:tcW w:w="1273" w:type="dxa"/>
            <w:tcBorders>
              <w:left w:val="none" w:sz="0" w:space="0" w:color="auto"/>
              <w:right w:val="none" w:sz="0" w:space="0" w:color="auto"/>
            </w:tcBorders>
            <w:vAlign w:val="center"/>
          </w:tcPr>
          <w:p w14:paraId="46E86D0F" w14:textId="7E2A7346" w:rsidR="00CC7722" w:rsidRPr="00E14F43" w:rsidRDefault="0029485C" w:rsidP="00CC7722">
            <w:pPr>
              <w:jc w:val="center"/>
              <w:rPr>
                <w:rFonts w:cs="Arial"/>
                <w:sz w:val="18"/>
                <w:szCs w:val="18"/>
              </w:rPr>
            </w:pPr>
            <w:r>
              <w:rPr>
                <w:rFonts w:cs="Arial"/>
                <w:sz w:val="18"/>
                <w:szCs w:val="18"/>
              </w:rPr>
              <w:t>January 2018</w:t>
            </w:r>
            <w:bookmarkStart w:id="1" w:name="_GoBack"/>
            <w:bookmarkEnd w:id="1"/>
          </w:p>
        </w:tc>
        <w:tc>
          <w:tcPr>
            <w:cnfStyle w:val="000010000000" w:firstRow="0" w:lastRow="0" w:firstColumn="0" w:lastColumn="0" w:oddVBand="1" w:evenVBand="0" w:oddHBand="0" w:evenHBand="0" w:firstRowFirstColumn="0" w:firstRowLastColumn="0" w:lastRowFirstColumn="0" w:lastRowLastColumn="0"/>
            <w:tcW w:w="1239" w:type="dxa"/>
            <w:tcBorders>
              <w:left w:val="none" w:sz="0" w:space="0" w:color="auto"/>
              <w:right w:val="none" w:sz="0" w:space="0" w:color="auto"/>
            </w:tcBorders>
            <w:vAlign w:val="center"/>
          </w:tcPr>
          <w:p w14:paraId="46E86D11" w14:textId="0D7C0EE8" w:rsidR="00CC7722" w:rsidRPr="00E14F43" w:rsidRDefault="00CC7722" w:rsidP="00CC7722">
            <w:pPr>
              <w:jc w:val="center"/>
              <w:rPr>
                <w:rFonts w:cs="Arial"/>
                <w:sz w:val="18"/>
                <w:szCs w:val="18"/>
              </w:rPr>
            </w:pPr>
            <w:r>
              <w:rPr>
                <w:rFonts w:cs="Arial"/>
                <w:sz w:val="18"/>
                <w:szCs w:val="18"/>
              </w:rPr>
              <w:t>Saskia Rewitzer</w:t>
            </w:r>
          </w:p>
        </w:tc>
        <w:tc>
          <w:tcPr>
            <w:cnfStyle w:val="000001000000" w:firstRow="0" w:lastRow="0" w:firstColumn="0" w:lastColumn="0" w:oddVBand="0" w:evenVBand="1" w:oddHBand="0" w:evenHBand="0" w:firstRowFirstColumn="0" w:firstRowLastColumn="0" w:lastRowFirstColumn="0" w:lastRowLastColumn="0"/>
            <w:tcW w:w="6352" w:type="dxa"/>
            <w:tcBorders>
              <w:left w:val="none" w:sz="0" w:space="0" w:color="auto"/>
              <w:right w:val="none" w:sz="0" w:space="0" w:color="auto"/>
            </w:tcBorders>
          </w:tcPr>
          <w:p w14:paraId="0DEFA0A9" w14:textId="77777777" w:rsidR="00CC7722" w:rsidRDefault="00CC7722" w:rsidP="00CC7722">
            <w:pPr>
              <w:rPr>
                <w:sz w:val="18"/>
              </w:rPr>
            </w:pPr>
            <w:r w:rsidRPr="00B122A8">
              <w:rPr>
                <w:sz w:val="18"/>
              </w:rPr>
              <w:t>Document wide redesign – for reasons of clarity and comprehensibility</w:t>
            </w:r>
          </w:p>
          <w:p w14:paraId="3CF33316" w14:textId="77777777" w:rsidR="00CC7722" w:rsidRDefault="00CC7722" w:rsidP="00CC7722">
            <w:pPr>
              <w:rPr>
                <w:sz w:val="18"/>
              </w:rPr>
            </w:pPr>
          </w:p>
          <w:p w14:paraId="46E86D12" w14:textId="58FB959A" w:rsidR="00CC7722" w:rsidRPr="00E14F43" w:rsidRDefault="00CC7722" w:rsidP="00CC7722">
            <w:pPr>
              <w:rPr>
                <w:rFonts w:cs="Arial"/>
                <w:sz w:val="18"/>
                <w:szCs w:val="18"/>
              </w:rPr>
            </w:pPr>
            <w:r>
              <w:rPr>
                <w:sz w:val="18"/>
              </w:rPr>
              <w:t>The change log was cleaned as all old references do no longer exist and would have been misleading in regards to upcoming changes.</w:t>
            </w:r>
          </w:p>
        </w:tc>
      </w:tr>
      <w:tr w:rsidR="00CC7722" w:rsidRPr="003044C3" w14:paraId="46E86D19" w14:textId="77777777" w:rsidTr="00E14F4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0" w:type="dxa"/>
            <w:tcBorders>
              <w:top w:val="none" w:sz="0" w:space="0" w:color="auto"/>
              <w:left w:val="none" w:sz="0" w:space="0" w:color="auto"/>
              <w:bottom w:val="none" w:sz="0" w:space="0" w:color="auto"/>
              <w:right w:val="none" w:sz="0" w:space="0" w:color="auto"/>
            </w:tcBorders>
          </w:tcPr>
          <w:p w14:paraId="46E86D14" w14:textId="052E84E0" w:rsidR="00CC7722" w:rsidRPr="00E14F43" w:rsidRDefault="00CC7722" w:rsidP="00E14F43">
            <w:pPr>
              <w:jc w:val="center"/>
              <w:rPr>
                <w:rFonts w:cs="Arial"/>
                <w:sz w:val="18"/>
                <w:szCs w:val="18"/>
              </w:rPr>
            </w:pPr>
          </w:p>
        </w:tc>
        <w:tc>
          <w:tcPr>
            <w:cnfStyle w:val="000001000000" w:firstRow="0" w:lastRow="0" w:firstColumn="0" w:lastColumn="0" w:oddVBand="0" w:evenVBand="1" w:oddHBand="0" w:evenHBand="0" w:firstRowFirstColumn="0" w:firstRowLastColumn="0" w:lastRowFirstColumn="0" w:lastRowLastColumn="0"/>
            <w:tcW w:w="1273" w:type="dxa"/>
            <w:tcBorders>
              <w:top w:val="none" w:sz="0" w:space="0" w:color="auto"/>
              <w:left w:val="none" w:sz="0" w:space="0" w:color="auto"/>
              <w:bottom w:val="none" w:sz="0" w:space="0" w:color="auto"/>
              <w:right w:val="none" w:sz="0" w:space="0" w:color="auto"/>
            </w:tcBorders>
          </w:tcPr>
          <w:p w14:paraId="46E86D15" w14:textId="08A6E1BB" w:rsidR="00CC7722" w:rsidRPr="00E14F43" w:rsidRDefault="00CC7722" w:rsidP="00E14F43">
            <w:pPr>
              <w:jc w:val="center"/>
              <w:rPr>
                <w:rFonts w:cs="Arial"/>
                <w:sz w:val="18"/>
                <w:szCs w:val="18"/>
              </w:rPr>
            </w:pPr>
          </w:p>
        </w:tc>
        <w:tc>
          <w:tcPr>
            <w:cnfStyle w:val="000010000000" w:firstRow="0" w:lastRow="0" w:firstColumn="0" w:lastColumn="0" w:oddVBand="1" w:evenVBand="0" w:oddHBand="0" w:evenHBand="0" w:firstRowFirstColumn="0" w:firstRowLastColumn="0" w:lastRowFirstColumn="0" w:lastRowLastColumn="0"/>
            <w:tcW w:w="1239" w:type="dxa"/>
            <w:tcBorders>
              <w:top w:val="none" w:sz="0" w:space="0" w:color="auto"/>
              <w:left w:val="none" w:sz="0" w:space="0" w:color="auto"/>
              <w:bottom w:val="none" w:sz="0" w:space="0" w:color="auto"/>
              <w:right w:val="none" w:sz="0" w:space="0" w:color="auto"/>
            </w:tcBorders>
          </w:tcPr>
          <w:p w14:paraId="46E86D16" w14:textId="6035BD2A" w:rsidR="00CC7722" w:rsidRPr="00E14F43" w:rsidRDefault="00CC7722" w:rsidP="00E14F43">
            <w:pPr>
              <w:jc w:val="center"/>
              <w:rPr>
                <w:rFonts w:cs="Arial"/>
                <w:sz w:val="18"/>
                <w:szCs w:val="18"/>
              </w:rPr>
            </w:pPr>
          </w:p>
        </w:tc>
        <w:tc>
          <w:tcPr>
            <w:cnfStyle w:val="000001000000" w:firstRow="0" w:lastRow="0" w:firstColumn="0" w:lastColumn="0" w:oddVBand="0" w:evenVBand="1" w:oddHBand="0" w:evenHBand="0" w:firstRowFirstColumn="0" w:firstRowLastColumn="0" w:lastRowFirstColumn="0" w:lastRowLastColumn="0"/>
            <w:tcW w:w="6352" w:type="dxa"/>
            <w:tcBorders>
              <w:top w:val="none" w:sz="0" w:space="0" w:color="auto"/>
              <w:left w:val="none" w:sz="0" w:space="0" w:color="auto"/>
              <w:bottom w:val="none" w:sz="0" w:space="0" w:color="auto"/>
              <w:right w:val="none" w:sz="0" w:space="0" w:color="auto"/>
            </w:tcBorders>
          </w:tcPr>
          <w:p w14:paraId="46E86D18" w14:textId="5FA651BA" w:rsidR="00CC7722" w:rsidRPr="00E14F43" w:rsidRDefault="00CC7722" w:rsidP="00E14F43">
            <w:pPr>
              <w:rPr>
                <w:rFonts w:cs="Arial"/>
                <w:sz w:val="18"/>
                <w:szCs w:val="18"/>
              </w:rPr>
            </w:pPr>
          </w:p>
        </w:tc>
      </w:tr>
      <w:tr w:rsidR="00CC7722" w:rsidRPr="003044C3" w14:paraId="46E86D4E" w14:textId="77777777" w:rsidTr="00E14F43">
        <w:tc>
          <w:tcPr>
            <w:cnfStyle w:val="000010000000" w:firstRow="0" w:lastRow="0" w:firstColumn="0" w:lastColumn="0" w:oddVBand="1" w:evenVBand="0" w:oddHBand="0" w:evenHBand="0" w:firstRowFirstColumn="0" w:firstRowLastColumn="0" w:lastRowFirstColumn="0" w:lastRowLastColumn="0"/>
            <w:tcW w:w="1060" w:type="dxa"/>
            <w:tcBorders>
              <w:left w:val="none" w:sz="0" w:space="0" w:color="auto"/>
              <w:right w:val="none" w:sz="0" w:space="0" w:color="auto"/>
            </w:tcBorders>
          </w:tcPr>
          <w:p w14:paraId="46E86D1A" w14:textId="3DAB0AC9" w:rsidR="00CC7722" w:rsidRPr="00E14F43" w:rsidRDefault="00CC7722" w:rsidP="00E14F43">
            <w:pPr>
              <w:jc w:val="center"/>
              <w:rPr>
                <w:rFonts w:cs="Arial"/>
                <w:sz w:val="18"/>
                <w:szCs w:val="18"/>
              </w:rPr>
            </w:pPr>
          </w:p>
        </w:tc>
        <w:tc>
          <w:tcPr>
            <w:cnfStyle w:val="000001000000" w:firstRow="0" w:lastRow="0" w:firstColumn="0" w:lastColumn="0" w:oddVBand="0" w:evenVBand="1" w:oddHBand="0" w:evenHBand="0" w:firstRowFirstColumn="0" w:firstRowLastColumn="0" w:lastRowFirstColumn="0" w:lastRowLastColumn="0"/>
            <w:tcW w:w="1273" w:type="dxa"/>
            <w:tcBorders>
              <w:left w:val="none" w:sz="0" w:space="0" w:color="auto"/>
              <w:right w:val="none" w:sz="0" w:space="0" w:color="auto"/>
            </w:tcBorders>
          </w:tcPr>
          <w:p w14:paraId="46E86D1B" w14:textId="3D27DF37" w:rsidR="00CC7722" w:rsidRPr="00E14F43" w:rsidRDefault="00CC7722" w:rsidP="00E14F43">
            <w:pPr>
              <w:jc w:val="center"/>
              <w:rPr>
                <w:rFonts w:cs="Arial"/>
                <w:sz w:val="18"/>
                <w:szCs w:val="18"/>
              </w:rPr>
            </w:pPr>
          </w:p>
        </w:tc>
        <w:tc>
          <w:tcPr>
            <w:cnfStyle w:val="000010000000" w:firstRow="0" w:lastRow="0" w:firstColumn="0" w:lastColumn="0" w:oddVBand="1" w:evenVBand="0" w:oddHBand="0" w:evenHBand="0" w:firstRowFirstColumn="0" w:firstRowLastColumn="0" w:lastRowFirstColumn="0" w:lastRowLastColumn="0"/>
            <w:tcW w:w="1239" w:type="dxa"/>
            <w:tcBorders>
              <w:left w:val="none" w:sz="0" w:space="0" w:color="auto"/>
              <w:right w:val="none" w:sz="0" w:space="0" w:color="auto"/>
            </w:tcBorders>
          </w:tcPr>
          <w:p w14:paraId="46E86D1C" w14:textId="64AC32DB" w:rsidR="00CC7722" w:rsidRPr="00E14F43" w:rsidRDefault="00CC7722" w:rsidP="00E14F43">
            <w:pPr>
              <w:jc w:val="center"/>
              <w:rPr>
                <w:rFonts w:cs="Arial"/>
                <w:sz w:val="18"/>
                <w:szCs w:val="18"/>
              </w:rPr>
            </w:pPr>
          </w:p>
        </w:tc>
        <w:tc>
          <w:tcPr>
            <w:cnfStyle w:val="000001000000" w:firstRow="0" w:lastRow="0" w:firstColumn="0" w:lastColumn="0" w:oddVBand="0" w:evenVBand="1" w:oddHBand="0" w:evenHBand="0" w:firstRowFirstColumn="0" w:firstRowLastColumn="0" w:lastRowFirstColumn="0" w:lastRowLastColumn="0"/>
            <w:tcW w:w="6352" w:type="dxa"/>
            <w:tcBorders>
              <w:left w:val="none" w:sz="0" w:space="0" w:color="auto"/>
              <w:right w:val="none" w:sz="0" w:space="0" w:color="auto"/>
            </w:tcBorders>
          </w:tcPr>
          <w:p w14:paraId="46E86D4D" w14:textId="7A94AE94" w:rsidR="00CC7722" w:rsidRPr="00E14F43" w:rsidRDefault="00CC7722" w:rsidP="00E14F43">
            <w:pPr>
              <w:rPr>
                <w:rFonts w:cs="Arial"/>
                <w:sz w:val="18"/>
                <w:szCs w:val="18"/>
              </w:rPr>
            </w:pPr>
          </w:p>
        </w:tc>
      </w:tr>
      <w:bookmarkEnd w:id="0"/>
    </w:tbl>
    <w:p w14:paraId="46E86D65" w14:textId="70D4322B" w:rsidR="00F643D9" w:rsidRDefault="00F643D9" w:rsidP="009B0360"/>
    <w:p w14:paraId="46E86D66" w14:textId="01859F2E" w:rsidR="00C447AE" w:rsidRDefault="00A31790" w:rsidP="009B0360">
      <w:pPr>
        <w:rPr>
          <w:b/>
        </w:rPr>
      </w:pPr>
      <w:r>
        <w:br w:type="page"/>
      </w:r>
      <w:r w:rsidR="005610FE" w:rsidRPr="007B15F4">
        <w:rPr>
          <w:b/>
        </w:rPr>
        <w:lastRenderedPageBreak/>
        <w:t>Index</w:t>
      </w:r>
    </w:p>
    <w:p w14:paraId="7E386A3E" w14:textId="77777777" w:rsidR="00B178ED" w:rsidRPr="007B15F4" w:rsidRDefault="00B178ED" w:rsidP="009B0360">
      <w:pPr>
        <w:rPr>
          <w:b/>
        </w:rPr>
      </w:pPr>
    </w:p>
    <w:p w14:paraId="609E402A" w14:textId="3957C98C" w:rsidR="003C16E7" w:rsidRDefault="00B178ED">
      <w:pPr>
        <w:pStyle w:val="Verzeichnis1"/>
        <w:rPr>
          <w:rFonts w:asciiTheme="minorHAnsi" w:eastAsiaTheme="minorEastAsia" w:hAnsiTheme="minorHAnsi" w:cstheme="minorBidi"/>
          <w:b w:val="0"/>
          <w:noProof/>
          <w:sz w:val="22"/>
          <w:lang w:val="de-DE" w:eastAsia="de-DE"/>
        </w:rPr>
      </w:pPr>
      <w:r>
        <w:fldChar w:fldCharType="begin"/>
      </w:r>
      <w:r>
        <w:instrText xml:space="preserve"> TOC \h \z \t "Überschrift 1;2;Überschrift 2;3;Überschrift 3;4;Überschrift 4;5;Überschrift 5;6;TitelÜberschrift;1" </w:instrText>
      </w:r>
      <w:r>
        <w:fldChar w:fldCharType="separate"/>
      </w:r>
      <w:hyperlink w:anchor="_Toc492907166" w:history="1">
        <w:r w:rsidR="003C16E7" w:rsidRPr="00B00AF1">
          <w:rPr>
            <w:rStyle w:val="Hyperlink"/>
            <w:noProof/>
          </w:rPr>
          <w:t>I.</w:t>
        </w:r>
        <w:r w:rsidR="003C16E7">
          <w:rPr>
            <w:rFonts w:asciiTheme="minorHAnsi" w:eastAsiaTheme="minorEastAsia" w:hAnsiTheme="minorHAnsi" w:cstheme="minorBidi"/>
            <w:b w:val="0"/>
            <w:noProof/>
            <w:sz w:val="22"/>
            <w:lang w:val="de-DE" w:eastAsia="de-DE"/>
          </w:rPr>
          <w:tab/>
        </w:r>
        <w:r w:rsidR="003C16E7" w:rsidRPr="00B00AF1">
          <w:rPr>
            <w:rStyle w:val="Hyperlink"/>
            <w:noProof/>
          </w:rPr>
          <w:t>Introduction</w:t>
        </w:r>
        <w:r w:rsidR="003C16E7">
          <w:rPr>
            <w:noProof/>
            <w:webHidden/>
          </w:rPr>
          <w:tab/>
        </w:r>
        <w:r w:rsidR="003C16E7">
          <w:rPr>
            <w:noProof/>
            <w:webHidden/>
          </w:rPr>
          <w:fldChar w:fldCharType="begin"/>
        </w:r>
        <w:r w:rsidR="003C16E7">
          <w:rPr>
            <w:noProof/>
            <w:webHidden/>
          </w:rPr>
          <w:instrText xml:space="preserve"> PAGEREF _Toc492907166 \h </w:instrText>
        </w:r>
        <w:r w:rsidR="003C16E7">
          <w:rPr>
            <w:noProof/>
            <w:webHidden/>
          </w:rPr>
        </w:r>
        <w:r w:rsidR="003C16E7">
          <w:rPr>
            <w:noProof/>
            <w:webHidden/>
          </w:rPr>
          <w:fldChar w:fldCharType="separate"/>
        </w:r>
        <w:r w:rsidR="003C16E7">
          <w:rPr>
            <w:noProof/>
            <w:webHidden/>
          </w:rPr>
          <w:t>4</w:t>
        </w:r>
        <w:r w:rsidR="003C16E7">
          <w:rPr>
            <w:noProof/>
            <w:webHidden/>
          </w:rPr>
          <w:fldChar w:fldCharType="end"/>
        </w:r>
      </w:hyperlink>
    </w:p>
    <w:p w14:paraId="32106E3D" w14:textId="0B3D941D" w:rsidR="003C16E7" w:rsidRDefault="0029485C">
      <w:pPr>
        <w:pStyle w:val="Verzeichnis2"/>
        <w:rPr>
          <w:rFonts w:asciiTheme="minorHAnsi" w:eastAsiaTheme="minorEastAsia" w:hAnsiTheme="minorHAnsi" w:cstheme="minorBidi"/>
          <w:i w:val="0"/>
          <w:noProof/>
          <w:sz w:val="22"/>
          <w:lang w:val="de-DE" w:eastAsia="de-DE"/>
        </w:rPr>
      </w:pPr>
      <w:hyperlink w:anchor="_Toc492907167" w:history="1">
        <w:r w:rsidR="003C16E7" w:rsidRPr="00B00AF1">
          <w:rPr>
            <w:rStyle w:val="Hyperlink"/>
            <w:noProof/>
          </w:rPr>
          <w:t>1</w:t>
        </w:r>
        <w:r w:rsidR="003C16E7">
          <w:rPr>
            <w:rFonts w:asciiTheme="minorHAnsi" w:eastAsiaTheme="minorEastAsia" w:hAnsiTheme="minorHAnsi" w:cstheme="minorBidi"/>
            <w:i w:val="0"/>
            <w:noProof/>
            <w:sz w:val="22"/>
            <w:lang w:val="de-DE" w:eastAsia="de-DE"/>
          </w:rPr>
          <w:tab/>
        </w:r>
        <w:r w:rsidR="003C16E7" w:rsidRPr="00B00AF1">
          <w:rPr>
            <w:rStyle w:val="Hyperlink"/>
            <w:noProof/>
          </w:rPr>
          <w:t>Preface</w:t>
        </w:r>
        <w:r w:rsidR="003C16E7">
          <w:rPr>
            <w:noProof/>
            <w:webHidden/>
          </w:rPr>
          <w:tab/>
        </w:r>
        <w:r w:rsidR="003C16E7">
          <w:rPr>
            <w:noProof/>
            <w:webHidden/>
          </w:rPr>
          <w:fldChar w:fldCharType="begin"/>
        </w:r>
        <w:r w:rsidR="003C16E7">
          <w:rPr>
            <w:noProof/>
            <w:webHidden/>
          </w:rPr>
          <w:instrText xml:space="preserve"> PAGEREF _Toc492907167 \h </w:instrText>
        </w:r>
        <w:r w:rsidR="003C16E7">
          <w:rPr>
            <w:noProof/>
            <w:webHidden/>
          </w:rPr>
        </w:r>
        <w:r w:rsidR="003C16E7">
          <w:rPr>
            <w:noProof/>
            <w:webHidden/>
          </w:rPr>
          <w:fldChar w:fldCharType="separate"/>
        </w:r>
        <w:r w:rsidR="003C16E7">
          <w:rPr>
            <w:noProof/>
            <w:webHidden/>
          </w:rPr>
          <w:t>4</w:t>
        </w:r>
        <w:r w:rsidR="003C16E7">
          <w:rPr>
            <w:noProof/>
            <w:webHidden/>
          </w:rPr>
          <w:fldChar w:fldCharType="end"/>
        </w:r>
      </w:hyperlink>
    </w:p>
    <w:p w14:paraId="3B61F1FA" w14:textId="555DEC75" w:rsidR="003C16E7" w:rsidRDefault="0029485C">
      <w:pPr>
        <w:pStyle w:val="Verzeichnis2"/>
        <w:rPr>
          <w:rFonts w:asciiTheme="minorHAnsi" w:eastAsiaTheme="minorEastAsia" w:hAnsiTheme="minorHAnsi" w:cstheme="minorBidi"/>
          <w:i w:val="0"/>
          <w:noProof/>
          <w:sz w:val="22"/>
          <w:lang w:val="de-DE" w:eastAsia="de-DE"/>
        </w:rPr>
      </w:pPr>
      <w:hyperlink w:anchor="_Toc492907168" w:history="1">
        <w:r w:rsidR="003C16E7" w:rsidRPr="00B00AF1">
          <w:rPr>
            <w:rStyle w:val="Hyperlink"/>
            <w:noProof/>
          </w:rPr>
          <w:t>2</w:t>
        </w:r>
        <w:r w:rsidR="003C16E7">
          <w:rPr>
            <w:rFonts w:asciiTheme="minorHAnsi" w:eastAsiaTheme="minorEastAsia" w:hAnsiTheme="minorHAnsi" w:cstheme="minorBidi"/>
            <w:i w:val="0"/>
            <w:noProof/>
            <w:sz w:val="22"/>
            <w:lang w:val="de-DE" w:eastAsia="de-DE"/>
          </w:rPr>
          <w:tab/>
        </w:r>
        <w:r w:rsidR="003C16E7" w:rsidRPr="00B00AF1">
          <w:rPr>
            <w:rStyle w:val="Hyperlink"/>
            <w:noProof/>
          </w:rPr>
          <w:t>Purpose of the document</w:t>
        </w:r>
        <w:r w:rsidR="003C16E7">
          <w:rPr>
            <w:noProof/>
            <w:webHidden/>
          </w:rPr>
          <w:tab/>
        </w:r>
        <w:r w:rsidR="003C16E7">
          <w:rPr>
            <w:noProof/>
            <w:webHidden/>
          </w:rPr>
          <w:fldChar w:fldCharType="begin"/>
        </w:r>
        <w:r w:rsidR="003C16E7">
          <w:rPr>
            <w:noProof/>
            <w:webHidden/>
          </w:rPr>
          <w:instrText xml:space="preserve"> PAGEREF _Toc492907168 \h </w:instrText>
        </w:r>
        <w:r w:rsidR="003C16E7">
          <w:rPr>
            <w:noProof/>
            <w:webHidden/>
          </w:rPr>
        </w:r>
        <w:r w:rsidR="003C16E7">
          <w:rPr>
            <w:noProof/>
            <w:webHidden/>
          </w:rPr>
          <w:fldChar w:fldCharType="separate"/>
        </w:r>
        <w:r w:rsidR="003C16E7">
          <w:rPr>
            <w:noProof/>
            <w:webHidden/>
          </w:rPr>
          <w:t>4</w:t>
        </w:r>
        <w:r w:rsidR="003C16E7">
          <w:rPr>
            <w:noProof/>
            <w:webHidden/>
          </w:rPr>
          <w:fldChar w:fldCharType="end"/>
        </w:r>
      </w:hyperlink>
    </w:p>
    <w:p w14:paraId="378CD92A" w14:textId="3F1BB163" w:rsidR="003C16E7" w:rsidRDefault="0029485C">
      <w:pPr>
        <w:pStyle w:val="Verzeichnis2"/>
        <w:rPr>
          <w:rFonts w:asciiTheme="minorHAnsi" w:eastAsiaTheme="minorEastAsia" w:hAnsiTheme="minorHAnsi" w:cstheme="minorBidi"/>
          <w:i w:val="0"/>
          <w:noProof/>
          <w:sz w:val="22"/>
          <w:lang w:val="de-DE" w:eastAsia="de-DE"/>
        </w:rPr>
      </w:pPr>
      <w:hyperlink w:anchor="_Toc492907169" w:history="1">
        <w:r w:rsidR="003C16E7" w:rsidRPr="00B00AF1">
          <w:rPr>
            <w:rStyle w:val="Hyperlink"/>
            <w:noProof/>
          </w:rPr>
          <w:t>3</w:t>
        </w:r>
        <w:r w:rsidR="003C16E7">
          <w:rPr>
            <w:rFonts w:asciiTheme="minorHAnsi" w:eastAsiaTheme="minorEastAsia" w:hAnsiTheme="minorHAnsi" w:cstheme="minorBidi"/>
            <w:i w:val="0"/>
            <w:noProof/>
            <w:sz w:val="22"/>
            <w:lang w:val="de-DE" w:eastAsia="de-DE"/>
          </w:rPr>
          <w:tab/>
        </w:r>
        <w:r w:rsidR="003C16E7" w:rsidRPr="00B00AF1">
          <w:rPr>
            <w:rStyle w:val="Hyperlink"/>
            <w:noProof/>
          </w:rPr>
          <w:t>Demand Forecast Response Definition</w:t>
        </w:r>
        <w:r w:rsidR="003C16E7">
          <w:rPr>
            <w:noProof/>
            <w:webHidden/>
          </w:rPr>
          <w:tab/>
        </w:r>
        <w:r w:rsidR="003C16E7">
          <w:rPr>
            <w:noProof/>
            <w:webHidden/>
          </w:rPr>
          <w:fldChar w:fldCharType="begin"/>
        </w:r>
        <w:r w:rsidR="003C16E7">
          <w:rPr>
            <w:noProof/>
            <w:webHidden/>
          </w:rPr>
          <w:instrText xml:space="preserve"> PAGEREF _Toc492907169 \h </w:instrText>
        </w:r>
        <w:r w:rsidR="003C16E7">
          <w:rPr>
            <w:noProof/>
            <w:webHidden/>
          </w:rPr>
        </w:r>
        <w:r w:rsidR="003C16E7">
          <w:rPr>
            <w:noProof/>
            <w:webHidden/>
          </w:rPr>
          <w:fldChar w:fldCharType="separate"/>
        </w:r>
        <w:r w:rsidR="003C16E7">
          <w:rPr>
            <w:noProof/>
            <w:webHidden/>
          </w:rPr>
          <w:t>4</w:t>
        </w:r>
        <w:r w:rsidR="003C16E7">
          <w:rPr>
            <w:noProof/>
            <w:webHidden/>
          </w:rPr>
          <w:fldChar w:fldCharType="end"/>
        </w:r>
      </w:hyperlink>
    </w:p>
    <w:p w14:paraId="3173F5D4" w14:textId="07F56406" w:rsidR="003C16E7" w:rsidRDefault="0029485C">
      <w:pPr>
        <w:pStyle w:val="Verzeichnis2"/>
        <w:rPr>
          <w:rFonts w:asciiTheme="minorHAnsi" w:eastAsiaTheme="minorEastAsia" w:hAnsiTheme="minorHAnsi" w:cstheme="minorBidi"/>
          <w:i w:val="0"/>
          <w:noProof/>
          <w:sz w:val="22"/>
          <w:lang w:val="de-DE" w:eastAsia="de-DE"/>
        </w:rPr>
      </w:pPr>
      <w:hyperlink w:anchor="_Toc492907170" w:history="1">
        <w:r w:rsidR="003C16E7" w:rsidRPr="00B00AF1">
          <w:rPr>
            <w:rStyle w:val="Hyperlink"/>
            <w:noProof/>
          </w:rPr>
          <w:t>4</w:t>
        </w:r>
        <w:r w:rsidR="003C16E7">
          <w:rPr>
            <w:rFonts w:asciiTheme="minorHAnsi" w:eastAsiaTheme="minorEastAsia" w:hAnsiTheme="minorHAnsi" w:cstheme="minorBidi"/>
            <w:i w:val="0"/>
            <w:noProof/>
            <w:sz w:val="22"/>
            <w:lang w:val="de-DE" w:eastAsia="de-DE"/>
          </w:rPr>
          <w:tab/>
        </w:r>
        <w:r w:rsidR="003C16E7" w:rsidRPr="00B00AF1">
          <w:rPr>
            <w:rStyle w:val="Hyperlink"/>
            <w:noProof/>
          </w:rPr>
          <w:t>Preliminary Remarks</w:t>
        </w:r>
        <w:r w:rsidR="003C16E7">
          <w:rPr>
            <w:noProof/>
            <w:webHidden/>
          </w:rPr>
          <w:tab/>
        </w:r>
        <w:r w:rsidR="003C16E7">
          <w:rPr>
            <w:noProof/>
            <w:webHidden/>
          </w:rPr>
          <w:fldChar w:fldCharType="begin"/>
        </w:r>
        <w:r w:rsidR="003C16E7">
          <w:rPr>
            <w:noProof/>
            <w:webHidden/>
          </w:rPr>
          <w:instrText xml:space="preserve"> PAGEREF _Toc492907170 \h </w:instrText>
        </w:r>
        <w:r w:rsidR="003C16E7">
          <w:rPr>
            <w:noProof/>
            <w:webHidden/>
          </w:rPr>
        </w:r>
        <w:r w:rsidR="003C16E7">
          <w:rPr>
            <w:noProof/>
            <w:webHidden/>
          </w:rPr>
          <w:fldChar w:fldCharType="separate"/>
        </w:r>
        <w:r w:rsidR="003C16E7">
          <w:rPr>
            <w:noProof/>
            <w:webHidden/>
          </w:rPr>
          <w:t>4</w:t>
        </w:r>
        <w:r w:rsidR="003C16E7">
          <w:rPr>
            <w:noProof/>
            <w:webHidden/>
          </w:rPr>
          <w:fldChar w:fldCharType="end"/>
        </w:r>
      </w:hyperlink>
    </w:p>
    <w:p w14:paraId="48AA8A20" w14:textId="766C339C" w:rsidR="003C16E7" w:rsidRDefault="0029485C">
      <w:pPr>
        <w:pStyle w:val="Verzeichnis2"/>
        <w:rPr>
          <w:rFonts w:asciiTheme="minorHAnsi" w:eastAsiaTheme="minorEastAsia" w:hAnsiTheme="minorHAnsi" w:cstheme="minorBidi"/>
          <w:i w:val="0"/>
          <w:noProof/>
          <w:sz w:val="22"/>
          <w:lang w:val="de-DE" w:eastAsia="de-DE"/>
        </w:rPr>
      </w:pPr>
      <w:hyperlink w:anchor="_Toc492907171" w:history="1">
        <w:r w:rsidR="003C16E7" w:rsidRPr="00B00AF1">
          <w:rPr>
            <w:rStyle w:val="Hyperlink"/>
            <w:noProof/>
          </w:rPr>
          <w:t>5</w:t>
        </w:r>
        <w:r w:rsidR="003C16E7">
          <w:rPr>
            <w:rFonts w:asciiTheme="minorHAnsi" w:eastAsiaTheme="minorEastAsia" w:hAnsiTheme="minorHAnsi" w:cstheme="minorBidi"/>
            <w:i w:val="0"/>
            <w:noProof/>
            <w:sz w:val="22"/>
            <w:lang w:val="de-DE" w:eastAsia="de-DE"/>
          </w:rPr>
          <w:tab/>
        </w:r>
        <w:r w:rsidR="003C16E7" w:rsidRPr="00B00AF1">
          <w:rPr>
            <w:rStyle w:val="Hyperlink"/>
            <w:noProof/>
          </w:rPr>
          <w:t>Composition of XML message table</w:t>
        </w:r>
        <w:r w:rsidR="003C16E7">
          <w:rPr>
            <w:noProof/>
            <w:webHidden/>
          </w:rPr>
          <w:tab/>
        </w:r>
        <w:r w:rsidR="003C16E7">
          <w:rPr>
            <w:noProof/>
            <w:webHidden/>
          </w:rPr>
          <w:fldChar w:fldCharType="begin"/>
        </w:r>
        <w:r w:rsidR="003C16E7">
          <w:rPr>
            <w:noProof/>
            <w:webHidden/>
          </w:rPr>
          <w:instrText xml:space="preserve"> PAGEREF _Toc492907171 \h </w:instrText>
        </w:r>
        <w:r w:rsidR="003C16E7">
          <w:rPr>
            <w:noProof/>
            <w:webHidden/>
          </w:rPr>
        </w:r>
        <w:r w:rsidR="003C16E7">
          <w:rPr>
            <w:noProof/>
            <w:webHidden/>
          </w:rPr>
          <w:fldChar w:fldCharType="separate"/>
        </w:r>
        <w:r w:rsidR="003C16E7">
          <w:rPr>
            <w:noProof/>
            <w:webHidden/>
          </w:rPr>
          <w:t>5</w:t>
        </w:r>
        <w:r w:rsidR="003C16E7">
          <w:rPr>
            <w:noProof/>
            <w:webHidden/>
          </w:rPr>
          <w:fldChar w:fldCharType="end"/>
        </w:r>
      </w:hyperlink>
    </w:p>
    <w:p w14:paraId="5181CBBC" w14:textId="07E651D4" w:rsidR="003C16E7" w:rsidRDefault="0029485C">
      <w:pPr>
        <w:pStyle w:val="Verzeichnis2"/>
        <w:rPr>
          <w:rFonts w:asciiTheme="minorHAnsi" w:eastAsiaTheme="minorEastAsia" w:hAnsiTheme="minorHAnsi" w:cstheme="minorBidi"/>
          <w:i w:val="0"/>
          <w:noProof/>
          <w:sz w:val="22"/>
          <w:lang w:val="de-DE" w:eastAsia="de-DE"/>
        </w:rPr>
      </w:pPr>
      <w:hyperlink w:anchor="_Toc492907172" w:history="1">
        <w:r w:rsidR="003C16E7" w:rsidRPr="00B00AF1">
          <w:rPr>
            <w:rStyle w:val="Hyperlink"/>
            <w:noProof/>
          </w:rPr>
          <w:t>6</w:t>
        </w:r>
        <w:r w:rsidR="003C16E7">
          <w:rPr>
            <w:rFonts w:asciiTheme="minorHAnsi" w:eastAsiaTheme="minorEastAsia" w:hAnsiTheme="minorHAnsi" w:cstheme="minorBidi"/>
            <w:i w:val="0"/>
            <w:noProof/>
            <w:sz w:val="22"/>
            <w:lang w:val="de-DE" w:eastAsia="de-DE"/>
          </w:rPr>
          <w:tab/>
        </w:r>
        <w:r w:rsidR="003C16E7" w:rsidRPr="00B00AF1">
          <w:rPr>
            <w:rStyle w:val="Hyperlink"/>
            <w:noProof/>
          </w:rPr>
          <w:t>Composition of the keyword table</w:t>
        </w:r>
        <w:r w:rsidR="003C16E7">
          <w:rPr>
            <w:noProof/>
            <w:webHidden/>
          </w:rPr>
          <w:tab/>
        </w:r>
        <w:r w:rsidR="003C16E7">
          <w:rPr>
            <w:noProof/>
            <w:webHidden/>
          </w:rPr>
          <w:fldChar w:fldCharType="begin"/>
        </w:r>
        <w:r w:rsidR="003C16E7">
          <w:rPr>
            <w:noProof/>
            <w:webHidden/>
          </w:rPr>
          <w:instrText xml:space="preserve"> PAGEREF _Toc492907172 \h </w:instrText>
        </w:r>
        <w:r w:rsidR="003C16E7">
          <w:rPr>
            <w:noProof/>
            <w:webHidden/>
          </w:rPr>
        </w:r>
        <w:r w:rsidR="003C16E7">
          <w:rPr>
            <w:noProof/>
            <w:webHidden/>
          </w:rPr>
          <w:fldChar w:fldCharType="separate"/>
        </w:r>
        <w:r w:rsidR="003C16E7">
          <w:rPr>
            <w:noProof/>
            <w:webHidden/>
          </w:rPr>
          <w:t>6</w:t>
        </w:r>
        <w:r w:rsidR="003C16E7">
          <w:rPr>
            <w:noProof/>
            <w:webHidden/>
          </w:rPr>
          <w:fldChar w:fldCharType="end"/>
        </w:r>
      </w:hyperlink>
    </w:p>
    <w:p w14:paraId="7B71CA87" w14:textId="424F0F0C" w:rsidR="003C16E7" w:rsidRDefault="0029485C">
      <w:pPr>
        <w:pStyle w:val="Verzeichnis2"/>
        <w:rPr>
          <w:rFonts w:asciiTheme="minorHAnsi" w:eastAsiaTheme="minorEastAsia" w:hAnsiTheme="minorHAnsi" w:cstheme="minorBidi"/>
          <w:i w:val="0"/>
          <w:noProof/>
          <w:sz w:val="22"/>
          <w:lang w:val="de-DE" w:eastAsia="de-DE"/>
        </w:rPr>
      </w:pPr>
      <w:hyperlink w:anchor="_Toc492907173" w:history="1">
        <w:r w:rsidR="003C16E7" w:rsidRPr="00B00AF1">
          <w:rPr>
            <w:rStyle w:val="Hyperlink"/>
            <w:noProof/>
          </w:rPr>
          <w:t>7</w:t>
        </w:r>
        <w:r w:rsidR="003C16E7">
          <w:rPr>
            <w:rFonts w:asciiTheme="minorHAnsi" w:eastAsiaTheme="minorEastAsia" w:hAnsiTheme="minorHAnsi" w:cstheme="minorBidi"/>
            <w:i w:val="0"/>
            <w:noProof/>
            <w:sz w:val="22"/>
            <w:lang w:val="de-DE" w:eastAsia="de-DE"/>
          </w:rPr>
          <w:tab/>
        </w:r>
        <w:r w:rsidR="003C16E7" w:rsidRPr="00B00AF1">
          <w:rPr>
            <w:rStyle w:val="Hyperlink"/>
            <w:noProof/>
          </w:rPr>
          <w:t>BoostAero Attribut Codes Lists</w:t>
        </w:r>
        <w:r w:rsidR="003C16E7">
          <w:rPr>
            <w:noProof/>
            <w:webHidden/>
          </w:rPr>
          <w:tab/>
        </w:r>
        <w:r w:rsidR="003C16E7">
          <w:rPr>
            <w:noProof/>
            <w:webHidden/>
          </w:rPr>
          <w:fldChar w:fldCharType="begin"/>
        </w:r>
        <w:r w:rsidR="003C16E7">
          <w:rPr>
            <w:noProof/>
            <w:webHidden/>
          </w:rPr>
          <w:instrText xml:space="preserve"> PAGEREF _Toc492907173 \h </w:instrText>
        </w:r>
        <w:r w:rsidR="003C16E7">
          <w:rPr>
            <w:noProof/>
            <w:webHidden/>
          </w:rPr>
        </w:r>
        <w:r w:rsidR="003C16E7">
          <w:rPr>
            <w:noProof/>
            <w:webHidden/>
          </w:rPr>
          <w:fldChar w:fldCharType="separate"/>
        </w:r>
        <w:r w:rsidR="003C16E7">
          <w:rPr>
            <w:noProof/>
            <w:webHidden/>
          </w:rPr>
          <w:t>6</w:t>
        </w:r>
        <w:r w:rsidR="003C16E7">
          <w:rPr>
            <w:noProof/>
            <w:webHidden/>
          </w:rPr>
          <w:fldChar w:fldCharType="end"/>
        </w:r>
      </w:hyperlink>
    </w:p>
    <w:p w14:paraId="57739813" w14:textId="223AB70F" w:rsidR="003C16E7" w:rsidRDefault="0029485C">
      <w:pPr>
        <w:pStyle w:val="Verzeichnis2"/>
        <w:rPr>
          <w:rFonts w:asciiTheme="minorHAnsi" w:eastAsiaTheme="minorEastAsia" w:hAnsiTheme="minorHAnsi" w:cstheme="minorBidi"/>
          <w:i w:val="0"/>
          <w:noProof/>
          <w:sz w:val="22"/>
          <w:lang w:val="de-DE" w:eastAsia="de-DE"/>
        </w:rPr>
      </w:pPr>
      <w:hyperlink w:anchor="_Toc492907174" w:history="1">
        <w:r w:rsidR="003C16E7" w:rsidRPr="00B00AF1">
          <w:rPr>
            <w:rStyle w:val="Hyperlink"/>
            <w:noProof/>
          </w:rPr>
          <w:t>8</w:t>
        </w:r>
        <w:r w:rsidR="003C16E7">
          <w:rPr>
            <w:rFonts w:asciiTheme="minorHAnsi" w:eastAsiaTheme="minorEastAsia" w:hAnsiTheme="minorHAnsi" w:cstheme="minorBidi"/>
            <w:i w:val="0"/>
            <w:noProof/>
            <w:sz w:val="22"/>
            <w:lang w:val="de-DE" w:eastAsia="de-DE"/>
          </w:rPr>
          <w:tab/>
        </w:r>
        <w:r w:rsidR="003C16E7" w:rsidRPr="00B00AF1">
          <w:rPr>
            <w:rStyle w:val="Hyperlink"/>
            <w:noProof/>
          </w:rPr>
          <w:t>Glossary</w:t>
        </w:r>
        <w:r w:rsidR="003C16E7">
          <w:rPr>
            <w:noProof/>
            <w:webHidden/>
          </w:rPr>
          <w:tab/>
        </w:r>
        <w:r w:rsidR="003C16E7">
          <w:rPr>
            <w:noProof/>
            <w:webHidden/>
          </w:rPr>
          <w:fldChar w:fldCharType="begin"/>
        </w:r>
        <w:r w:rsidR="003C16E7">
          <w:rPr>
            <w:noProof/>
            <w:webHidden/>
          </w:rPr>
          <w:instrText xml:space="preserve"> PAGEREF _Toc492907174 \h </w:instrText>
        </w:r>
        <w:r w:rsidR="003C16E7">
          <w:rPr>
            <w:noProof/>
            <w:webHidden/>
          </w:rPr>
        </w:r>
        <w:r w:rsidR="003C16E7">
          <w:rPr>
            <w:noProof/>
            <w:webHidden/>
          </w:rPr>
          <w:fldChar w:fldCharType="separate"/>
        </w:r>
        <w:r w:rsidR="003C16E7">
          <w:rPr>
            <w:noProof/>
            <w:webHidden/>
          </w:rPr>
          <w:t>6</w:t>
        </w:r>
        <w:r w:rsidR="003C16E7">
          <w:rPr>
            <w:noProof/>
            <w:webHidden/>
          </w:rPr>
          <w:fldChar w:fldCharType="end"/>
        </w:r>
      </w:hyperlink>
    </w:p>
    <w:p w14:paraId="089DF4A3" w14:textId="058B0BF3" w:rsidR="003C16E7" w:rsidRDefault="0029485C">
      <w:pPr>
        <w:pStyle w:val="Verzeichnis1"/>
        <w:rPr>
          <w:rFonts w:asciiTheme="minorHAnsi" w:eastAsiaTheme="minorEastAsia" w:hAnsiTheme="minorHAnsi" w:cstheme="minorBidi"/>
          <w:b w:val="0"/>
          <w:noProof/>
          <w:sz w:val="22"/>
          <w:lang w:val="de-DE" w:eastAsia="de-DE"/>
        </w:rPr>
      </w:pPr>
      <w:hyperlink w:anchor="_Toc492907175" w:history="1">
        <w:r w:rsidR="003C16E7" w:rsidRPr="00B00AF1">
          <w:rPr>
            <w:rStyle w:val="Hyperlink"/>
            <w:noProof/>
          </w:rPr>
          <w:t>II.</w:t>
        </w:r>
        <w:r w:rsidR="003C16E7">
          <w:rPr>
            <w:rFonts w:asciiTheme="minorHAnsi" w:eastAsiaTheme="minorEastAsia" w:hAnsiTheme="minorHAnsi" w:cstheme="minorBidi"/>
            <w:b w:val="0"/>
            <w:noProof/>
            <w:sz w:val="22"/>
            <w:lang w:val="de-DE" w:eastAsia="de-DE"/>
          </w:rPr>
          <w:tab/>
        </w:r>
        <w:r w:rsidR="003C16E7" w:rsidRPr="00B00AF1">
          <w:rPr>
            <w:rStyle w:val="Hyperlink"/>
            <w:noProof/>
          </w:rPr>
          <w:t>Structure of BA XML Demand Forecast Response</w:t>
        </w:r>
        <w:r w:rsidR="003C16E7">
          <w:rPr>
            <w:noProof/>
            <w:webHidden/>
          </w:rPr>
          <w:tab/>
        </w:r>
        <w:r w:rsidR="003C16E7">
          <w:rPr>
            <w:noProof/>
            <w:webHidden/>
          </w:rPr>
          <w:fldChar w:fldCharType="begin"/>
        </w:r>
        <w:r w:rsidR="003C16E7">
          <w:rPr>
            <w:noProof/>
            <w:webHidden/>
          </w:rPr>
          <w:instrText xml:space="preserve"> PAGEREF _Toc492907175 \h </w:instrText>
        </w:r>
        <w:r w:rsidR="003C16E7">
          <w:rPr>
            <w:noProof/>
            <w:webHidden/>
          </w:rPr>
        </w:r>
        <w:r w:rsidR="003C16E7">
          <w:rPr>
            <w:noProof/>
            <w:webHidden/>
          </w:rPr>
          <w:fldChar w:fldCharType="separate"/>
        </w:r>
        <w:r w:rsidR="003C16E7">
          <w:rPr>
            <w:noProof/>
            <w:webHidden/>
          </w:rPr>
          <w:t>7</w:t>
        </w:r>
        <w:r w:rsidR="003C16E7">
          <w:rPr>
            <w:noProof/>
            <w:webHidden/>
          </w:rPr>
          <w:fldChar w:fldCharType="end"/>
        </w:r>
      </w:hyperlink>
    </w:p>
    <w:p w14:paraId="2EBEBBA0" w14:textId="29690133" w:rsidR="003C16E7" w:rsidRDefault="0029485C">
      <w:pPr>
        <w:pStyle w:val="Verzeichnis2"/>
        <w:rPr>
          <w:rFonts w:asciiTheme="minorHAnsi" w:eastAsiaTheme="minorEastAsia" w:hAnsiTheme="minorHAnsi" w:cstheme="minorBidi"/>
          <w:i w:val="0"/>
          <w:noProof/>
          <w:sz w:val="22"/>
          <w:lang w:val="de-DE" w:eastAsia="de-DE"/>
        </w:rPr>
      </w:pPr>
      <w:hyperlink w:anchor="_Toc492907176" w:history="1">
        <w:r w:rsidR="003C16E7" w:rsidRPr="00B00AF1">
          <w:rPr>
            <w:rStyle w:val="Hyperlink"/>
            <w:noProof/>
          </w:rPr>
          <w:t>1</w:t>
        </w:r>
        <w:r w:rsidR="003C16E7">
          <w:rPr>
            <w:rFonts w:asciiTheme="minorHAnsi" w:eastAsiaTheme="minorEastAsia" w:hAnsiTheme="minorHAnsi" w:cstheme="minorBidi"/>
            <w:i w:val="0"/>
            <w:noProof/>
            <w:sz w:val="22"/>
            <w:lang w:val="de-DE" w:eastAsia="de-DE"/>
          </w:rPr>
          <w:tab/>
        </w:r>
        <w:r w:rsidR="003C16E7" w:rsidRPr="00B00AF1">
          <w:rPr>
            <w:rStyle w:val="Hyperlink"/>
            <w:noProof/>
          </w:rPr>
          <w:t>as:CIExchangedDocumentContext</w:t>
        </w:r>
        <w:r w:rsidR="003C16E7">
          <w:rPr>
            <w:noProof/>
            <w:webHidden/>
          </w:rPr>
          <w:tab/>
        </w:r>
        <w:r w:rsidR="003C16E7">
          <w:rPr>
            <w:noProof/>
            <w:webHidden/>
          </w:rPr>
          <w:fldChar w:fldCharType="begin"/>
        </w:r>
        <w:r w:rsidR="003C16E7">
          <w:rPr>
            <w:noProof/>
            <w:webHidden/>
          </w:rPr>
          <w:instrText xml:space="preserve"> PAGEREF _Toc492907176 \h </w:instrText>
        </w:r>
        <w:r w:rsidR="003C16E7">
          <w:rPr>
            <w:noProof/>
            <w:webHidden/>
          </w:rPr>
        </w:r>
        <w:r w:rsidR="003C16E7">
          <w:rPr>
            <w:noProof/>
            <w:webHidden/>
          </w:rPr>
          <w:fldChar w:fldCharType="separate"/>
        </w:r>
        <w:r w:rsidR="003C16E7">
          <w:rPr>
            <w:noProof/>
            <w:webHidden/>
          </w:rPr>
          <w:t>7</w:t>
        </w:r>
        <w:r w:rsidR="003C16E7">
          <w:rPr>
            <w:noProof/>
            <w:webHidden/>
          </w:rPr>
          <w:fldChar w:fldCharType="end"/>
        </w:r>
      </w:hyperlink>
    </w:p>
    <w:p w14:paraId="6630BB9E" w14:textId="68854768" w:rsidR="003C16E7" w:rsidRDefault="0029485C">
      <w:pPr>
        <w:pStyle w:val="Verzeichnis2"/>
        <w:rPr>
          <w:rFonts w:asciiTheme="minorHAnsi" w:eastAsiaTheme="minorEastAsia" w:hAnsiTheme="minorHAnsi" w:cstheme="minorBidi"/>
          <w:i w:val="0"/>
          <w:noProof/>
          <w:sz w:val="22"/>
          <w:lang w:val="de-DE" w:eastAsia="de-DE"/>
        </w:rPr>
      </w:pPr>
      <w:hyperlink w:anchor="_Toc492907177" w:history="1">
        <w:r w:rsidR="003C16E7" w:rsidRPr="00B00AF1">
          <w:rPr>
            <w:rStyle w:val="Hyperlink"/>
            <w:noProof/>
          </w:rPr>
          <w:t>2</w:t>
        </w:r>
        <w:r w:rsidR="003C16E7">
          <w:rPr>
            <w:rFonts w:asciiTheme="minorHAnsi" w:eastAsiaTheme="minorEastAsia" w:hAnsiTheme="minorHAnsi" w:cstheme="minorBidi"/>
            <w:i w:val="0"/>
            <w:noProof/>
            <w:sz w:val="22"/>
            <w:lang w:val="de-DE" w:eastAsia="de-DE"/>
          </w:rPr>
          <w:tab/>
        </w:r>
        <w:r w:rsidR="003C16E7" w:rsidRPr="00B00AF1">
          <w:rPr>
            <w:rStyle w:val="Hyperlink"/>
            <w:noProof/>
          </w:rPr>
          <w:t>as:CISExchangedDocument</w:t>
        </w:r>
        <w:r w:rsidR="003C16E7">
          <w:rPr>
            <w:noProof/>
            <w:webHidden/>
          </w:rPr>
          <w:tab/>
        </w:r>
        <w:r w:rsidR="003C16E7">
          <w:rPr>
            <w:noProof/>
            <w:webHidden/>
          </w:rPr>
          <w:fldChar w:fldCharType="begin"/>
        </w:r>
        <w:r w:rsidR="003C16E7">
          <w:rPr>
            <w:noProof/>
            <w:webHidden/>
          </w:rPr>
          <w:instrText xml:space="preserve"> PAGEREF _Toc492907177 \h </w:instrText>
        </w:r>
        <w:r w:rsidR="003C16E7">
          <w:rPr>
            <w:noProof/>
            <w:webHidden/>
          </w:rPr>
        </w:r>
        <w:r w:rsidR="003C16E7">
          <w:rPr>
            <w:noProof/>
            <w:webHidden/>
          </w:rPr>
          <w:fldChar w:fldCharType="separate"/>
        </w:r>
        <w:r w:rsidR="003C16E7">
          <w:rPr>
            <w:noProof/>
            <w:webHidden/>
          </w:rPr>
          <w:t>8</w:t>
        </w:r>
        <w:r w:rsidR="003C16E7">
          <w:rPr>
            <w:noProof/>
            <w:webHidden/>
          </w:rPr>
          <w:fldChar w:fldCharType="end"/>
        </w:r>
      </w:hyperlink>
    </w:p>
    <w:p w14:paraId="769A9C13" w14:textId="031845B8" w:rsidR="003C16E7" w:rsidRDefault="0029485C">
      <w:pPr>
        <w:pStyle w:val="Verzeichnis2"/>
        <w:rPr>
          <w:rFonts w:asciiTheme="minorHAnsi" w:eastAsiaTheme="minorEastAsia" w:hAnsiTheme="minorHAnsi" w:cstheme="minorBidi"/>
          <w:i w:val="0"/>
          <w:noProof/>
          <w:sz w:val="22"/>
          <w:lang w:val="de-DE" w:eastAsia="de-DE"/>
        </w:rPr>
      </w:pPr>
      <w:hyperlink w:anchor="_Toc492907178" w:history="1">
        <w:r w:rsidR="003C16E7" w:rsidRPr="00B00AF1">
          <w:rPr>
            <w:rStyle w:val="Hyperlink"/>
            <w:noProof/>
          </w:rPr>
          <w:t>3</w:t>
        </w:r>
        <w:r w:rsidR="003C16E7">
          <w:rPr>
            <w:rFonts w:asciiTheme="minorHAnsi" w:eastAsiaTheme="minorEastAsia" w:hAnsiTheme="minorHAnsi" w:cstheme="minorBidi"/>
            <w:i w:val="0"/>
            <w:noProof/>
            <w:sz w:val="22"/>
            <w:lang w:val="de-DE" w:eastAsia="de-DE"/>
          </w:rPr>
          <w:tab/>
        </w:r>
        <w:r w:rsidR="003C16E7" w:rsidRPr="00B00AF1">
          <w:rPr>
            <w:rStyle w:val="Hyperlink"/>
            <w:noProof/>
          </w:rPr>
          <w:t>as:CISDRSupplyChainTradeTransaction</w:t>
        </w:r>
        <w:r w:rsidR="003C16E7">
          <w:rPr>
            <w:noProof/>
            <w:webHidden/>
          </w:rPr>
          <w:tab/>
        </w:r>
        <w:r w:rsidR="003C16E7">
          <w:rPr>
            <w:noProof/>
            <w:webHidden/>
          </w:rPr>
          <w:fldChar w:fldCharType="begin"/>
        </w:r>
        <w:r w:rsidR="003C16E7">
          <w:rPr>
            <w:noProof/>
            <w:webHidden/>
          </w:rPr>
          <w:instrText xml:space="preserve"> PAGEREF _Toc492907178 \h </w:instrText>
        </w:r>
        <w:r w:rsidR="003C16E7">
          <w:rPr>
            <w:noProof/>
            <w:webHidden/>
          </w:rPr>
        </w:r>
        <w:r w:rsidR="003C16E7">
          <w:rPr>
            <w:noProof/>
            <w:webHidden/>
          </w:rPr>
          <w:fldChar w:fldCharType="separate"/>
        </w:r>
        <w:r w:rsidR="003C16E7">
          <w:rPr>
            <w:noProof/>
            <w:webHidden/>
          </w:rPr>
          <w:t>9</w:t>
        </w:r>
        <w:r w:rsidR="003C16E7">
          <w:rPr>
            <w:noProof/>
            <w:webHidden/>
          </w:rPr>
          <w:fldChar w:fldCharType="end"/>
        </w:r>
      </w:hyperlink>
    </w:p>
    <w:p w14:paraId="24627286" w14:textId="689314F2" w:rsidR="003C16E7" w:rsidRDefault="0029485C">
      <w:pPr>
        <w:pStyle w:val="Verzeichnis3"/>
        <w:rPr>
          <w:rFonts w:asciiTheme="minorHAnsi" w:eastAsiaTheme="minorEastAsia" w:hAnsiTheme="minorHAnsi" w:cstheme="minorBidi"/>
          <w:noProof/>
          <w:sz w:val="22"/>
          <w:lang w:val="de-DE" w:eastAsia="de-DE"/>
        </w:rPr>
      </w:pPr>
      <w:hyperlink w:anchor="_Toc492907179" w:history="1">
        <w:r w:rsidR="003C16E7" w:rsidRPr="00B00AF1">
          <w:rPr>
            <w:rStyle w:val="Hyperlink"/>
            <w:noProof/>
          </w:rPr>
          <w:t>3.1</w:t>
        </w:r>
        <w:r w:rsidR="003C16E7">
          <w:rPr>
            <w:rFonts w:asciiTheme="minorHAnsi" w:eastAsiaTheme="minorEastAsia" w:hAnsiTheme="minorHAnsi" w:cstheme="minorBidi"/>
            <w:noProof/>
            <w:sz w:val="22"/>
            <w:lang w:val="de-DE" w:eastAsia="de-DE"/>
          </w:rPr>
          <w:tab/>
        </w:r>
        <w:r w:rsidR="003C16E7" w:rsidRPr="00B00AF1">
          <w:rPr>
            <w:rStyle w:val="Hyperlink"/>
            <w:noProof/>
          </w:rPr>
          <w:t>asram:ApplicableCISSupplyChainTradeAgreement</w:t>
        </w:r>
        <w:r w:rsidR="003C16E7">
          <w:rPr>
            <w:noProof/>
            <w:webHidden/>
          </w:rPr>
          <w:tab/>
        </w:r>
        <w:r w:rsidR="003C16E7">
          <w:rPr>
            <w:noProof/>
            <w:webHidden/>
          </w:rPr>
          <w:fldChar w:fldCharType="begin"/>
        </w:r>
        <w:r w:rsidR="003C16E7">
          <w:rPr>
            <w:noProof/>
            <w:webHidden/>
          </w:rPr>
          <w:instrText xml:space="preserve"> PAGEREF _Toc492907179 \h </w:instrText>
        </w:r>
        <w:r w:rsidR="003C16E7">
          <w:rPr>
            <w:noProof/>
            <w:webHidden/>
          </w:rPr>
        </w:r>
        <w:r w:rsidR="003C16E7">
          <w:rPr>
            <w:noProof/>
            <w:webHidden/>
          </w:rPr>
          <w:fldChar w:fldCharType="separate"/>
        </w:r>
        <w:r w:rsidR="003C16E7">
          <w:rPr>
            <w:noProof/>
            <w:webHidden/>
          </w:rPr>
          <w:t>9</w:t>
        </w:r>
        <w:r w:rsidR="003C16E7">
          <w:rPr>
            <w:noProof/>
            <w:webHidden/>
          </w:rPr>
          <w:fldChar w:fldCharType="end"/>
        </w:r>
      </w:hyperlink>
    </w:p>
    <w:p w14:paraId="6FD04EA0" w14:textId="59E1B181" w:rsidR="003C16E7" w:rsidRDefault="0029485C">
      <w:pPr>
        <w:pStyle w:val="Verzeichnis3"/>
        <w:rPr>
          <w:rFonts w:asciiTheme="minorHAnsi" w:eastAsiaTheme="minorEastAsia" w:hAnsiTheme="minorHAnsi" w:cstheme="minorBidi"/>
          <w:noProof/>
          <w:sz w:val="22"/>
          <w:lang w:val="de-DE" w:eastAsia="de-DE"/>
        </w:rPr>
      </w:pPr>
      <w:hyperlink w:anchor="_Toc492907180" w:history="1">
        <w:r w:rsidR="003C16E7" w:rsidRPr="00B00AF1">
          <w:rPr>
            <w:rStyle w:val="Hyperlink"/>
            <w:noProof/>
          </w:rPr>
          <w:t>3.2</w:t>
        </w:r>
        <w:r w:rsidR="003C16E7">
          <w:rPr>
            <w:rFonts w:asciiTheme="minorHAnsi" w:eastAsiaTheme="minorEastAsia" w:hAnsiTheme="minorHAnsi" w:cstheme="minorBidi"/>
            <w:noProof/>
            <w:sz w:val="22"/>
            <w:lang w:val="de-DE" w:eastAsia="de-DE"/>
          </w:rPr>
          <w:tab/>
        </w:r>
        <w:r w:rsidR="003C16E7" w:rsidRPr="00B00AF1">
          <w:rPr>
            <w:rStyle w:val="Hyperlink"/>
            <w:noProof/>
          </w:rPr>
          <w:t>asram:IncludedCISDRLSupplyChainTradeLineItem</w:t>
        </w:r>
        <w:r w:rsidR="003C16E7">
          <w:rPr>
            <w:noProof/>
            <w:webHidden/>
          </w:rPr>
          <w:tab/>
        </w:r>
        <w:r w:rsidR="003C16E7">
          <w:rPr>
            <w:noProof/>
            <w:webHidden/>
          </w:rPr>
          <w:fldChar w:fldCharType="begin"/>
        </w:r>
        <w:r w:rsidR="003C16E7">
          <w:rPr>
            <w:noProof/>
            <w:webHidden/>
          </w:rPr>
          <w:instrText xml:space="preserve"> PAGEREF _Toc492907180 \h </w:instrText>
        </w:r>
        <w:r w:rsidR="003C16E7">
          <w:rPr>
            <w:noProof/>
            <w:webHidden/>
          </w:rPr>
        </w:r>
        <w:r w:rsidR="003C16E7">
          <w:rPr>
            <w:noProof/>
            <w:webHidden/>
          </w:rPr>
          <w:fldChar w:fldCharType="separate"/>
        </w:r>
        <w:r w:rsidR="003C16E7">
          <w:rPr>
            <w:noProof/>
            <w:webHidden/>
          </w:rPr>
          <w:t>10</w:t>
        </w:r>
        <w:r w:rsidR="003C16E7">
          <w:rPr>
            <w:noProof/>
            <w:webHidden/>
          </w:rPr>
          <w:fldChar w:fldCharType="end"/>
        </w:r>
      </w:hyperlink>
    </w:p>
    <w:p w14:paraId="25654910" w14:textId="0F868CAB" w:rsidR="003C16E7" w:rsidRDefault="0029485C">
      <w:pPr>
        <w:pStyle w:val="Verzeichnis3"/>
        <w:rPr>
          <w:rFonts w:asciiTheme="minorHAnsi" w:eastAsiaTheme="minorEastAsia" w:hAnsiTheme="minorHAnsi" w:cstheme="minorBidi"/>
          <w:noProof/>
          <w:sz w:val="22"/>
          <w:lang w:val="de-DE" w:eastAsia="de-DE"/>
        </w:rPr>
      </w:pPr>
      <w:hyperlink w:anchor="_Toc492907181" w:history="1">
        <w:r w:rsidR="003C16E7" w:rsidRPr="00B00AF1">
          <w:rPr>
            <w:rStyle w:val="Hyperlink"/>
            <w:noProof/>
          </w:rPr>
          <w:t>3.3</w:t>
        </w:r>
        <w:r w:rsidR="003C16E7">
          <w:rPr>
            <w:rFonts w:asciiTheme="minorHAnsi" w:eastAsiaTheme="minorEastAsia" w:hAnsiTheme="minorHAnsi" w:cstheme="minorBidi"/>
            <w:noProof/>
            <w:sz w:val="22"/>
            <w:lang w:val="de-DE" w:eastAsia="de-DE"/>
          </w:rPr>
          <w:tab/>
        </w:r>
        <w:r w:rsidR="003C16E7" w:rsidRPr="00B00AF1">
          <w:rPr>
            <w:rStyle w:val="Hyperlink"/>
            <w:noProof/>
          </w:rPr>
          <w:t>asram:ApplicableCISHSupplyChainTradeDelivery</w:t>
        </w:r>
        <w:r w:rsidR="003C16E7">
          <w:rPr>
            <w:noProof/>
            <w:webHidden/>
          </w:rPr>
          <w:tab/>
        </w:r>
        <w:r w:rsidR="003C16E7">
          <w:rPr>
            <w:noProof/>
            <w:webHidden/>
          </w:rPr>
          <w:fldChar w:fldCharType="begin"/>
        </w:r>
        <w:r w:rsidR="003C16E7">
          <w:rPr>
            <w:noProof/>
            <w:webHidden/>
          </w:rPr>
          <w:instrText xml:space="preserve"> PAGEREF _Toc492907181 \h </w:instrText>
        </w:r>
        <w:r w:rsidR="003C16E7">
          <w:rPr>
            <w:noProof/>
            <w:webHidden/>
          </w:rPr>
        </w:r>
        <w:r w:rsidR="003C16E7">
          <w:rPr>
            <w:noProof/>
            <w:webHidden/>
          </w:rPr>
          <w:fldChar w:fldCharType="separate"/>
        </w:r>
        <w:r w:rsidR="003C16E7">
          <w:rPr>
            <w:noProof/>
            <w:webHidden/>
          </w:rPr>
          <w:t>12</w:t>
        </w:r>
        <w:r w:rsidR="003C16E7">
          <w:rPr>
            <w:noProof/>
            <w:webHidden/>
          </w:rPr>
          <w:fldChar w:fldCharType="end"/>
        </w:r>
      </w:hyperlink>
    </w:p>
    <w:p w14:paraId="39B0A4E2" w14:textId="47E5BDD8" w:rsidR="003C16E7" w:rsidRDefault="0029485C">
      <w:pPr>
        <w:pStyle w:val="Verzeichnis1"/>
        <w:rPr>
          <w:rFonts w:asciiTheme="minorHAnsi" w:eastAsiaTheme="minorEastAsia" w:hAnsiTheme="minorHAnsi" w:cstheme="minorBidi"/>
          <w:b w:val="0"/>
          <w:noProof/>
          <w:sz w:val="22"/>
          <w:lang w:val="de-DE" w:eastAsia="de-DE"/>
        </w:rPr>
      </w:pPr>
      <w:hyperlink w:anchor="_Toc492907182" w:history="1">
        <w:r w:rsidR="003C16E7" w:rsidRPr="00B00AF1">
          <w:rPr>
            <w:rStyle w:val="Hyperlink"/>
            <w:noProof/>
          </w:rPr>
          <w:t>III.</w:t>
        </w:r>
        <w:r w:rsidR="003C16E7">
          <w:rPr>
            <w:rFonts w:asciiTheme="minorHAnsi" w:eastAsiaTheme="minorEastAsia" w:hAnsiTheme="minorHAnsi" w:cstheme="minorBidi"/>
            <w:b w:val="0"/>
            <w:noProof/>
            <w:sz w:val="22"/>
            <w:lang w:val="de-DE" w:eastAsia="de-DE"/>
          </w:rPr>
          <w:tab/>
        </w:r>
        <w:r w:rsidR="003C16E7" w:rsidRPr="00B00AF1">
          <w:rPr>
            <w:rStyle w:val="Hyperlink"/>
            <w:noProof/>
          </w:rPr>
          <w:t>Hierarchical View</w:t>
        </w:r>
        <w:r w:rsidR="003C16E7">
          <w:rPr>
            <w:noProof/>
            <w:webHidden/>
          </w:rPr>
          <w:tab/>
        </w:r>
        <w:r w:rsidR="003C16E7">
          <w:rPr>
            <w:noProof/>
            <w:webHidden/>
          </w:rPr>
          <w:fldChar w:fldCharType="begin"/>
        </w:r>
        <w:r w:rsidR="003C16E7">
          <w:rPr>
            <w:noProof/>
            <w:webHidden/>
          </w:rPr>
          <w:instrText xml:space="preserve"> PAGEREF _Toc492907182 \h </w:instrText>
        </w:r>
        <w:r w:rsidR="003C16E7">
          <w:rPr>
            <w:noProof/>
            <w:webHidden/>
          </w:rPr>
        </w:r>
        <w:r w:rsidR="003C16E7">
          <w:rPr>
            <w:noProof/>
            <w:webHidden/>
          </w:rPr>
          <w:fldChar w:fldCharType="separate"/>
        </w:r>
        <w:r w:rsidR="003C16E7">
          <w:rPr>
            <w:noProof/>
            <w:webHidden/>
          </w:rPr>
          <w:t>14</w:t>
        </w:r>
        <w:r w:rsidR="003C16E7">
          <w:rPr>
            <w:noProof/>
            <w:webHidden/>
          </w:rPr>
          <w:fldChar w:fldCharType="end"/>
        </w:r>
      </w:hyperlink>
    </w:p>
    <w:p w14:paraId="48B2432C" w14:textId="6BA58F4C" w:rsidR="003C16E7" w:rsidRDefault="0029485C">
      <w:pPr>
        <w:pStyle w:val="Verzeichnis1"/>
        <w:rPr>
          <w:rFonts w:asciiTheme="minorHAnsi" w:eastAsiaTheme="minorEastAsia" w:hAnsiTheme="minorHAnsi" w:cstheme="minorBidi"/>
          <w:b w:val="0"/>
          <w:noProof/>
          <w:sz w:val="22"/>
          <w:lang w:val="de-DE" w:eastAsia="de-DE"/>
        </w:rPr>
      </w:pPr>
      <w:hyperlink w:anchor="_Toc492907183" w:history="1">
        <w:r w:rsidR="003C16E7" w:rsidRPr="00B00AF1">
          <w:rPr>
            <w:rStyle w:val="Hyperlink"/>
            <w:noProof/>
          </w:rPr>
          <w:t>IV.</w:t>
        </w:r>
        <w:r w:rsidR="003C16E7">
          <w:rPr>
            <w:rFonts w:asciiTheme="minorHAnsi" w:eastAsiaTheme="minorEastAsia" w:hAnsiTheme="minorHAnsi" w:cstheme="minorBidi"/>
            <w:b w:val="0"/>
            <w:noProof/>
            <w:sz w:val="22"/>
            <w:lang w:val="de-DE" w:eastAsia="de-DE"/>
          </w:rPr>
          <w:tab/>
        </w:r>
        <w:r w:rsidR="003C16E7" w:rsidRPr="00B00AF1">
          <w:rPr>
            <w:rStyle w:val="Hyperlink"/>
            <w:noProof/>
          </w:rPr>
          <w:t>Example Message</w:t>
        </w:r>
        <w:r w:rsidR="003C16E7">
          <w:rPr>
            <w:noProof/>
            <w:webHidden/>
          </w:rPr>
          <w:tab/>
        </w:r>
        <w:r w:rsidR="003C16E7">
          <w:rPr>
            <w:noProof/>
            <w:webHidden/>
          </w:rPr>
          <w:fldChar w:fldCharType="begin"/>
        </w:r>
        <w:r w:rsidR="003C16E7">
          <w:rPr>
            <w:noProof/>
            <w:webHidden/>
          </w:rPr>
          <w:instrText xml:space="preserve"> PAGEREF _Toc492907183 \h </w:instrText>
        </w:r>
        <w:r w:rsidR="003C16E7">
          <w:rPr>
            <w:noProof/>
            <w:webHidden/>
          </w:rPr>
        </w:r>
        <w:r w:rsidR="003C16E7">
          <w:rPr>
            <w:noProof/>
            <w:webHidden/>
          </w:rPr>
          <w:fldChar w:fldCharType="separate"/>
        </w:r>
        <w:r w:rsidR="003C16E7">
          <w:rPr>
            <w:noProof/>
            <w:webHidden/>
          </w:rPr>
          <w:t>15</w:t>
        </w:r>
        <w:r w:rsidR="003C16E7">
          <w:rPr>
            <w:noProof/>
            <w:webHidden/>
          </w:rPr>
          <w:fldChar w:fldCharType="end"/>
        </w:r>
      </w:hyperlink>
    </w:p>
    <w:p w14:paraId="46E86D67" w14:textId="2C47FC13" w:rsidR="008A0571" w:rsidRDefault="00B178ED" w:rsidP="00B178ED">
      <w:r>
        <w:fldChar w:fldCharType="end"/>
      </w:r>
    </w:p>
    <w:p w14:paraId="46E86D9C" w14:textId="0A75BC3E" w:rsidR="007B15F4" w:rsidRDefault="007B15F4" w:rsidP="00B178ED">
      <w:pPr>
        <w:pStyle w:val="Titelberschrift"/>
        <w:pageBreakBefore/>
        <w:numPr>
          <w:ilvl w:val="0"/>
          <w:numId w:val="1"/>
        </w:numPr>
        <w:ind w:left="426" w:hanging="284"/>
      </w:pPr>
      <w:bookmarkStart w:id="2" w:name="_Toc492388043"/>
      <w:bookmarkStart w:id="3" w:name="_Toc492907166"/>
      <w:r>
        <w:lastRenderedPageBreak/>
        <w:t>Introduction</w:t>
      </w:r>
      <w:bookmarkEnd w:id="2"/>
      <w:bookmarkEnd w:id="3"/>
    </w:p>
    <w:p w14:paraId="524A174F" w14:textId="146949EE" w:rsidR="00866B60" w:rsidRDefault="00866B60" w:rsidP="00B178ED">
      <w:pPr>
        <w:pStyle w:val="berschrift1"/>
        <w:ind w:left="432" w:hanging="432"/>
      </w:pPr>
      <w:bookmarkStart w:id="4" w:name="_Toc492388044"/>
      <w:bookmarkStart w:id="5" w:name="_Toc492907167"/>
      <w:r>
        <w:t>Preface</w:t>
      </w:r>
      <w:bookmarkEnd w:id="4"/>
      <w:bookmarkEnd w:id="5"/>
    </w:p>
    <w:p w14:paraId="3D323AC0" w14:textId="21C7768B" w:rsidR="00521AF4" w:rsidRPr="007E4A86" w:rsidRDefault="00521AF4" w:rsidP="00521AF4">
      <w:pPr>
        <w:rPr>
          <w:lang w:val="en-GB"/>
        </w:rPr>
      </w:pPr>
      <w:r w:rsidRPr="007E4A86">
        <w:rPr>
          <w:lang w:val="en-GB"/>
        </w:rPr>
        <w:t>It is recommended to read the document “Read Me first – BoostAero General information” first, especially if you are a BoostAero XML beginner. The document is available for download on the SupplyOn AirSuppl</w:t>
      </w:r>
      <w:r>
        <w:rPr>
          <w:lang w:val="en-GB"/>
        </w:rPr>
        <w:t xml:space="preserve">y </w:t>
      </w:r>
      <w:hyperlink r:id="rId12" w:history="1">
        <w:r w:rsidRPr="00521AF4">
          <w:rPr>
            <w:rStyle w:val="Hyperlink"/>
            <w:lang w:val="en-GB"/>
          </w:rPr>
          <w:t>M2M Guidelines Download Area</w:t>
        </w:r>
      </w:hyperlink>
      <w:r>
        <w:rPr>
          <w:lang w:val="en-GB"/>
        </w:rPr>
        <w:t>.</w:t>
      </w:r>
    </w:p>
    <w:p w14:paraId="46E86D9D" w14:textId="77777777" w:rsidR="00C15798" w:rsidRPr="007B15F4" w:rsidRDefault="005F43B2" w:rsidP="007B15F4">
      <w:pPr>
        <w:pStyle w:val="berschrift1"/>
      </w:pPr>
      <w:bookmarkStart w:id="6" w:name="_Toc492388045"/>
      <w:bookmarkStart w:id="7" w:name="_Toc492907168"/>
      <w:r w:rsidRPr="007B15F4">
        <w:t>Purpose of the document</w:t>
      </w:r>
      <w:bookmarkEnd w:id="6"/>
      <w:bookmarkEnd w:id="7"/>
    </w:p>
    <w:p w14:paraId="32AF7D9D" w14:textId="77777777" w:rsidR="00521AF4" w:rsidRDefault="00521AF4" w:rsidP="00521AF4">
      <w:pPr>
        <w:rPr>
          <w:rFonts w:cs="Arial"/>
          <w:szCs w:val="20"/>
        </w:rPr>
      </w:pPr>
      <w:r w:rsidRPr="000B55CC">
        <w:rPr>
          <w:rFonts w:cs="Arial"/>
          <w:szCs w:val="20"/>
        </w:rPr>
        <w:t xml:space="preserve">This document is a technical guide for suppliers to connect to </w:t>
      </w:r>
      <w:r>
        <w:rPr>
          <w:rFonts w:cs="Arial"/>
          <w:szCs w:val="20"/>
        </w:rPr>
        <w:t>AirSupply</w:t>
      </w:r>
      <w:r w:rsidRPr="000B55CC">
        <w:rPr>
          <w:rFonts w:cs="Arial"/>
          <w:szCs w:val="20"/>
        </w:rPr>
        <w:t xml:space="preserve"> via a machine-to-machine connection. The technical guide includes the XML structure definition for high level (business) context in order to provide suppliers with all necessary information. M2M/EDI with the SCM Platform means EDI between suppliers and the SCM application. There is no direct EDI connection or direct message flow between a supplier and its customer bypassing the SCM application. Supplier integration of SupplyOn AirSupply data is possible via two message formats: CSV and BoostAero XML V2.10. </w:t>
      </w:r>
    </w:p>
    <w:p w14:paraId="1172B9C5" w14:textId="77777777" w:rsidR="00521AF4" w:rsidRPr="000B55CC" w:rsidRDefault="00521AF4" w:rsidP="00521AF4">
      <w:pPr>
        <w:rPr>
          <w:rFonts w:cs="Arial"/>
          <w:szCs w:val="20"/>
        </w:rPr>
      </w:pPr>
      <w:r w:rsidRPr="000B55CC">
        <w:rPr>
          <w:rFonts w:cs="Arial"/>
          <w:szCs w:val="20"/>
        </w:rPr>
        <w:t>In this document the usage of the BoostAero XML format is described. In addition to this technical guide, you can download the XSD (XML Schema Definition) for this message type from the SupplyOn M2M website.</w:t>
      </w:r>
    </w:p>
    <w:p w14:paraId="46E86DA1" w14:textId="214B03BF" w:rsidR="000B1CCF" w:rsidRPr="001B48B1" w:rsidRDefault="00B65C21" w:rsidP="00521AF4">
      <w:pPr>
        <w:pStyle w:val="berschrift1"/>
      </w:pPr>
      <w:bookmarkStart w:id="8" w:name="_Toc492388046"/>
      <w:bookmarkStart w:id="9" w:name="_Toc492907169"/>
      <w:r w:rsidRPr="001B48B1">
        <w:t>Demand Forecast</w:t>
      </w:r>
      <w:r w:rsidR="00C14688" w:rsidRPr="001B48B1">
        <w:t xml:space="preserve"> </w:t>
      </w:r>
      <w:r w:rsidR="00F11582">
        <w:t xml:space="preserve">Response </w:t>
      </w:r>
      <w:r w:rsidR="000B1CCF" w:rsidRPr="001B48B1">
        <w:t>Definition</w:t>
      </w:r>
      <w:bookmarkEnd w:id="8"/>
      <w:bookmarkEnd w:id="9"/>
    </w:p>
    <w:p w14:paraId="46E86DA2" w14:textId="5D97DB54" w:rsidR="000B1CCF" w:rsidRDefault="00F11582" w:rsidP="009B0360">
      <w:r>
        <w:t xml:space="preserve">The demand forecast response message provides the ability for a supplier to respond to a demand forecast sent by the customer. </w:t>
      </w:r>
      <w:r w:rsidRPr="00E9185E">
        <w:t xml:space="preserve">The </w:t>
      </w:r>
      <w:r>
        <w:t xml:space="preserve">demand forecast response </w:t>
      </w:r>
      <w:r w:rsidRPr="00E9185E">
        <w:t>allows</w:t>
      </w:r>
      <w:r>
        <w:t xml:space="preserve"> </w:t>
      </w:r>
      <w:r w:rsidRPr="00E9185E">
        <w:t xml:space="preserve">the </w:t>
      </w:r>
      <w:r>
        <w:t>supplier</w:t>
      </w:r>
      <w:r w:rsidRPr="00E9185E">
        <w:t xml:space="preserve"> to inform about either the acceptance of the </w:t>
      </w:r>
      <w:r>
        <w:t>demand forecast</w:t>
      </w:r>
      <w:r w:rsidRPr="00E9185E">
        <w:t xml:space="preserve"> as transmitted, or the acceptance of the </w:t>
      </w:r>
      <w:r>
        <w:t>demand forecast</w:t>
      </w:r>
      <w:r w:rsidRPr="00E9185E">
        <w:t xml:space="preserve"> with modifications on i</w:t>
      </w:r>
      <w:r>
        <w:t>tems (demand of a product), quantities, dates</w:t>
      </w:r>
      <w:r w:rsidRPr="00E9185E">
        <w:t xml:space="preserve"> or the rejection of the entire </w:t>
      </w:r>
      <w:r>
        <w:t>demand forecast</w:t>
      </w:r>
      <w:r w:rsidR="000B499B">
        <w:t xml:space="preserve">. </w:t>
      </w:r>
    </w:p>
    <w:p w14:paraId="46E86DA3" w14:textId="187D664D" w:rsidR="005F43B2" w:rsidRPr="001B48B1" w:rsidRDefault="005F43B2" w:rsidP="00521AF4">
      <w:pPr>
        <w:pStyle w:val="berschrift1"/>
      </w:pPr>
      <w:bookmarkStart w:id="10" w:name="_Toc492388047"/>
      <w:bookmarkStart w:id="11" w:name="_Toc492907170"/>
      <w:r w:rsidRPr="001B48B1">
        <w:t>Preliminary Remarks</w:t>
      </w:r>
      <w:bookmarkEnd w:id="10"/>
      <w:bookmarkEnd w:id="11"/>
    </w:p>
    <w:p w14:paraId="2D4AAE1E" w14:textId="0285888F" w:rsidR="00521AF4" w:rsidRPr="00F8313E" w:rsidRDefault="00521AF4" w:rsidP="00521AF4">
      <w:pPr>
        <w:rPr>
          <w:rFonts w:cs="Arial"/>
          <w:sz w:val="12"/>
          <w:szCs w:val="20"/>
        </w:rPr>
      </w:pPr>
      <w:r w:rsidRPr="000B55CC">
        <w:rPr>
          <w:rFonts w:cs="Arial"/>
          <w:szCs w:val="20"/>
        </w:rPr>
        <w:t>The following rules apply to all messages if no exception is specified within the respective field description:</w:t>
      </w:r>
      <w:r>
        <w:rPr>
          <w:rFonts w:cs="Arial"/>
          <w:szCs w:val="20"/>
        </w:rPr>
        <w:br/>
      </w:r>
    </w:p>
    <w:tbl>
      <w:tblPr>
        <w:tblStyle w:val="Tabellenraster"/>
        <w:tblW w:w="0" w:type="auto"/>
        <w:jc w:val="center"/>
        <w:tblLook w:val="04A0" w:firstRow="1" w:lastRow="0" w:firstColumn="1" w:lastColumn="0" w:noHBand="0" w:noVBand="1"/>
      </w:tblPr>
      <w:tblGrid>
        <w:gridCol w:w="1973"/>
        <w:gridCol w:w="5208"/>
        <w:gridCol w:w="2163"/>
      </w:tblGrid>
      <w:tr w:rsidR="00521AF4" w:rsidRPr="005B75C2" w14:paraId="700E11B6" w14:textId="77777777" w:rsidTr="008339CA">
        <w:trPr>
          <w:trHeight w:val="329"/>
          <w:jc w:val="center"/>
        </w:trPr>
        <w:tc>
          <w:tcPr>
            <w:tcW w:w="1980" w:type="dxa"/>
            <w:shd w:val="clear" w:color="auto" w:fill="BFBFBF" w:themeFill="background1" w:themeFillShade="BF"/>
          </w:tcPr>
          <w:p w14:paraId="2506848D" w14:textId="77777777" w:rsidR="00521AF4" w:rsidRPr="005B75C2" w:rsidRDefault="00521AF4" w:rsidP="008339CA">
            <w:pPr>
              <w:jc w:val="center"/>
              <w:rPr>
                <w:rFonts w:cs="Arial"/>
                <w:b/>
                <w:szCs w:val="20"/>
              </w:rPr>
            </w:pPr>
            <w:r w:rsidRPr="005B75C2">
              <w:rPr>
                <w:rFonts w:cs="Arial"/>
                <w:b/>
                <w:szCs w:val="20"/>
              </w:rPr>
              <w:t>Type</w:t>
            </w:r>
          </w:p>
        </w:tc>
        <w:tc>
          <w:tcPr>
            <w:tcW w:w="5245" w:type="dxa"/>
            <w:shd w:val="clear" w:color="auto" w:fill="BFBFBF" w:themeFill="background1" w:themeFillShade="BF"/>
          </w:tcPr>
          <w:p w14:paraId="0617CBED" w14:textId="77777777" w:rsidR="00521AF4" w:rsidRPr="005B75C2" w:rsidRDefault="00521AF4" w:rsidP="008339CA">
            <w:pPr>
              <w:jc w:val="center"/>
              <w:rPr>
                <w:rFonts w:cs="Arial"/>
                <w:b/>
                <w:szCs w:val="20"/>
              </w:rPr>
            </w:pPr>
            <w:r w:rsidRPr="005B75C2">
              <w:rPr>
                <w:rFonts w:cs="Arial"/>
                <w:b/>
                <w:szCs w:val="20"/>
              </w:rPr>
              <w:t>Explanation</w:t>
            </w:r>
          </w:p>
        </w:tc>
        <w:tc>
          <w:tcPr>
            <w:tcW w:w="2119" w:type="dxa"/>
            <w:shd w:val="clear" w:color="auto" w:fill="BFBFBF" w:themeFill="background1" w:themeFillShade="BF"/>
          </w:tcPr>
          <w:p w14:paraId="59F6E723" w14:textId="77777777" w:rsidR="00521AF4" w:rsidRPr="005B75C2" w:rsidRDefault="00521AF4" w:rsidP="008339CA">
            <w:pPr>
              <w:jc w:val="center"/>
              <w:rPr>
                <w:rFonts w:cs="Arial"/>
                <w:b/>
                <w:szCs w:val="20"/>
              </w:rPr>
            </w:pPr>
            <w:r w:rsidRPr="005B75C2">
              <w:rPr>
                <w:rFonts w:cs="Arial"/>
                <w:b/>
                <w:szCs w:val="20"/>
              </w:rPr>
              <w:t>Example</w:t>
            </w:r>
          </w:p>
        </w:tc>
      </w:tr>
      <w:tr w:rsidR="00521AF4" w14:paraId="1AF8C243" w14:textId="77777777" w:rsidTr="008339CA">
        <w:trPr>
          <w:trHeight w:val="329"/>
          <w:jc w:val="center"/>
        </w:trPr>
        <w:tc>
          <w:tcPr>
            <w:tcW w:w="1980" w:type="dxa"/>
            <w:vAlign w:val="center"/>
          </w:tcPr>
          <w:p w14:paraId="66CA77D0" w14:textId="77777777" w:rsidR="00521AF4" w:rsidRDefault="00521AF4" w:rsidP="008339CA">
            <w:pPr>
              <w:rPr>
                <w:rFonts w:cs="Arial"/>
                <w:szCs w:val="20"/>
              </w:rPr>
            </w:pPr>
            <w:r>
              <w:rPr>
                <w:rFonts w:cs="Arial"/>
                <w:szCs w:val="20"/>
              </w:rPr>
              <w:t>Negative numbers</w:t>
            </w:r>
          </w:p>
        </w:tc>
        <w:tc>
          <w:tcPr>
            <w:tcW w:w="5245" w:type="dxa"/>
            <w:vAlign w:val="center"/>
          </w:tcPr>
          <w:p w14:paraId="00635AC8" w14:textId="77777777" w:rsidR="00521AF4" w:rsidRDefault="00521AF4" w:rsidP="008339CA">
            <w:pPr>
              <w:rPr>
                <w:rFonts w:cs="Arial"/>
                <w:szCs w:val="20"/>
              </w:rPr>
            </w:pPr>
            <w:r>
              <w:rPr>
                <w:rFonts w:cs="Arial"/>
                <w:szCs w:val="20"/>
              </w:rPr>
              <w:t>The minus sign must be in front of the digits.</w:t>
            </w:r>
          </w:p>
        </w:tc>
        <w:tc>
          <w:tcPr>
            <w:tcW w:w="2119" w:type="dxa"/>
            <w:vAlign w:val="center"/>
          </w:tcPr>
          <w:p w14:paraId="7E9E5390" w14:textId="77777777" w:rsidR="00521AF4" w:rsidRDefault="00521AF4" w:rsidP="008339CA">
            <w:pPr>
              <w:jc w:val="center"/>
              <w:rPr>
                <w:rFonts w:cs="Arial"/>
                <w:szCs w:val="20"/>
              </w:rPr>
            </w:pPr>
            <w:r>
              <w:rPr>
                <w:rFonts w:cs="Arial"/>
                <w:szCs w:val="20"/>
              </w:rPr>
              <w:t>-10</w:t>
            </w:r>
          </w:p>
        </w:tc>
      </w:tr>
      <w:tr w:rsidR="00521AF4" w14:paraId="1C6BAFCF" w14:textId="77777777" w:rsidTr="008339CA">
        <w:trPr>
          <w:trHeight w:val="329"/>
          <w:jc w:val="center"/>
        </w:trPr>
        <w:tc>
          <w:tcPr>
            <w:tcW w:w="1980" w:type="dxa"/>
            <w:vMerge w:val="restart"/>
            <w:vAlign w:val="center"/>
          </w:tcPr>
          <w:p w14:paraId="54414B72" w14:textId="77777777" w:rsidR="00521AF4" w:rsidRDefault="00521AF4" w:rsidP="008339CA">
            <w:pPr>
              <w:rPr>
                <w:rFonts w:cs="Arial"/>
                <w:szCs w:val="20"/>
              </w:rPr>
            </w:pPr>
            <w:r>
              <w:rPr>
                <w:rFonts w:cs="Arial"/>
                <w:szCs w:val="20"/>
              </w:rPr>
              <w:t>Decimal numbers</w:t>
            </w:r>
          </w:p>
        </w:tc>
        <w:tc>
          <w:tcPr>
            <w:tcW w:w="5245" w:type="dxa"/>
            <w:tcBorders>
              <w:bottom w:val="single" w:sz="4" w:space="0" w:color="000000"/>
            </w:tcBorders>
            <w:vAlign w:val="center"/>
          </w:tcPr>
          <w:p w14:paraId="67F83CB6" w14:textId="77777777" w:rsidR="00521AF4" w:rsidRPr="00F4283B" w:rsidRDefault="00521AF4" w:rsidP="008339CA">
            <w:pPr>
              <w:rPr>
                <w:rFonts w:cs="Arial"/>
                <w:szCs w:val="20"/>
              </w:rPr>
            </w:pPr>
            <w:r w:rsidRPr="00F4283B">
              <w:rPr>
                <w:rFonts w:cs="Arial"/>
                <w:szCs w:val="20"/>
              </w:rPr>
              <w:t>The delimiter is a dot</w:t>
            </w:r>
          </w:p>
        </w:tc>
        <w:tc>
          <w:tcPr>
            <w:tcW w:w="2119" w:type="dxa"/>
            <w:tcBorders>
              <w:bottom w:val="single" w:sz="4" w:space="0" w:color="000000"/>
            </w:tcBorders>
            <w:vAlign w:val="center"/>
          </w:tcPr>
          <w:p w14:paraId="393E0C53" w14:textId="77777777" w:rsidR="00521AF4" w:rsidRDefault="00521AF4" w:rsidP="008339CA">
            <w:pPr>
              <w:jc w:val="center"/>
              <w:rPr>
                <w:rFonts w:cs="Arial"/>
                <w:szCs w:val="20"/>
              </w:rPr>
            </w:pPr>
            <w:r>
              <w:rPr>
                <w:rFonts w:cs="Arial"/>
                <w:szCs w:val="20"/>
              </w:rPr>
              <w:t>10.5</w:t>
            </w:r>
          </w:p>
        </w:tc>
      </w:tr>
      <w:tr w:rsidR="00521AF4" w14:paraId="170E3A68" w14:textId="77777777" w:rsidTr="008339CA">
        <w:trPr>
          <w:trHeight w:val="329"/>
          <w:jc w:val="center"/>
        </w:trPr>
        <w:tc>
          <w:tcPr>
            <w:tcW w:w="1980" w:type="dxa"/>
            <w:vMerge/>
            <w:vAlign w:val="center"/>
          </w:tcPr>
          <w:p w14:paraId="6A446200" w14:textId="77777777" w:rsidR="00521AF4" w:rsidRDefault="00521AF4" w:rsidP="008339CA">
            <w:pPr>
              <w:rPr>
                <w:rFonts w:cs="Arial"/>
                <w:szCs w:val="20"/>
              </w:rPr>
            </w:pPr>
          </w:p>
        </w:tc>
        <w:tc>
          <w:tcPr>
            <w:tcW w:w="5245" w:type="dxa"/>
            <w:tcBorders>
              <w:top w:val="single" w:sz="4" w:space="0" w:color="000000"/>
              <w:bottom w:val="single" w:sz="4" w:space="0" w:color="000000"/>
            </w:tcBorders>
            <w:vAlign w:val="center"/>
          </w:tcPr>
          <w:p w14:paraId="5C7096FB" w14:textId="77777777" w:rsidR="00521AF4" w:rsidRPr="00F4283B" w:rsidRDefault="00521AF4" w:rsidP="008339CA">
            <w:pPr>
              <w:rPr>
                <w:rFonts w:cs="Arial"/>
                <w:szCs w:val="20"/>
              </w:rPr>
            </w:pPr>
            <w:r w:rsidRPr="00F4283B">
              <w:rPr>
                <w:rFonts w:cs="Arial"/>
                <w:szCs w:val="20"/>
              </w:rPr>
              <w:t>Before the delimiter, a maximum of 15digits is allowed</w:t>
            </w:r>
          </w:p>
        </w:tc>
        <w:tc>
          <w:tcPr>
            <w:tcW w:w="2119" w:type="dxa"/>
            <w:tcBorders>
              <w:top w:val="single" w:sz="4" w:space="0" w:color="000000"/>
              <w:bottom w:val="single" w:sz="4" w:space="0" w:color="000000"/>
            </w:tcBorders>
            <w:vAlign w:val="center"/>
          </w:tcPr>
          <w:p w14:paraId="665CF41F" w14:textId="77777777" w:rsidR="00521AF4" w:rsidRDefault="00521AF4" w:rsidP="008339CA">
            <w:pPr>
              <w:jc w:val="center"/>
              <w:rPr>
                <w:rFonts w:cs="Arial"/>
                <w:szCs w:val="20"/>
              </w:rPr>
            </w:pPr>
            <w:r>
              <w:rPr>
                <w:rFonts w:cs="Arial"/>
                <w:szCs w:val="20"/>
              </w:rPr>
              <w:t>111112222233333.44</w:t>
            </w:r>
          </w:p>
        </w:tc>
      </w:tr>
      <w:tr w:rsidR="00521AF4" w14:paraId="10A410AF" w14:textId="77777777" w:rsidTr="008339CA">
        <w:trPr>
          <w:trHeight w:val="329"/>
          <w:jc w:val="center"/>
        </w:trPr>
        <w:tc>
          <w:tcPr>
            <w:tcW w:w="1980" w:type="dxa"/>
            <w:vMerge/>
            <w:vAlign w:val="center"/>
          </w:tcPr>
          <w:p w14:paraId="17E365E6" w14:textId="77777777" w:rsidR="00521AF4" w:rsidRDefault="00521AF4" w:rsidP="008339CA">
            <w:pPr>
              <w:rPr>
                <w:rFonts w:cs="Arial"/>
                <w:szCs w:val="20"/>
              </w:rPr>
            </w:pPr>
          </w:p>
        </w:tc>
        <w:tc>
          <w:tcPr>
            <w:tcW w:w="5245" w:type="dxa"/>
            <w:tcBorders>
              <w:top w:val="single" w:sz="4" w:space="0" w:color="000000"/>
            </w:tcBorders>
            <w:vAlign w:val="center"/>
          </w:tcPr>
          <w:p w14:paraId="09C8F24A" w14:textId="77777777" w:rsidR="00521AF4" w:rsidRPr="00F4283B" w:rsidRDefault="00521AF4" w:rsidP="008339CA">
            <w:pPr>
              <w:rPr>
                <w:rFonts w:cs="Arial"/>
                <w:szCs w:val="20"/>
              </w:rPr>
            </w:pPr>
            <w:r w:rsidRPr="00F4283B">
              <w:rPr>
                <w:rFonts w:cs="Arial"/>
                <w:szCs w:val="20"/>
              </w:rPr>
              <w:t>After the delimiter, a maximum of 15 digits is allowed</w:t>
            </w:r>
          </w:p>
        </w:tc>
        <w:tc>
          <w:tcPr>
            <w:tcW w:w="2119" w:type="dxa"/>
            <w:tcBorders>
              <w:top w:val="single" w:sz="4" w:space="0" w:color="000000"/>
            </w:tcBorders>
            <w:vAlign w:val="center"/>
          </w:tcPr>
          <w:p w14:paraId="7D03AA2A" w14:textId="77777777" w:rsidR="00521AF4" w:rsidRDefault="00521AF4" w:rsidP="008339CA">
            <w:pPr>
              <w:jc w:val="center"/>
              <w:rPr>
                <w:rFonts w:cs="Arial"/>
                <w:szCs w:val="20"/>
              </w:rPr>
            </w:pPr>
            <w:r>
              <w:rPr>
                <w:rFonts w:cs="Arial"/>
                <w:szCs w:val="20"/>
              </w:rPr>
              <w:t>99.888887777766666</w:t>
            </w:r>
          </w:p>
        </w:tc>
      </w:tr>
      <w:tr w:rsidR="00521AF4" w14:paraId="550A9EC5" w14:textId="77777777" w:rsidTr="008339CA">
        <w:trPr>
          <w:trHeight w:val="329"/>
          <w:jc w:val="center"/>
        </w:trPr>
        <w:tc>
          <w:tcPr>
            <w:tcW w:w="1980" w:type="dxa"/>
            <w:vAlign w:val="center"/>
          </w:tcPr>
          <w:p w14:paraId="0120D422" w14:textId="77777777" w:rsidR="00521AF4" w:rsidRDefault="00521AF4" w:rsidP="008339CA">
            <w:pPr>
              <w:rPr>
                <w:rFonts w:cs="Arial"/>
                <w:szCs w:val="20"/>
              </w:rPr>
            </w:pPr>
            <w:r>
              <w:rPr>
                <w:rFonts w:cs="Arial"/>
                <w:szCs w:val="20"/>
              </w:rPr>
              <w:t>DATE</w:t>
            </w:r>
          </w:p>
        </w:tc>
        <w:tc>
          <w:tcPr>
            <w:tcW w:w="5245" w:type="dxa"/>
            <w:vAlign w:val="center"/>
          </w:tcPr>
          <w:p w14:paraId="6376C58F" w14:textId="77777777" w:rsidR="00521AF4" w:rsidRDefault="00521AF4" w:rsidP="008339CA">
            <w:pPr>
              <w:rPr>
                <w:rFonts w:cs="Arial"/>
                <w:szCs w:val="20"/>
              </w:rPr>
            </w:pPr>
            <w:r>
              <w:rPr>
                <w:rFonts w:cs="Arial"/>
                <w:szCs w:val="20"/>
              </w:rPr>
              <w:t>Format is CCYY-MM-DD</w:t>
            </w:r>
          </w:p>
        </w:tc>
        <w:tc>
          <w:tcPr>
            <w:tcW w:w="2119" w:type="dxa"/>
            <w:vAlign w:val="center"/>
          </w:tcPr>
          <w:p w14:paraId="5E85FB68" w14:textId="77777777" w:rsidR="00521AF4" w:rsidRDefault="00521AF4" w:rsidP="008339CA">
            <w:pPr>
              <w:jc w:val="center"/>
              <w:rPr>
                <w:rFonts w:cs="Arial"/>
                <w:szCs w:val="20"/>
              </w:rPr>
            </w:pPr>
            <w:r>
              <w:rPr>
                <w:rFonts w:cs="Arial"/>
                <w:szCs w:val="20"/>
              </w:rPr>
              <w:t>2011-05-18</w:t>
            </w:r>
          </w:p>
        </w:tc>
      </w:tr>
      <w:tr w:rsidR="00521AF4" w14:paraId="6C73763E" w14:textId="77777777" w:rsidTr="008339CA">
        <w:trPr>
          <w:trHeight w:val="329"/>
          <w:jc w:val="center"/>
        </w:trPr>
        <w:tc>
          <w:tcPr>
            <w:tcW w:w="1980" w:type="dxa"/>
            <w:vAlign w:val="center"/>
          </w:tcPr>
          <w:p w14:paraId="1379CB2E" w14:textId="77777777" w:rsidR="00521AF4" w:rsidRDefault="00521AF4" w:rsidP="008339CA">
            <w:pPr>
              <w:rPr>
                <w:rFonts w:cs="Arial"/>
                <w:szCs w:val="20"/>
              </w:rPr>
            </w:pPr>
            <w:r>
              <w:rPr>
                <w:rFonts w:cs="Arial"/>
                <w:szCs w:val="20"/>
              </w:rPr>
              <w:t>DATETIME</w:t>
            </w:r>
          </w:p>
        </w:tc>
        <w:tc>
          <w:tcPr>
            <w:tcW w:w="5245" w:type="dxa"/>
            <w:vAlign w:val="center"/>
          </w:tcPr>
          <w:p w14:paraId="42744E7F" w14:textId="77777777" w:rsidR="00521AF4" w:rsidRDefault="00521AF4" w:rsidP="008339CA">
            <w:pPr>
              <w:rPr>
                <w:rFonts w:cs="Arial"/>
                <w:szCs w:val="20"/>
              </w:rPr>
            </w:pPr>
            <w:r>
              <w:rPr>
                <w:rFonts w:cs="Arial"/>
                <w:szCs w:val="20"/>
              </w:rPr>
              <w:t>Format is CCYY-MM-DDThh:mm:ss</w:t>
            </w:r>
          </w:p>
        </w:tc>
        <w:tc>
          <w:tcPr>
            <w:tcW w:w="2119" w:type="dxa"/>
            <w:vAlign w:val="center"/>
          </w:tcPr>
          <w:p w14:paraId="02F42D1D" w14:textId="77777777" w:rsidR="00521AF4" w:rsidRDefault="00521AF4" w:rsidP="008339CA">
            <w:pPr>
              <w:jc w:val="center"/>
              <w:rPr>
                <w:rFonts w:cs="Arial"/>
                <w:szCs w:val="20"/>
              </w:rPr>
            </w:pPr>
            <w:r>
              <w:rPr>
                <w:rFonts w:cs="Arial"/>
                <w:szCs w:val="20"/>
              </w:rPr>
              <w:t>2011-05-18T23:59:59</w:t>
            </w:r>
          </w:p>
        </w:tc>
      </w:tr>
      <w:tr w:rsidR="00521AF4" w14:paraId="2346E058" w14:textId="77777777" w:rsidTr="008339CA">
        <w:trPr>
          <w:trHeight w:val="329"/>
          <w:jc w:val="center"/>
        </w:trPr>
        <w:tc>
          <w:tcPr>
            <w:tcW w:w="1980" w:type="dxa"/>
            <w:vAlign w:val="center"/>
          </w:tcPr>
          <w:p w14:paraId="248C1805" w14:textId="77777777" w:rsidR="00521AF4" w:rsidRDefault="00521AF4" w:rsidP="008339CA">
            <w:pPr>
              <w:rPr>
                <w:rFonts w:cs="Arial"/>
                <w:szCs w:val="20"/>
              </w:rPr>
            </w:pPr>
            <w:r>
              <w:rPr>
                <w:rFonts w:cs="Arial"/>
                <w:szCs w:val="20"/>
              </w:rPr>
              <w:t>BOOLEAN</w:t>
            </w:r>
          </w:p>
        </w:tc>
        <w:tc>
          <w:tcPr>
            <w:tcW w:w="5245" w:type="dxa"/>
            <w:vAlign w:val="center"/>
          </w:tcPr>
          <w:p w14:paraId="2D824D29" w14:textId="77777777" w:rsidR="00521AF4" w:rsidRDefault="00521AF4" w:rsidP="008339CA">
            <w:pPr>
              <w:rPr>
                <w:rFonts w:cs="Arial"/>
                <w:szCs w:val="20"/>
              </w:rPr>
            </w:pPr>
            <w:r>
              <w:rPr>
                <w:rFonts w:cs="Arial"/>
                <w:szCs w:val="20"/>
              </w:rPr>
              <w:t>Values must be “true” or “false”</w:t>
            </w:r>
          </w:p>
        </w:tc>
        <w:tc>
          <w:tcPr>
            <w:tcW w:w="2119" w:type="dxa"/>
            <w:vAlign w:val="center"/>
          </w:tcPr>
          <w:p w14:paraId="7AD6F376" w14:textId="77777777" w:rsidR="00521AF4" w:rsidRDefault="00521AF4" w:rsidP="008339CA">
            <w:pPr>
              <w:jc w:val="center"/>
              <w:rPr>
                <w:rFonts w:cs="Arial"/>
                <w:szCs w:val="20"/>
              </w:rPr>
            </w:pPr>
            <w:r>
              <w:rPr>
                <w:rFonts w:cs="Arial"/>
                <w:szCs w:val="20"/>
              </w:rPr>
              <w:t>true</w:t>
            </w:r>
          </w:p>
        </w:tc>
      </w:tr>
      <w:tr w:rsidR="00521AF4" w14:paraId="769CC8A9" w14:textId="77777777" w:rsidTr="008339CA">
        <w:trPr>
          <w:trHeight w:val="329"/>
          <w:jc w:val="center"/>
        </w:trPr>
        <w:tc>
          <w:tcPr>
            <w:tcW w:w="1980" w:type="dxa"/>
            <w:vAlign w:val="center"/>
          </w:tcPr>
          <w:p w14:paraId="711947CA" w14:textId="77777777" w:rsidR="00521AF4" w:rsidRDefault="00521AF4" w:rsidP="008339CA">
            <w:pPr>
              <w:rPr>
                <w:rFonts w:cs="Arial"/>
                <w:szCs w:val="20"/>
              </w:rPr>
            </w:pPr>
            <w:r>
              <w:rPr>
                <w:rFonts w:cs="Arial"/>
                <w:szCs w:val="20"/>
              </w:rPr>
              <w:t>INTEGER</w:t>
            </w:r>
          </w:p>
        </w:tc>
        <w:tc>
          <w:tcPr>
            <w:tcW w:w="5245" w:type="dxa"/>
            <w:vAlign w:val="center"/>
          </w:tcPr>
          <w:p w14:paraId="71E3F695" w14:textId="77777777" w:rsidR="00521AF4" w:rsidRDefault="00521AF4" w:rsidP="008339CA">
            <w:pPr>
              <w:rPr>
                <w:rFonts w:cs="Arial"/>
                <w:szCs w:val="20"/>
              </w:rPr>
            </w:pPr>
            <w:r>
              <w:rPr>
                <w:rFonts w:cs="Arial"/>
                <w:szCs w:val="20"/>
              </w:rPr>
              <w:t>Values must be whole numbers</w:t>
            </w:r>
          </w:p>
        </w:tc>
        <w:tc>
          <w:tcPr>
            <w:tcW w:w="2119" w:type="dxa"/>
            <w:vAlign w:val="center"/>
          </w:tcPr>
          <w:p w14:paraId="5177A90A" w14:textId="77777777" w:rsidR="00521AF4" w:rsidRDefault="00521AF4" w:rsidP="008339CA">
            <w:pPr>
              <w:jc w:val="center"/>
              <w:rPr>
                <w:rFonts w:cs="Arial"/>
                <w:szCs w:val="20"/>
              </w:rPr>
            </w:pPr>
            <w:r>
              <w:rPr>
                <w:rFonts w:cs="Arial"/>
                <w:szCs w:val="20"/>
              </w:rPr>
              <w:t>5</w:t>
            </w:r>
          </w:p>
        </w:tc>
      </w:tr>
      <w:tr w:rsidR="00521AF4" w14:paraId="4C909C51" w14:textId="77777777" w:rsidTr="008339CA">
        <w:trPr>
          <w:trHeight w:val="329"/>
          <w:jc w:val="center"/>
        </w:trPr>
        <w:tc>
          <w:tcPr>
            <w:tcW w:w="1980" w:type="dxa"/>
            <w:vAlign w:val="center"/>
          </w:tcPr>
          <w:p w14:paraId="77CAE80A" w14:textId="77777777" w:rsidR="00521AF4" w:rsidRDefault="00521AF4" w:rsidP="008339CA">
            <w:pPr>
              <w:rPr>
                <w:rFonts w:cs="Arial"/>
                <w:szCs w:val="20"/>
              </w:rPr>
            </w:pPr>
            <w:r>
              <w:rPr>
                <w:rFonts w:cs="Arial"/>
                <w:szCs w:val="20"/>
              </w:rPr>
              <w:t>Currency</w:t>
            </w:r>
          </w:p>
        </w:tc>
        <w:tc>
          <w:tcPr>
            <w:tcW w:w="5245" w:type="dxa"/>
            <w:vAlign w:val="center"/>
          </w:tcPr>
          <w:p w14:paraId="3E34B029" w14:textId="77777777" w:rsidR="00521AF4" w:rsidRDefault="00521AF4" w:rsidP="008339CA">
            <w:pPr>
              <w:rPr>
                <w:rFonts w:cs="Arial"/>
                <w:szCs w:val="20"/>
              </w:rPr>
            </w:pPr>
            <w:r>
              <w:rPr>
                <w:rFonts w:cs="Arial"/>
                <w:szCs w:val="20"/>
              </w:rPr>
              <w:t>The currency is described with three characters.</w:t>
            </w:r>
          </w:p>
        </w:tc>
        <w:tc>
          <w:tcPr>
            <w:tcW w:w="2119" w:type="dxa"/>
            <w:vAlign w:val="center"/>
          </w:tcPr>
          <w:p w14:paraId="0656D75C" w14:textId="77777777" w:rsidR="00521AF4" w:rsidRDefault="00521AF4" w:rsidP="008339CA">
            <w:pPr>
              <w:jc w:val="center"/>
              <w:rPr>
                <w:rFonts w:cs="Arial"/>
                <w:szCs w:val="20"/>
              </w:rPr>
            </w:pPr>
            <w:r>
              <w:rPr>
                <w:rFonts w:cs="Arial"/>
                <w:szCs w:val="20"/>
              </w:rPr>
              <w:t>EUR</w:t>
            </w:r>
          </w:p>
        </w:tc>
      </w:tr>
    </w:tbl>
    <w:p w14:paraId="62C9BC98" w14:textId="77777777" w:rsidR="00521AF4" w:rsidRPr="00F8313E" w:rsidRDefault="00521AF4" w:rsidP="00521AF4">
      <w:pPr>
        <w:rPr>
          <w:rFonts w:cs="Arial"/>
          <w:sz w:val="12"/>
          <w:szCs w:val="20"/>
        </w:rPr>
      </w:pPr>
    </w:p>
    <w:p w14:paraId="46E86DD0" w14:textId="77777777" w:rsidR="00717378" w:rsidRDefault="00717378" w:rsidP="009B0360"/>
    <w:p w14:paraId="46E86DD1" w14:textId="275C5A06" w:rsidR="00521AF4" w:rsidRDefault="00521AF4">
      <w:pPr>
        <w:spacing w:line="240" w:lineRule="auto"/>
      </w:pPr>
      <w:r>
        <w:br w:type="page"/>
      </w:r>
    </w:p>
    <w:p w14:paraId="3A25D8AD" w14:textId="77777777" w:rsidR="00521AF4" w:rsidRPr="000B55CC" w:rsidRDefault="00521AF4" w:rsidP="00521AF4">
      <w:pPr>
        <w:pStyle w:val="berschrift1"/>
      </w:pPr>
      <w:bookmarkStart w:id="12" w:name="_Toc487443235"/>
      <w:bookmarkStart w:id="13" w:name="_Toc492388048"/>
      <w:bookmarkStart w:id="14" w:name="_Toc492907171"/>
      <w:r w:rsidRPr="000B55CC">
        <w:lastRenderedPageBreak/>
        <w:t xml:space="preserve">Composition of </w:t>
      </w:r>
      <w:r>
        <w:t>XML message table</w:t>
      </w:r>
      <w:bookmarkEnd w:id="12"/>
      <w:bookmarkEnd w:id="13"/>
      <w:bookmarkEnd w:id="14"/>
    </w:p>
    <w:p w14:paraId="58F643DB" w14:textId="77777777" w:rsidR="00521AF4" w:rsidRDefault="00521AF4" w:rsidP="00521AF4">
      <w:pPr>
        <w:rPr>
          <w:rFonts w:cs="Arial"/>
          <w:b/>
          <w:color w:val="0070C0"/>
          <w:szCs w:val="20"/>
        </w:rPr>
      </w:pPr>
      <w:r>
        <w:rPr>
          <w:rFonts w:cs="Arial"/>
          <w:szCs w:val="20"/>
        </w:rPr>
        <w:t>The table always starts with the parent-element in the first row.</w:t>
      </w:r>
    </w:p>
    <w:p w14:paraId="7A960EAF" w14:textId="77777777" w:rsidR="00521AF4" w:rsidRDefault="00521AF4" w:rsidP="00521AF4">
      <w:pPr>
        <w:rPr>
          <w:rFonts w:cs="Arial"/>
          <w:b/>
          <w:color w:val="0070C0"/>
          <w:szCs w:val="20"/>
        </w:rPr>
      </w:pPr>
    </w:p>
    <w:tbl>
      <w:tblPr>
        <w:tblStyle w:val="Tabellenraster"/>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598DEDAB"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9BE3F84" w14:textId="77777777" w:rsidR="00521AF4" w:rsidRPr="00EE4E5B" w:rsidRDefault="00521AF4" w:rsidP="008339CA">
            <w:pPr>
              <w:rPr>
                <w:sz w:val="16"/>
              </w:rPr>
            </w:pPr>
            <w:r w:rsidRPr="00EE4E5B">
              <w:rPr>
                <w:b/>
                <w:color w:val="0070C0"/>
                <w:sz w:val="16"/>
              </w:rPr>
              <w:t>1</w:t>
            </w:r>
            <w:r>
              <w:rPr>
                <w:sz w:val="16"/>
              </w:rPr>
              <w:t xml:space="preserve"> - </w:t>
            </w:r>
            <w:r w:rsidRPr="00EE4E5B">
              <w:rPr>
                <w:sz w:val="16"/>
              </w:rPr>
              <w:t>Maximum repetition of the element</w:t>
            </w:r>
          </w:p>
        </w:tc>
        <w:tc>
          <w:tcPr>
            <w:tcW w:w="283" w:type="dxa"/>
            <w:tcBorders>
              <w:top w:val="nil"/>
              <w:left w:val="single" w:sz="12" w:space="0" w:color="006AB2"/>
              <w:bottom w:val="nil"/>
              <w:right w:val="single" w:sz="12" w:space="0" w:color="006AB2"/>
            </w:tcBorders>
            <w:vAlign w:val="center"/>
          </w:tcPr>
          <w:p w14:paraId="4297932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BF61896" w14:textId="77777777" w:rsidR="00521AF4" w:rsidRPr="00EE4E5B" w:rsidRDefault="00521AF4" w:rsidP="008339CA">
            <w:pPr>
              <w:rPr>
                <w:sz w:val="16"/>
              </w:rPr>
            </w:pPr>
            <w:r w:rsidRPr="00EE4E5B">
              <w:rPr>
                <w:b/>
                <w:color w:val="0070C0"/>
                <w:sz w:val="16"/>
              </w:rPr>
              <w:t>3</w:t>
            </w:r>
            <w:r>
              <w:rPr>
                <w:sz w:val="16"/>
              </w:rPr>
              <w:t xml:space="preserve"> - </w:t>
            </w:r>
            <w:r w:rsidRPr="00EE4E5B">
              <w:rPr>
                <w:sz w:val="16"/>
              </w:rPr>
              <w:t>Name of the element</w:t>
            </w:r>
          </w:p>
        </w:tc>
        <w:tc>
          <w:tcPr>
            <w:tcW w:w="283" w:type="dxa"/>
            <w:tcBorders>
              <w:top w:val="nil"/>
              <w:left w:val="single" w:sz="12" w:space="0" w:color="006AB2"/>
              <w:bottom w:val="nil"/>
              <w:right w:val="single" w:sz="12" w:space="0" w:color="006AB2"/>
            </w:tcBorders>
            <w:vAlign w:val="center"/>
          </w:tcPr>
          <w:p w14:paraId="3B1A1A45"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736E927E"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rPr>
              <w:t>5</w:t>
            </w:r>
            <w:r>
              <w:rPr>
                <w:sz w:val="16"/>
              </w:rPr>
              <w:t xml:space="preserve"> - </w:t>
            </w:r>
            <w:r w:rsidRPr="00EE4E5B">
              <w:rPr>
                <w:sz w:val="16"/>
              </w:rPr>
              <w:t>Type of the element</w:t>
            </w:r>
          </w:p>
        </w:tc>
        <w:tc>
          <w:tcPr>
            <w:tcW w:w="283" w:type="dxa"/>
            <w:tcBorders>
              <w:top w:val="nil"/>
              <w:left w:val="single" w:sz="12" w:space="0" w:color="006AB2"/>
              <w:bottom w:val="nil"/>
              <w:right w:val="single" w:sz="12" w:space="0" w:color="006AB2"/>
            </w:tcBorders>
            <w:vAlign w:val="center"/>
          </w:tcPr>
          <w:p w14:paraId="73F6EC46"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2D3270C" w14:textId="77777777" w:rsidR="00521AF4" w:rsidRPr="00EE4E5B" w:rsidRDefault="00521AF4" w:rsidP="008339CA">
            <w:pPr>
              <w:rPr>
                <w:rFonts w:cs="Arial"/>
                <w:sz w:val="16"/>
                <w:szCs w:val="20"/>
              </w:rPr>
            </w:pPr>
            <w:r w:rsidRPr="00EE4E5B">
              <w:rPr>
                <w:b/>
                <w:color w:val="0070C0"/>
                <w:sz w:val="16"/>
              </w:rPr>
              <w:t xml:space="preserve">7 </w:t>
            </w:r>
            <w:r>
              <w:rPr>
                <w:sz w:val="16"/>
              </w:rPr>
              <w:t xml:space="preserve">- </w:t>
            </w:r>
            <w:r w:rsidRPr="00EE4E5B">
              <w:rPr>
                <w:sz w:val="16"/>
              </w:rPr>
              <w:t xml:space="preserve">Specifies whether the element is </w:t>
            </w:r>
            <w:r w:rsidRPr="00997DED">
              <w:rPr>
                <w:color w:val="C00000"/>
                <w:sz w:val="16"/>
              </w:rPr>
              <w:t>mandatory</w:t>
            </w:r>
            <w:r w:rsidRPr="00EE4E5B">
              <w:rPr>
                <w:sz w:val="16"/>
              </w:rPr>
              <w:t xml:space="preserve"> (M) or </w:t>
            </w:r>
            <w:r w:rsidRPr="00997DED">
              <w:rPr>
                <w:color w:val="92D050"/>
                <w:sz w:val="16"/>
              </w:rPr>
              <w:t>conditional</w:t>
            </w:r>
            <w:r w:rsidRPr="00EE4E5B">
              <w:rPr>
                <w:sz w:val="16"/>
              </w:rPr>
              <w:t xml:space="preserve"> (C)</w:t>
            </w:r>
          </w:p>
        </w:tc>
      </w:tr>
    </w:tbl>
    <w:p w14:paraId="34E3B20E" w14:textId="77777777" w:rsidR="00521AF4" w:rsidRDefault="00521AF4" w:rsidP="00521AF4">
      <w:r w:rsidRPr="00856CC1">
        <w:rPr>
          <w:noProof/>
          <w:lang w:val="de-DE" w:eastAsia="de-DE"/>
        </w:rPr>
        <mc:AlternateContent>
          <mc:Choice Requires="wps">
            <w:drawing>
              <wp:anchor distT="0" distB="0" distL="114300" distR="114300" simplePos="0" relativeHeight="251659264" behindDoc="1" locked="0" layoutInCell="1" allowOverlap="1" wp14:anchorId="06AFF5CF" wp14:editId="2775B7A7">
                <wp:simplePos x="0" y="0"/>
                <wp:positionH relativeFrom="margin">
                  <wp:posOffset>4290695</wp:posOffset>
                </wp:positionH>
                <wp:positionV relativeFrom="paragraph">
                  <wp:posOffset>42545</wp:posOffset>
                </wp:positionV>
                <wp:extent cx="336550" cy="247650"/>
                <wp:effectExtent l="38100" t="38100" r="63500" b="57150"/>
                <wp:wrapNone/>
                <wp:docPr id="6080"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2C2D702" id="Gerade Verbindung 41" o:spid="_x0000_s1026" style="position:absolute;flip:x;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DGguC8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8240" behindDoc="1" locked="0" layoutInCell="1" allowOverlap="1" wp14:anchorId="6A135702" wp14:editId="02FDE3A9">
                <wp:simplePos x="0" y="0"/>
                <wp:positionH relativeFrom="margin">
                  <wp:posOffset>3379470</wp:posOffset>
                </wp:positionH>
                <wp:positionV relativeFrom="paragraph">
                  <wp:posOffset>42545</wp:posOffset>
                </wp:positionV>
                <wp:extent cx="293370" cy="245110"/>
                <wp:effectExtent l="38100" t="38100" r="49530" b="59690"/>
                <wp:wrapNone/>
                <wp:docPr id="6081"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450176" id="Gerade Verbindung 41" o:spid="_x0000_s1026" style="position:absolute;flip:x;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HbUCIg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6192" behindDoc="1" locked="0" layoutInCell="1" allowOverlap="1" wp14:anchorId="61138E81" wp14:editId="464EC8FA">
                <wp:simplePos x="0" y="0"/>
                <wp:positionH relativeFrom="margin">
                  <wp:posOffset>274319</wp:posOffset>
                </wp:positionH>
                <wp:positionV relativeFrom="paragraph">
                  <wp:posOffset>45720</wp:posOffset>
                </wp:positionV>
                <wp:extent cx="377825" cy="241935"/>
                <wp:effectExtent l="38100" t="38100" r="60325" b="62865"/>
                <wp:wrapNone/>
                <wp:docPr id="6082"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49B5797" id="Gerade Verbindung 41" o:spid="_x0000_s1026" style="position:absolute;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Bc96TB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7216" behindDoc="1" locked="0" layoutInCell="1" allowOverlap="1" wp14:anchorId="5780EEB1" wp14:editId="0851EE45">
                <wp:simplePos x="0" y="0"/>
                <wp:positionH relativeFrom="margin">
                  <wp:posOffset>1490344</wp:posOffset>
                </wp:positionH>
                <wp:positionV relativeFrom="paragraph">
                  <wp:posOffset>42545</wp:posOffset>
                </wp:positionV>
                <wp:extent cx="381000" cy="245110"/>
                <wp:effectExtent l="38100" t="38100" r="57150" b="59690"/>
                <wp:wrapNone/>
                <wp:docPr id="6083"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373E5C2" id="Gerade Verbindung 41"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4C4GRw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1E32A35F" w14:textId="77777777" w:rsidR="00521AF4" w:rsidRDefault="00521AF4" w:rsidP="00521AF4">
      <w:pPr>
        <w:rPr>
          <w:rFonts w:cs="Arial"/>
          <w:szCs w:val="20"/>
        </w:rPr>
      </w:pPr>
      <w:r>
        <w:rPr>
          <w:noProof/>
          <w:lang w:val="de-DE" w:eastAsia="de-DE"/>
        </w:rPr>
        <mc:AlternateContent>
          <mc:Choice Requires="wps">
            <w:drawing>
              <wp:anchor distT="0" distB="0" distL="114300" distR="114300" simplePos="0" relativeHeight="251655168" behindDoc="0" locked="0" layoutInCell="1" allowOverlap="1" wp14:anchorId="4A2E8B1B" wp14:editId="769B73EE">
                <wp:simplePos x="0" y="0"/>
                <wp:positionH relativeFrom="column">
                  <wp:posOffset>4877171</wp:posOffset>
                </wp:positionH>
                <wp:positionV relativeFrom="paragraph">
                  <wp:posOffset>1074619</wp:posOffset>
                </wp:positionV>
                <wp:extent cx="383908" cy="334645"/>
                <wp:effectExtent l="0" t="0" r="0" b="0"/>
                <wp:wrapNone/>
                <wp:docPr id="6084" name="Textfeld 6084"/>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0662B309" w14:textId="77777777" w:rsidR="00F11582" w:rsidRPr="00540494" w:rsidRDefault="00F11582"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E8B1B" id="_x0000_t202" coordsize="21600,21600" o:spt="202" path="m,l,21600r21600,l21600,xe">
                <v:stroke joinstyle="miter"/>
                <v:path gradientshapeok="t" o:connecttype="rect"/>
              </v:shapetype>
              <v:shape id="Textfeld 6084" o:spid="_x0000_s1026" type="#_x0000_t202" style="position:absolute;margin-left:384.05pt;margin-top:84.6pt;width:30.25pt;height:2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" filled="f" stroked="f" strokeweight=".5pt">
                <v:textbox>
                  <w:txbxContent>
                    <w:p w14:paraId="0662B309" w14:textId="77777777" w:rsidR="00F11582" w:rsidRPr="00540494" w:rsidRDefault="00F11582"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v:textbox>
              </v:shape>
            </w:pict>
          </mc:Fallback>
        </mc:AlternateContent>
      </w:r>
      <w:r>
        <w:rPr>
          <w:noProof/>
          <w:lang w:val="de-DE" w:eastAsia="de-DE"/>
        </w:rPr>
        <mc:AlternateContent>
          <mc:Choice Requires="wps">
            <w:drawing>
              <wp:anchor distT="0" distB="0" distL="114300" distR="114300" simplePos="0" relativeHeight="251652096" behindDoc="0" locked="0" layoutInCell="1" allowOverlap="1" wp14:anchorId="44BB6B98" wp14:editId="651B830E">
                <wp:simplePos x="0" y="0"/>
                <wp:positionH relativeFrom="column">
                  <wp:posOffset>3605530</wp:posOffset>
                </wp:positionH>
                <wp:positionV relativeFrom="paragraph">
                  <wp:posOffset>1075690</wp:posOffset>
                </wp:positionV>
                <wp:extent cx="383908" cy="334645"/>
                <wp:effectExtent l="0" t="0" r="0" b="0"/>
                <wp:wrapNone/>
                <wp:docPr id="6085" name="Textfeld 6085"/>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137B091C" w14:textId="77777777" w:rsidR="00F11582" w:rsidRPr="00D300C1" w:rsidRDefault="00F11582" w:rsidP="00521AF4">
                            <w:pPr>
                              <w:rPr>
                                <w:b/>
                              </w:rPr>
                            </w:pPr>
                            <w:r w:rsidRPr="00D300C1">
                              <w:rPr>
                                <w:rFonts w:cs="Arial"/>
                                <w:b/>
                                <w:color w:val="0070C0"/>
                                <w:sz w:val="36"/>
                                <w:szCs w:val="20"/>
                              </w:rPr>
                              <w:sym w:font="Wingdings" w:char="F08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B6B98" id="Textfeld 6085" o:spid="_x0000_s1027" type="#_x0000_t202" style="position:absolute;margin-left:283.9pt;margin-top:84.7pt;width:30.25pt;height:2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" filled="f" stroked="f" strokeweight=".5pt">
                <v:textbox>
                  <w:txbxContent>
                    <w:p w14:paraId="137B091C" w14:textId="77777777" w:rsidR="00F11582" w:rsidRPr="00D300C1" w:rsidRDefault="00F11582" w:rsidP="00521AF4">
                      <w:pPr>
                        <w:rPr>
                          <w:b/>
                        </w:rPr>
                      </w:pPr>
                      <w:r w:rsidRPr="00D300C1">
                        <w:rPr>
                          <w:rFonts w:cs="Arial"/>
                          <w:b/>
                          <w:color w:val="0070C0"/>
                          <w:sz w:val="36"/>
                          <w:szCs w:val="20"/>
                        </w:rPr>
                        <w:sym w:font="Wingdings" w:char="F086"/>
                      </w:r>
                    </w:p>
                  </w:txbxContent>
                </v:textbox>
              </v:shape>
            </w:pict>
          </mc:Fallback>
        </mc:AlternateContent>
      </w:r>
      <w:r>
        <w:rPr>
          <w:noProof/>
          <w:lang w:val="de-DE" w:eastAsia="de-DE"/>
        </w:rPr>
        <mc:AlternateContent>
          <mc:Choice Requires="wps">
            <w:drawing>
              <wp:anchor distT="0" distB="0" distL="114300" distR="114300" simplePos="0" relativeHeight="251650048" behindDoc="0" locked="0" layoutInCell="1" allowOverlap="1" wp14:anchorId="6B7F8BF2" wp14:editId="1728B748">
                <wp:simplePos x="0" y="0"/>
                <wp:positionH relativeFrom="column">
                  <wp:posOffset>2747010</wp:posOffset>
                </wp:positionH>
                <wp:positionV relativeFrom="paragraph">
                  <wp:posOffset>1075690</wp:posOffset>
                </wp:positionV>
                <wp:extent cx="342028" cy="334645"/>
                <wp:effectExtent l="0" t="0" r="0" b="0"/>
                <wp:wrapNone/>
                <wp:docPr id="6086" name="Textfeld 6086"/>
                <wp:cNvGraphicFramePr/>
                <a:graphic xmlns:a="http://schemas.openxmlformats.org/drawingml/2006/main">
                  <a:graphicData uri="http://schemas.microsoft.com/office/word/2010/wordprocessingShape">
                    <wps:wsp>
                      <wps:cNvSpPr txBox="1"/>
                      <wps:spPr>
                        <a:xfrm>
                          <a:off x="0" y="0"/>
                          <a:ext cx="342028" cy="334645"/>
                        </a:xfrm>
                        <a:prstGeom prst="rect">
                          <a:avLst/>
                        </a:prstGeom>
                        <a:noFill/>
                        <a:ln w="6350">
                          <a:noFill/>
                        </a:ln>
                      </wps:spPr>
                      <wps:txbx>
                        <w:txbxContent>
                          <w:p w14:paraId="72192A6C"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4"/>
                            </w:r>
                          </w:p>
                          <w:p w14:paraId="4A7D545D" w14:textId="77777777" w:rsidR="00F11582" w:rsidRDefault="00F11582"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F8BF2" id="Textfeld 6086" o:spid="_x0000_s1028" type="#_x0000_t202" style="position:absolute;margin-left:216.3pt;margin-top:84.7pt;width:26.95pt;height:26.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" filled="f" stroked="f" strokeweight=".5pt">
                <v:textbox>
                  <w:txbxContent>
                    <w:p w14:paraId="72192A6C"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4"/>
                      </w:r>
                    </w:p>
                    <w:p w14:paraId="4A7D545D" w14:textId="77777777" w:rsidR="00F11582" w:rsidRDefault="00F11582" w:rsidP="00521AF4"/>
                  </w:txbxContent>
                </v:textbox>
              </v:shape>
            </w:pict>
          </mc:Fallback>
        </mc:AlternateContent>
      </w:r>
    </w:p>
    <w:tbl>
      <w:tblPr>
        <w:tblStyle w:val="Tabellenraster"/>
        <w:tblW w:w="8916" w:type="dxa"/>
        <w:tblLayout w:type="fixed"/>
        <w:tblLook w:val="04A0" w:firstRow="1" w:lastRow="0" w:firstColumn="1" w:lastColumn="0" w:noHBand="0" w:noVBand="1"/>
      </w:tblPr>
      <w:tblGrid>
        <w:gridCol w:w="978"/>
        <w:gridCol w:w="236"/>
        <w:gridCol w:w="248"/>
        <w:gridCol w:w="249"/>
        <w:gridCol w:w="249"/>
        <w:gridCol w:w="2420"/>
        <w:gridCol w:w="567"/>
        <w:gridCol w:w="708"/>
        <w:gridCol w:w="709"/>
        <w:gridCol w:w="567"/>
        <w:gridCol w:w="1985"/>
      </w:tblGrid>
      <w:tr w:rsidR="00521AF4" w:rsidRPr="004F51C8" w14:paraId="10E1A03E" w14:textId="77777777" w:rsidTr="008339CA">
        <w:trPr>
          <w:trHeight w:val="285"/>
        </w:trPr>
        <w:tc>
          <w:tcPr>
            <w:tcW w:w="978" w:type="dxa"/>
            <w:tcBorders>
              <w:top w:val="single" w:sz="12" w:space="0" w:color="auto"/>
              <w:left w:val="single" w:sz="12" w:space="0" w:color="auto"/>
              <w:bottom w:val="single" w:sz="12" w:space="0" w:color="auto"/>
              <w:right w:val="dotted" w:sz="4" w:space="0" w:color="auto"/>
            </w:tcBorders>
            <w:shd w:val="clear" w:color="auto" w:fill="auto"/>
            <w:vAlign w:val="center"/>
          </w:tcPr>
          <w:p w14:paraId="17B236A6" w14:textId="77777777" w:rsidR="00521AF4" w:rsidRPr="004F51C8" w:rsidRDefault="00521AF4"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3402"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2AE74E8E"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06BD65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708" w:type="dxa"/>
            <w:tcBorders>
              <w:top w:val="single" w:sz="12" w:space="0" w:color="auto"/>
              <w:left w:val="dotted" w:sz="4" w:space="0" w:color="auto"/>
              <w:bottom w:val="single" w:sz="12" w:space="0" w:color="auto"/>
              <w:right w:val="dotted" w:sz="4" w:space="0" w:color="auto"/>
            </w:tcBorders>
            <w:shd w:val="clear" w:color="auto" w:fill="auto"/>
            <w:vAlign w:val="center"/>
          </w:tcPr>
          <w:p w14:paraId="2AF220EC"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25E5C25F"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7A5E78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1985" w:type="dxa"/>
            <w:tcBorders>
              <w:top w:val="single" w:sz="12" w:space="0" w:color="auto"/>
              <w:left w:val="dotted" w:sz="4" w:space="0" w:color="auto"/>
              <w:bottom w:val="single" w:sz="12" w:space="0" w:color="auto"/>
              <w:right w:val="single" w:sz="12" w:space="0" w:color="auto"/>
            </w:tcBorders>
            <w:shd w:val="clear" w:color="auto" w:fill="auto"/>
            <w:vAlign w:val="center"/>
          </w:tcPr>
          <w:p w14:paraId="1548473D"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521AF4" w:rsidRPr="009D28F2" w14:paraId="2939DB68" w14:textId="77777777" w:rsidTr="008339CA">
        <w:trPr>
          <w:trHeight w:val="60"/>
        </w:trPr>
        <w:tc>
          <w:tcPr>
            <w:tcW w:w="978" w:type="dxa"/>
            <w:tcBorders>
              <w:top w:val="single" w:sz="12" w:space="0" w:color="auto"/>
              <w:left w:val="nil"/>
              <w:bottom w:val="dotted" w:sz="4" w:space="0" w:color="000000"/>
              <w:right w:val="nil"/>
            </w:tcBorders>
            <w:shd w:val="clear" w:color="auto" w:fill="auto"/>
            <w:vAlign w:val="center"/>
          </w:tcPr>
          <w:p w14:paraId="3ACD1D07" w14:textId="77777777" w:rsidR="00521AF4" w:rsidRPr="009D28F2" w:rsidRDefault="00521AF4" w:rsidP="008339CA">
            <w:pPr>
              <w:spacing w:line="240" w:lineRule="auto"/>
              <w:ind w:left="-103"/>
              <w:rPr>
                <w:rFonts w:eastAsia="Times New Roman" w:cs="Arial"/>
                <w:b/>
                <w:bCs/>
                <w:color w:val="000000"/>
                <w:sz w:val="8"/>
                <w:szCs w:val="20"/>
                <w:lang w:eastAsia="de-DE"/>
              </w:rPr>
            </w:pPr>
          </w:p>
        </w:tc>
        <w:tc>
          <w:tcPr>
            <w:tcW w:w="3402" w:type="dxa"/>
            <w:gridSpan w:val="5"/>
            <w:tcBorders>
              <w:top w:val="single" w:sz="12" w:space="0" w:color="auto"/>
              <w:left w:val="nil"/>
              <w:bottom w:val="single" w:sz="4" w:space="0" w:color="000000"/>
              <w:right w:val="nil"/>
            </w:tcBorders>
            <w:shd w:val="clear" w:color="auto" w:fill="auto"/>
            <w:vAlign w:val="center"/>
          </w:tcPr>
          <w:p w14:paraId="69DF595A" w14:textId="77777777" w:rsidR="00521AF4" w:rsidRPr="009D28F2" w:rsidRDefault="00521AF4" w:rsidP="008339CA">
            <w:pPr>
              <w:spacing w:line="240" w:lineRule="auto"/>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3873BA4C" w14:textId="77777777" w:rsidR="00521AF4" w:rsidRPr="009D28F2" w:rsidRDefault="00521AF4" w:rsidP="008339CA">
            <w:pPr>
              <w:spacing w:line="240" w:lineRule="auto"/>
              <w:rPr>
                <w:rFonts w:eastAsia="Times New Roman" w:cs="Arial"/>
                <w:b/>
                <w:bCs/>
                <w:color w:val="000000"/>
                <w:sz w:val="8"/>
                <w:szCs w:val="20"/>
                <w:lang w:eastAsia="de-DE"/>
              </w:rPr>
            </w:pPr>
          </w:p>
        </w:tc>
        <w:tc>
          <w:tcPr>
            <w:tcW w:w="708" w:type="dxa"/>
            <w:tcBorders>
              <w:top w:val="single" w:sz="12" w:space="0" w:color="auto"/>
              <w:left w:val="nil"/>
              <w:bottom w:val="dotted" w:sz="4" w:space="0" w:color="000000"/>
              <w:right w:val="nil"/>
            </w:tcBorders>
            <w:vAlign w:val="center"/>
          </w:tcPr>
          <w:p w14:paraId="4ABEBEF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12B0DCE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26175539"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1985" w:type="dxa"/>
            <w:tcBorders>
              <w:top w:val="single" w:sz="12" w:space="0" w:color="auto"/>
              <w:left w:val="nil"/>
              <w:bottom w:val="dotted" w:sz="4" w:space="0" w:color="000000"/>
              <w:right w:val="nil"/>
            </w:tcBorders>
            <w:vAlign w:val="center"/>
          </w:tcPr>
          <w:p w14:paraId="682D343C" w14:textId="77777777" w:rsidR="00521AF4" w:rsidRPr="009D28F2" w:rsidRDefault="00521AF4" w:rsidP="008339CA">
            <w:pPr>
              <w:spacing w:line="240" w:lineRule="auto"/>
              <w:rPr>
                <w:rFonts w:eastAsia="Times New Roman" w:cs="Arial"/>
                <w:b/>
                <w:bCs/>
                <w:color w:val="000000"/>
                <w:sz w:val="8"/>
                <w:szCs w:val="20"/>
                <w:lang w:eastAsia="de-DE"/>
              </w:rPr>
            </w:pPr>
          </w:p>
        </w:tc>
      </w:tr>
      <w:tr w:rsidR="00521AF4" w:rsidRPr="007156A7" w14:paraId="036CD65F" w14:textId="77777777" w:rsidTr="008339CA">
        <w:trPr>
          <w:trHeight w:val="185"/>
        </w:trPr>
        <w:tc>
          <w:tcPr>
            <w:tcW w:w="978" w:type="dxa"/>
            <w:tcBorders>
              <w:top w:val="dotted" w:sz="4" w:space="0" w:color="000000"/>
              <w:left w:val="dotted" w:sz="4" w:space="0" w:color="000000"/>
              <w:bottom w:val="dotted" w:sz="4" w:space="0" w:color="000000"/>
            </w:tcBorders>
            <w:shd w:val="clear" w:color="auto" w:fill="auto"/>
            <w:vAlign w:val="center"/>
          </w:tcPr>
          <w:p w14:paraId="2BA2F70E" w14:textId="77777777" w:rsidR="00521AF4" w:rsidRPr="008A2E18" w:rsidRDefault="00521AF4" w:rsidP="008339CA">
            <w:pPr>
              <w:ind w:left="-103"/>
              <w:jc w:val="right"/>
              <w:rPr>
                <w:rFonts w:ascii="Consolas" w:hAnsi="Consolas"/>
                <w:noProof/>
                <w:sz w:val="16"/>
                <w:szCs w:val="16"/>
                <w:lang w:eastAsia="de-DE"/>
              </w:rPr>
            </w:pPr>
            <w:r>
              <w:rPr>
                <w:noProof/>
                <w:lang w:val="de-DE" w:eastAsia="de-DE"/>
              </w:rPr>
              <mc:AlternateContent>
                <mc:Choice Requires="wps">
                  <w:drawing>
                    <wp:anchor distT="0" distB="0" distL="114300" distR="114300" simplePos="0" relativeHeight="251654144" behindDoc="0" locked="0" layoutInCell="1" allowOverlap="1" wp14:anchorId="100BFC15" wp14:editId="36D26A93">
                      <wp:simplePos x="0" y="0"/>
                      <wp:positionH relativeFrom="column">
                        <wp:posOffset>232410</wp:posOffset>
                      </wp:positionH>
                      <wp:positionV relativeFrom="paragraph">
                        <wp:posOffset>-119380</wp:posOffset>
                      </wp:positionV>
                      <wp:extent cx="355600" cy="334645"/>
                      <wp:effectExtent l="0" t="0" r="0" b="0"/>
                      <wp:wrapNone/>
                      <wp:docPr id="6087" name="Textfeld 608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1EECB01B"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1"/>
                                  </w:r>
                                </w:p>
                                <w:p w14:paraId="792CCE00" w14:textId="77777777" w:rsidR="00F11582" w:rsidRDefault="00F11582"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BFC15" id="Textfeld 6087" o:spid="_x0000_s1029" type="#_x0000_t202" style="position:absolute;left:0;text-align:left;margin-left:18.3pt;margin-top:-9.4pt;width:2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" filled="f" stroked="f" strokeweight=".5pt">
                      <v:textbox>
                        <w:txbxContent>
                          <w:p w14:paraId="1EECB01B"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1"/>
                            </w:r>
                          </w:p>
                          <w:p w14:paraId="792CCE00" w14:textId="77777777" w:rsidR="00F11582" w:rsidRDefault="00F11582" w:rsidP="00521AF4"/>
                        </w:txbxContent>
                      </v:textbox>
                    </v:shape>
                  </w:pict>
                </mc:Fallback>
              </mc:AlternateContent>
            </w:r>
          </w:p>
        </w:tc>
        <w:tc>
          <w:tcPr>
            <w:tcW w:w="3402" w:type="dxa"/>
            <w:gridSpan w:val="5"/>
            <w:tcBorders>
              <w:top w:val="single" w:sz="4" w:space="0" w:color="000000"/>
              <w:right w:val="single" w:sz="4" w:space="0" w:color="000000"/>
            </w:tcBorders>
            <w:shd w:val="clear" w:color="auto" w:fill="auto"/>
            <w:vAlign w:val="center"/>
          </w:tcPr>
          <w:p w14:paraId="25EC987F" w14:textId="77777777" w:rsidR="00521AF4" w:rsidRPr="008A2E18" w:rsidRDefault="00521AF4" w:rsidP="008339CA">
            <w:pPr>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0A313C3" w14:textId="77777777" w:rsidR="00521AF4" w:rsidRPr="00E21F58" w:rsidRDefault="00521AF4" w:rsidP="008339CA">
            <w:pPr>
              <w:jc w:val="center"/>
              <w:rPr>
                <w:rFonts w:ascii="Consolas" w:hAnsi="Consolas"/>
                <w:noProof/>
                <w:sz w:val="22"/>
                <w:lang w:eastAsia="de-DE"/>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0B39C83B" w14:textId="77777777" w:rsidR="00521AF4" w:rsidRPr="008A2E18" w:rsidRDefault="00521AF4" w:rsidP="008339CA">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2C32F3D" w14:textId="77777777" w:rsidR="00521AF4" w:rsidRPr="008A2E18" w:rsidRDefault="00521AF4" w:rsidP="008339CA">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F81827" w14:textId="77777777" w:rsidR="00521AF4" w:rsidRPr="008A2E18" w:rsidRDefault="00521AF4" w:rsidP="008339CA">
            <w:pPr>
              <w:jc w:val="center"/>
              <w:rPr>
                <w:rFonts w:cs="Arial"/>
                <w:sz w:val="16"/>
                <w:szCs w:val="16"/>
                <w:lang w:val="de-DE" w:eastAsia="zh-TW"/>
              </w:rPr>
            </w:pPr>
          </w:p>
        </w:tc>
        <w:tc>
          <w:tcPr>
            <w:tcW w:w="1985" w:type="dxa"/>
            <w:tcBorders>
              <w:top w:val="dotted" w:sz="4" w:space="0" w:color="000000"/>
              <w:left w:val="dotted" w:sz="4" w:space="0" w:color="000000"/>
              <w:bottom w:val="dotted" w:sz="4" w:space="0" w:color="000000"/>
              <w:right w:val="dotted" w:sz="4" w:space="0" w:color="000000"/>
            </w:tcBorders>
            <w:vAlign w:val="center"/>
          </w:tcPr>
          <w:p w14:paraId="4CC3825C" w14:textId="77777777" w:rsidR="00521AF4" w:rsidRPr="008A2E18" w:rsidRDefault="00521AF4" w:rsidP="008339CA">
            <w:pPr>
              <w:rPr>
                <w:rFonts w:cs="Arial"/>
                <w:sz w:val="16"/>
                <w:szCs w:val="16"/>
                <w:lang w:val="de-DE" w:eastAsia="zh-TW"/>
              </w:rPr>
            </w:pPr>
          </w:p>
        </w:tc>
      </w:tr>
      <w:tr w:rsidR="00521AF4" w:rsidRPr="007156A7" w14:paraId="666B3479" w14:textId="77777777" w:rsidTr="008339CA">
        <w:trPr>
          <w:trHeight w:val="237"/>
        </w:trPr>
        <w:tc>
          <w:tcPr>
            <w:tcW w:w="978" w:type="dxa"/>
            <w:tcBorders>
              <w:top w:val="dotted" w:sz="4" w:space="0" w:color="000000"/>
              <w:left w:val="dotted" w:sz="4" w:space="0" w:color="000000"/>
              <w:bottom w:val="dotted" w:sz="4" w:space="0" w:color="000000"/>
            </w:tcBorders>
            <w:vAlign w:val="center"/>
          </w:tcPr>
          <w:p w14:paraId="0168B0EA" w14:textId="77777777" w:rsidR="00521AF4" w:rsidRPr="008A2E18" w:rsidRDefault="00521AF4" w:rsidP="008339C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36" w:type="dxa"/>
            <w:tcBorders>
              <w:right w:val="dotted" w:sz="4" w:space="0" w:color="auto"/>
            </w:tcBorders>
            <w:shd w:val="clear" w:color="auto" w:fill="D9D9D9" w:themeFill="background1" w:themeFillShade="D9"/>
            <w:vAlign w:val="center"/>
          </w:tcPr>
          <w:p w14:paraId="2857AF8A" w14:textId="77777777" w:rsidR="00521AF4" w:rsidRPr="008A2E18" w:rsidRDefault="00521AF4" w:rsidP="008339CA">
            <w:pPr>
              <w:rPr>
                <w:rFonts w:ascii="Consolas" w:hAnsi="Consolas"/>
                <w:b/>
                <w:noProof/>
                <w:sz w:val="16"/>
                <w:szCs w:val="16"/>
                <w:lang w:eastAsia="de-DE"/>
              </w:rPr>
            </w:pPr>
          </w:p>
        </w:tc>
        <w:tc>
          <w:tcPr>
            <w:tcW w:w="3166" w:type="dxa"/>
            <w:gridSpan w:val="4"/>
            <w:tcBorders>
              <w:left w:val="dotted" w:sz="4" w:space="0" w:color="auto"/>
              <w:right w:val="single" w:sz="4" w:space="0" w:color="000000"/>
            </w:tcBorders>
            <w:vAlign w:val="center"/>
          </w:tcPr>
          <w:p w14:paraId="46F61341" w14:textId="77777777" w:rsidR="00521AF4" w:rsidRPr="00997DED" w:rsidRDefault="00521AF4" w:rsidP="008339CA">
            <w:pPr>
              <w:rPr>
                <w:rFonts w:ascii="Consolas" w:hAnsi="Consolas"/>
                <w:noProof/>
                <w:sz w:val="14"/>
                <w:szCs w:val="14"/>
                <w:lang w:eastAsia="de-DE"/>
              </w:rPr>
            </w:pPr>
            <w:r w:rsidRPr="00997DED">
              <w:rPr>
                <w:noProof/>
                <w:sz w:val="14"/>
                <w:szCs w:val="14"/>
                <w:lang w:val="de-DE" w:eastAsia="de-DE"/>
              </w:rPr>
              <mc:AlternateContent>
                <mc:Choice Requires="wps">
                  <w:drawing>
                    <wp:anchor distT="0" distB="0" distL="114300" distR="114300" simplePos="0" relativeHeight="251649024" behindDoc="1" locked="0" layoutInCell="1" allowOverlap="1" wp14:anchorId="414F650A" wp14:editId="1DE41018">
                      <wp:simplePos x="0" y="0"/>
                      <wp:positionH relativeFrom="column">
                        <wp:posOffset>1005840</wp:posOffset>
                      </wp:positionH>
                      <wp:positionV relativeFrom="paragraph">
                        <wp:posOffset>-328930</wp:posOffset>
                      </wp:positionV>
                      <wp:extent cx="369570" cy="334645"/>
                      <wp:effectExtent l="0" t="0" r="0" b="0"/>
                      <wp:wrapNone/>
                      <wp:docPr id="6088" name="Textfeld 6088"/>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488FA95D"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3"/>
                                  </w:r>
                                </w:p>
                                <w:p w14:paraId="4A612329" w14:textId="77777777" w:rsidR="00F11582" w:rsidRPr="00D300C1" w:rsidRDefault="00F11582"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F650A" id="Textfeld 6088" o:spid="_x0000_s1030" type="#_x0000_t202" style="position:absolute;margin-left:79.2pt;margin-top:-25.9pt;width:29.1pt;height:2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" filled="f" stroked="f" strokeweight=".5pt">
                      <v:textbox>
                        <w:txbxContent>
                          <w:p w14:paraId="488FA95D"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3"/>
                            </w:r>
                          </w:p>
                          <w:p w14:paraId="4A612329" w14:textId="77777777" w:rsidR="00F11582" w:rsidRPr="00D300C1" w:rsidRDefault="00F11582" w:rsidP="00521AF4">
                            <w:pPr>
                              <w:rPr>
                                <w:b/>
                              </w:rPr>
                            </w:pPr>
                          </w:p>
                        </w:txbxContent>
                      </v:textbox>
                    </v:shape>
                  </w:pict>
                </mc:Fallback>
              </mc:AlternateContent>
            </w:r>
            <w:r w:rsidRPr="00997DED">
              <w:rPr>
                <w:rFonts w:ascii="Consolas" w:hAnsi="Consolas"/>
                <w:noProof/>
                <w:sz w:val="14"/>
                <w:szCs w:val="14"/>
                <w:lang w:eastAsia="de-DE"/>
              </w:rPr>
              <w:t>&lt;example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694D8CF3" w14:textId="77777777" w:rsidR="00521AF4" w:rsidRPr="00E21F58" w:rsidRDefault="00521AF4"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5F2530D3" w14:textId="77777777" w:rsidR="00521AF4" w:rsidRPr="00B94AEB" w:rsidRDefault="00521AF4" w:rsidP="008339CA">
            <w:pPr>
              <w:autoSpaceDE w:val="0"/>
              <w:autoSpaceDN w:val="0"/>
              <w:adjustRightInd w:val="0"/>
              <w:spacing w:line="240" w:lineRule="auto"/>
              <w:jc w:val="center"/>
              <w:rPr>
                <w:rFonts w:cs="Arial"/>
                <w:sz w:val="10"/>
                <w:szCs w:val="10"/>
                <w:lang w:val="de-DE" w:eastAsia="zh-TW"/>
              </w:rPr>
            </w:pPr>
            <w:r w:rsidRPr="00B94AEB">
              <w:rPr>
                <w:noProof/>
                <w:sz w:val="10"/>
                <w:szCs w:val="10"/>
                <w:lang w:val="de-DE" w:eastAsia="de-DE"/>
              </w:rPr>
              <mc:AlternateContent>
                <mc:Choice Requires="wps">
                  <w:drawing>
                    <wp:anchor distT="0" distB="0" distL="114300" distR="114300" simplePos="0" relativeHeight="251651072" behindDoc="0" locked="0" layoutInCell="1" allowOverlap="1" wp14:anchorId="514A2BEE" wp14:editId="258420AE">
                      <wp:simplePos x="0" y="0"/>
                      <wp:positionH relativeFrom="column">
                        <wp:posOffset>-49530</wp:posOffset>
                      </wp:positionH>
                      <wp:positionV relativeFrom="paragraph">
                        <wp:posOffset>-339725</wp:posOffset>
                      </wp:positionV>
                      <wp:extent cx="418465" cy="334645"/>
                      <wp:effectExtent l="0" t="0" r="0" b="0"/>
                      <wp:wrapNone/>
                      <wp:docPr id="6089" name="Textfeld 6089"/>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7CD8FF39"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5"/>
                                  </w:r>
                                </w:p>
                                <w:p w14:paraId="2BC435B4" w14:textId="77777777" w:rsidR="00F11582" w:rsidRDefault="00F11582"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A2BEE" id="Textfeld 6089" o:spid="_x0000_s1031" type="#_x0000_t202" style="position:absolute;left:0;text-align:left;margin-left:-3.9pt;margin-top:-26.75pt;width:32.95pt;height:2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" filled="f" stroked="f" strokeweight=".5pt">
                      <v:textbox>
                        <w:txbxContent>
                          <w:p w14:paraId="7CD8FF39"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5"/>
                            </w:r>
                          </w:p>
                          <w:p w14:paraId="2BC435B4" w14:textId="77777777" w:rsidR="00F11582" w:rsidRDefault="00F11582" w:rsidP="00521AF4"/>
                        </w:txbxContent>
                      </v:textbox>
                    </v:shape>
                  </w:pict>
                </mc:Fallback>
              </mc:AlternateContent>
            </w:r>
            <w:r w:rsidRPr="00B94AEB">
              <w:rPr>
                <w:rFonts w:cs="Arial"/>
                <w:sz w:val="10"/>
                <w:szCs w:val="10"/>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0CEF3BB"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rFonts w:cs="Arial"/>
                <w:sz w:val="14"/>
                <w:szCs w:val="14"/>
                <w:lang w:val="de-DE" w:eastAsia="zh-TW"/>
              </w:rPr>
              <w:t>35</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E69280D"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noProof/>
                <w:sz w:val="14"/>
                <w:szCs w:val="14"/>
                <w:lang w:val="de-DE" w:eastAsia="de-DE"/>
              </w:rPr>
              <mc:AlternateContent>
                <mc:Choice Requires="wps">
                  <w:drawing>
                    <wp:anchor distT="0" distB="0" distL="114300" distR="114300" simplePos="0" relativeHeight="251653120" behindDoc="0" locked="0" layoutInCell="1" allowOverlap="1" wp14:anchorId="58E6772B" wp14:editId="1C76A329">
                      <wp:simplePos x="0" y="0"/>
                      <wp:positionH relativeFrom="column">
                        <wp:posOffset>-89535</wp:posOffset>
                      </wp:positionH>
                      <wp:positionV relativeFrom="paragraph">
                        <wp:posOffset>-344805</wp:posOffset>
                      </wp:positionV>
                      <wp:extent cx="418465" cy="334645"/>
                      <wp:effectExtent l="0" t="0" r="0" b="0"/>
                      <wp:wrapNone/>
                      <wp:docPr id="6090" name="Textfeld 6090"/>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23368251" w14:textId="77777777" w:rsidR="00F11582" w:rsidRPr="00D300C1" w:rsidRDefault="00F11582"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F11582" w:rsidRPr="00D300C1" w:rsidRDefault="00F11582"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6772B" id="Textfeld 6090" o:spid="_x0000_s1032" type="#_x0000_t202" style="position:absolute;left:0;text-align:left;margin-left:-7.05pt;margin-top:-27.15pt;width:32.95pt;height:26.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" filled="f" stroked="f" strokeweight=".5pt">
                      <v:textbox>
                        <w:txbxContent>
                          <w:p w14:paraId="23368251" w14:textId="77777777" w:rsidR="00F11582" w:rsidRPr="00D300C1" w:rsidRDefault="00F11582"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F11582" w:rsidRPr="00D300C1" w:rsidRDefault="00F11582" w:rsidP="00521AF4">
                            <w:pPr>
                              <w:rPr>
                                <w:b/>
                              </w:rPr>
                            </w:pPr>
                          </w:p>
                        </w:txbxContent>
                      </v:textbox>
                    </v:shape>
                  </w:pict>
                </mc:Fallback>
              </mc:AlternateContent>
            </w:r>
            <w:r w:rsidRPr="00997DED">
              <w:rPr>
                <w:rFonts w:cs="Arial"/>
                <w:sz w:val="14"/>
                <w:szCs w:val="14"/>
                <w:lang w:val="de-DE" w:eastAsia="zh-TW"/>
              </w:rPr>
              <w:t>C</w:t>
            </w:r>
          </w:p>
        </w:tc>
        <w:tc>
          <w:tcPr>
            <w:tcW w:w="1985" w:type="dxa"/>
            <w:tcBorders>
              <w:top w:val="dotted" w:sz="4" w:space="0" w:color="000000"/>
              <w:left w:val="dotted" w:sz="4" w:space="0" w:color="000000"/>
              <w:bottom w:val="dotted" w:sz="4" w:space="0" w:color="000000"/>
              <w:right w:val="dotted" w:sz="4" w:space="0" w:color="000000"/>
            </w:tcBorders>
            <w:vAlign w:val="center"/>
          </w:tcPr>
          <w:p w14:paraId="73322966" w14:textId="77777777" w:rsidR="00521AF4" w:rsidRPr="00997DED" w:rsidRDefault="00521AF4" w:rsidP="008339CA">
            <w:pPr>
              <w:autoSpaceDE w:val="0"/>
              <w:autoSpaceDN w:val="0"/>
              <w:adjustRightInd w:val="0"/>
              <w:spacing w:line="240" w:lineRule="auto"/>
              <w:rPr>
                <w:rFonts w:cs="Arial"/>
                <w:sz w:val="14"/>
                <w:szCs w:val="14"/>
                <w:lang w:eastAsia="zh-TW"/>
              </w:rPr>
            </w:pPr>
            <w:r w:rsidRPr="00997DED">
              <w:rPr>
                <w:rFonts w:cs="Arial"/>
                <w:sz w:val="14"/>
                <w:szCs w:val="14"/>
                <w:lang w:eastAsia="zh-TW"/>
              </w:rPr>
              <w:t>Keyword1</w:t>
            </w:r>
          </w:p>
        </w:tc>
      </w:tr>
      <w:tr w:rsidR="00521AF4" w:rsidRPr="007156A7" w14:paraId="39241E86"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C90111" w14:textId="77777777" w:rsidR="00521AF4" w:rsidRPr="0059648E" w:rsidRDefault="00521AF4" w:rsidP="008339CA">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36" w:type="dxa"/>
            <w:tcBorders>
              <w:right w:val="dotted" w:sz="4" w:space="0" w:color="auto"/>
            </w:tcBorders>
            <w:shd w:val="clear" w:color="auto" w:fill="D9D9D9" w:themeFill="background1" w:themeFillShade="D9"/>
            <w:vAlign w:val="center"/>
          </w:tcPr>
          <w:p w14:paraId="6F3AAD5C"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39198780" w14:textId="77777777" w:rsidR="00521AF4" w:rsidRPr="008A2E18" w:rsidRDefault="00521AF4" w:rsidP="008339CA">
            <w:pPr>
              <w:rPr>
                <w:rFonts w:ascii="Consolas" w:hAnsi="Consolas"/>
                <w:noProof/>
                <w:sz w:val="16"/>
                <w:szCs w:val="16"/>
                <w:lang w:eastAsia="de-DE"/>
              </w:rPr>
            </w:pPr>
          </w:p>
        </w:tc>
        <w:tc>
          <w:tcPr>
            <w:tcW w:w="2918" w:type="dxa"/>
            <w:gridSpan w:val="3"/>
            <w:tcBorders>
              <w:left w:val="dotted" w:sz="4" w:space="0" w:color="000000"/>
              <w:right w:val="single" w:sz="4" w:space="0" w:color="000000"/>
            </w:tcBorders>
            <w:shd w:val="clear" w:color="auto" w:fill="auto"/>
            <w:vAlign w:val="center"/>
          </w:tcPr>
          <w:p w14:paraId="237014B1" w14:textId="77777777" w:rsidR="00521AF4" w:rsidRPr="00997DED" w:rsidRDefault="00521AF4" w:rsidP="008339CA">
            <w:pPr>
              <w:jc w:val="both"/>
              <w:rPr>
                <w:rFonts w:ascii="Consolas" w:hAnsi="Consolas"/>
                <w:noProof/>
                <w:sz w:val="14"/>
                <w:szCs w:val="14"/>
                <w:lang w:eastAsia="de-DE"/>
              </w:rPr>
            </w:pPr>
            <w:r>
              <w:rPr>
                <w:rFonts w:ascii="Consolas" w:hAnsi="Consolas"/>
                <w:noProof/>
                <w:sz w:val="14"/>
                <w:szCs w:val="14"/>
                <w:lang w:eastAsia="de-DE"/>
              </w:rPr>
              <w:t xml:space="preserve">&lt;next level </w:t>
            </w:r>
            <w:r w:rsidRPr="00997DED">
              <w:rPr>
                <w:rFonts w:ascii="Consolas" w:hAnsi="Consolas"/>
                <w:noProof/>
                <w:sz w:val="14"/>
                <w:szCs w:val="14"/>
                <w:lang w:eastAsia="de-DE"/>
              </w:rPr>
              <w: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1DD67FF4"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48F76937" w14:textId="77777777" w:rsidR="00521AF4" w:rsidRPr="00B94AEB" w:rsidRDefault="00521AF4" w:rsidP="008339CA">
            <w:pPr>
              <w:autoSpaceDE w:val="0"/>
              <w:autoSpaceDN w:val="0"/>
              <w:adjustRightInd w:val="0"/>
              <w:spacing w:line="240" w:lineRule="auto"/>
              <w:jc w:val="center"/>
              <w:rPr>
                <w:rFonts w:cs="Arial"/>
                <w:sz w:val="10"/>
                <w:szCs w:val="10"/>
                <w:lang w:eastAsia="zh-TW"/>
              </w:rPr>
            </w:pPr>
            <w:r w:rsidRPr="00B94AEB">
              <w:rPr>
                <w:rFonts w:cs="Arial"/>
                <w:sz w:val="10"/>
                <w:szCs w:val="10"/>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568C37F3"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C4B3E5E"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M</w:t>
            </w:r>
          </w:p>
        </w:tc>
        <w:tc>
          <w:tcPr>
            <w:tcW w:w="1985" w:type="dxa"/>
            <w:tcBorders>
              <w:top w:val="dotted" w:sz="4" w:space="0" w:color="000000"/>
              <w:left w:val="dotted" w:sz="4" w:space="0" w:color="000000"/>
              <w:bottom w:val="dotted" w:sz="4" w:space="0" w:color="000000"/>
              <w:right w:val="dotted" w:sz="4" w:space="0" w:color="auto"/>
            </w:tcBorders>
            <w:vAlign w:val="center"/>
          </w:tcPr>
          <w:p w14:paraId="4DA474DD" w14:textId="77777777" w:rsidR="00521AF4" w:rsidRPr="00997DED" w:rsidRDefault="00521AF4" w:rsidP="008339CA">
            <w:pPr>
              <w:autoSpaceDE w:val="0"/>
              <w:autoSpaceDN w:val="0"/>
              <w:adjustRightInd w:val="0"/>
              <w:spacing w:line="240" w:lineRule="auto"/>
              <w:rPr>
                <w:rFonts w:eastAsia="Times New Roman" w:cs="Arial"/>
                <w:sz w:val="14"/>
                <w:szCs w:val="14"/>
                <w:lang w:eastAsia="de-DE"/>
              </w:rPr>
            </w:pPr>
            <w:r w:rsidRPr="00997DED">
              <w:rPr>
                <w:rFonts w:eastAsia="Times New Roman" w:cs="Arial"/>
                <w:sz w:val="14"/>
                <w:szCs w:val="14"/>
                <w:lang w:eastAsia="de-DE"/>
              </w:rPr>
              <w:t>Keyword2</w:t>
            </w:r>
          </w:p>
        </w:tc>
      </w:tr>
      <w:tr w:rsidR="00521AF4" w:rsidRPr="007156A7" w14:paraId="17F96E35"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B3C529"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409F7E80" w14:textId="77777777" w:rsidR="00521AF4" w:rsidRPr="008A2E18" w:rsidRDefault="00521AF4" w:rsidP="008339CA">
            <w:pPr>
              <w:rPr>
                <w:rFonts w:ascii="Consolas" w:hAnsi="Consolas"/>
                <w:b/>
                <w:noProof/>
                <w:sz w:val="16"/>
                <w:szCs w:val="16"/>
                <w:lang w:eastAsia="de-DE"/>
              </w:rPr>
            </w:pPr>
            <w:r>
              <w:rPr>
                <w:noProof/>
                <w:lang w:val="de-DE" w:eastAsia="de-DE"/>
              </w:rPr>
              <mc:AlternateContent>
                <mc:Choice Requires="wps">
                  <w:drawing>
                    <wp:anchor distT="0" distB="0" distL="114300" distR="114300" simplePos="0" relativeHeight="251648000" behindDoc="0" locked="0" layoutInCell="1" allowOverlap="1" wp14:anchorId="0E5E1D03" wp14:editId="4B8BA9A5">
                      <wp:simplePos x="0" y="0"/>
                      <wp:positionH relativeFrom="column">
                        <wp:posOffset>-144145</wp:posOffset>
                      </wp:positionH>
                      <wp:positionV relativeFrom="paragraph">
                        <wp:posOffset>5080</wp:posOffset>
                      </wp:positionV>
                      <wp:extent cx="355600" cy="334645"/>
                      <wp:effectExtent l="0" t="0" r="0" b="0"/>
                      <wp:wrapNone/>
                      <wp:docPr id="6091" name="Textfeld 6091"/>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413B975A" w14:textId="77777777" w:rsidR="00F11582" w:rsidRPr="00D300C1" w:rsidRDefault="00F11582"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E1D03" id="Textfeld 6091" o:spid="_x0000_s1033" type="#_x0000_t202" style="position:absolute;margin-left:-11.35pt;margin-top:.4pt;width:28pt;height:26.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" filled="f" stroked="f" strokeweight=".5pt">
                      <v:textbox>
                        <w:txbxContent>
                          <w:p w14:paraId="413B975A" w14:textId="77777777" w:rsidR="00F11582" w:rsidRPr="00D300C1" w:rsidRDefault="00F11582" w:rsidP="00521AF4">
                            <w:pPr>
                              <w:rPr>
                                <w:b/>
                              </w:rPr>
                            </w:pPr>
                            <w:r w:rsidRPr="00D300C1">
                              <w:rPr>
                                <w:rFonts w:cs="Arial"/>
                                <w:b/>
                                <w:color w:val="0070C0"/>
                                <w:sz w:val="36"/>
                                <w:szCs w:val="20"/>
                              </w:rPr>
                              <w:sym w:font="Wingdings" w:char="F082"/>
                            </w:r>
                          </w:p>
                        </w:txbxContent>
                      </v:textbox>
                    </v:shape>
                  </w:pict>
                </mc:Fallback>
              </mc:AlternateContent>
            </w:r>
          </w:p>
        </w:tc>
        <w:tc>
          <w:tcPr>
            <w:tcW w:w="248" w:type="dxa"/>
            <w:tcBorders>
              <w:left w:val="dotted" w:sz="4" w:space="0" w:color="auto"/>
              <w:right w:val="dotted" w:sz="4" w:space="0" w:color="000000"/>
            </w:tcBorders>
            <w:shd w:val="clear" w:color="auto" w:fill="BFBFBF" w:themeFill="background1" w:themeFillShade="BF"/>
            <w:vAlign w:val="center"/>
          </w:tcPr>
          <w:p w14:paraId="41C4CE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363B10A2" w14:textId="77777777" w:rsidR="00521AF4" w:rsidRPr="00E21F58" w:rsidRDefault="00521AF4" w:rsidP="008339CA">
            <w:pPr>
              <w:rPr>
                <w:rFonts w:ascii="Consolas" w:hAnsi="Consolas"/>
                <w:noProof/>
                <w:sz w:val="16"/>
                <w:szCs w:val="16"/>
                <w:lang w:eastAsia="de-DE"/>
              </w:rPr>
            </w:pPr>
          </w:p>
        </w:tc>
        <w:tc>
          <w:tcPr>
            <w:tcW w:w="2669" w:type="dxa"/>
            <w:gridSpan w:val="2"/>
            <w:tcBorders>
              <w:left w:val="dotted" w:sz="4" w:space="0" w:color="000000"/>
              <w:right w:val="single" w:sz="4" w:space="0" w:color="000000"/>
            </w:tcBorders>
            <w:shd w:val="clear" w:color="auto" w:fill="auto"/>
            <w:vAlign w:val="center"/>
          </w:tcPr>
          <w:p w14:paraId="12F9DBA4"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166BCC51"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4089F992"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8382E15"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E4C9F8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0C905429"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r w:rsidR="00521AF4" w:rsidRPr="007156A7" w14:paraId="0336CD71"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57059B67"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0D27A872"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4575D1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53FB2B14" w14:textId="77777777" w:rsidR="00521AF4" w:rsidRPr="00E21F5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808080" w:themeFill="background1" w:themeFillShade="80"/>
            <w:vAlign w:val="center"/>
          </w:tcPr>
          <w:p w14:paraId="65B070AF" w14:textId="77777777" w:rsidR="00521AF4" w:rsidRPr="00E21F58" w:rsidRDefault="00521AF4" w:rsidP="008339CA">
            <w:pPr>
              <w:jc w:val="both"/>
              <w:rPr>
                <w:rFonts w:ascii="Consolas" w:hAnsi="Consolas"/>
                <w:noProof/>
                <w:sz w:val="16"/>
                <w:szCs w:val="16"/>
                <w:lang w:eastAsia="de-DE"/>
              </w:rPr>
            </w:pPr>
          </w:p>
        </w:tc>
        <w:tc>
          <w:tcPr>
            <w:tcW w:w="2420" w:type="dxa"/>
            <w:tcBorders>
              <w:left w:val="dotted" w:sz="4" w:space="0" w:color="000000"/>
              <w:right w:val="single" w:sz="4" w:space="0" w:color="000000"/>
            </w:tcBorders>
            <w:vAlign w:val="center"/>
          </w:tcPr>
          <w:p w14:paraId="3CDFE249"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73F8D5E5"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2C32A80E"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E65F049"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7BFFA2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3AEBCD7B"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bl>
    <w:p w14:paraId="68740EC9" w14:textId="77777777" w:rsidR="00521AF4" w:rsidRDefault="00521AF4" w:rsidP="00521AF4">
      <w:r w:rsidRPr="00856CC1">
        <w:rPr>
          <w:noProof/>
          <w:lang w:val="de-DE" w:eastAsia="de-DE"/>
        </w:rPr>
        <mc:AlternateContent>
          <mc:Choice Requires="wps">
            <w:drawing>
              <wp:anchor distT="0" distB="0" distL="114300" distR="114300" simplePos="0" relativeHeight="251663360" behindDoc="1" locked="0" layoutInCell="1" allowOverlap="1" wp14:anchorId="47F80990" wp14:editId="1193C55D">
                <wp:simplePos x="0" y="0"/>
                <wp:positionH relativeFrom="margin">
                  <wp:posOffset>4933633</wp:posOffset>
                </wp:positionH>
                <wp:positionV relativeFrom="paragraph">
                  <wp:posOffset>42545</wp:posOffset>
                </wp:positionV>
                <wp:extent cx="377825" cy="239713"/>
                <wp:effectExtent l="38100" t="38100" r="60325" b="65405"/>
                <wp:wrapNone/>
                <wp:docPr id="6092" name="Gerade Verbindung 41"/>
                <wp:cNvGraphicFramePr/>
                <a:graphic xmlns:a="http://schemas.openxmlformats.org/drawingml/2006/main">
                  <a:graphicData uri="http://schemas.microsoft.com/office/word/2010/wordprocessingShape">
                    <wps:wsp>
                      <wps:cNvCnPr/>
                      <wps:spPr bwMode="auto">
                        <a:xfrm>
                          <a:off x="0" y="0"/>
                          <a:ext cx="377825" cy="239713"/>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208F270" id="Gerade Verbindung 41"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8.5pt,3.35pt" to="418.2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2336" behindDoc="1" locked="0" layoutInCell="1" allowOverlap="1" wp14:anchorId="6D073169" wp14:editId="47FF84ED">
                <wp:simplePos x="0" y="0"/>
                <wp:positionH relativeFrom="margin">
                  <wp:posOffset>3428683</wp:posOffset>
                </wp:positionH>
                <wp:positionV relativeFrom="paragraph">
                  <wp:posOffset>42545</wp:posOffset>
                </wp:positionV>
                <wp:extent cx="245745" cy="240347"/>
                <wp:effectExtent l="38100" t="38100" r="59055" b="64770"/>
                <wp:wrapNone/>
                <wp:docPr id="6093" name="Gerade Verbindung 41"/>
                <wp:cNvGraphicFramePr/>
                <a:graphic xmlns:a="http://schemas.openxmlformats.org/drawingml/2006/main">
                  <a:graphicData uri="http://schemas.microsoft.com/office/word/2010/wordprocessingShape">
                    <wps:wsp>
                      <wps:cNvCnPr/>
                      <wps:spPr bwMode="auto">
                        <a:xfrm flipH="1">
                          <a:off x="0" y="0"/>
                          <a:ext cx="245745" cy="240347"/>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DB6D517" id="Gerade Verbindung 41" o:spid="_x0000_s1026" style="position:absolute;flip:x;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0pt,3.35pt" to="289.3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0288" behindDoc="1" locked="0" layoutInCell="1" allowOverlap="1" wp14:anchorId="309B54A3" wp14:editId="520AB134">
                <wp:simplePos x="0" y="0"/>
                <wp:positionH relativeFrom="margin">
                  <wp:posOffset>647016</wp:posOffset>
                </wp:positionH>
                <wp:positionV relativeFrom="paragraph">
                  <wp:posOffset>43340</wp:posOffset>
                </wp:positionV>
                <wp:extent cx="260894" cy="245110"/>
                <wp:effectExtent l="38100" t="38100" r="63500" b="59690"/>
                <wp:wrapNone/>
                <wp:docPr id="6094" name="Gerade Verbindung 41"/>
                <wp:cNvGraphicFramePr/>
                <a:graphic xmlns:a="http://schemas.openxmlformats.org/drawingml/2006/main">
                  <a:graphicData uri="http://schemas.microsoft.com/office/word/2010/wordprocessingShape">
                    <wps:wsp>
                      <wps:cNvCnPr/>
                      <wps:spPr bwMode="auto">
                        <a:xfrm flipH="1">
                          <a:off x="0" y="0"/>
                          <a:ext cx="260894"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988425B" id="Gerade Verbindung 41" o:spid="_x0000_s1026" style="position:absolute;flip:x;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0.95pt,3.4pt" to="7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1312" behindDoc="1" locked="0" layoutInCell="1" allowOverlap="1" wp14:anchorId="7F3CF65F" wp14:editId="60C49C96">
                <wp:simplePos x="0" y="0"/>
                <wp:positionH relativeFrom="margin">
                  <wp:posOffset>2461260</wp:posOffset>
                </wp:positionH>
                <wp:positionV relativeFrom="paragraph">
                  <wp:posOffset>42545</wp:posOffset>
                </wp:positionV>
                <wp:extent cx="381000" cy="245110"/>
                <wp:effectExtent l="38100" t="38100" r="57150" b="59690"/>
                <wp:wrapNone/>
                <wp:docPr id="609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C854926" id="Gerade Verbindung 41" o:spid="_x0000_s1026" style="position:absolute;flip:x;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3.8pt,3.35pt" to="223.8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476831B4" w14:textId="77777777" w:rsidR="00521AF4" w:rsidRDefault="00521AF4" w:rsidP="00521AF4">
      <w:pPr>
        <w:rPr>
          <w:rFonts w:cs="Arial"/>
          <w:szCs w:val="20"/>
        </w:rPr>
      </w:pPr>
    </w:p>
    <w:tbl>
      <w:tblPr>
        <w:tblStyle w:val="Tabellenraster"/>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2F8EA1D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03479A77" w14:textId="77777777" w:rsidR="00521AF4" w:rsidRPr="00EE4E5B" w:rsidRDefault="00521AF4" w:rsidP="008339CA">
            <w:pPr>
              <w:rPr>
                <w:sz w:val="16"/>
              </w:rPr>
            </w:pPr>
            <w:r w:rsidRPr="00EE4E5B">
              <w:rPr>
                <w:b/>
                <w:color w:val="0070C0"/>
                <w:sz w:val="16"/>
              </w:rPr>
              <w:t>2</w:t>
            </w:r>
            <w:r w:rsidRPr="00EE4E5B">
              <w:rPr>
                <w:sz w:val="16"/>
              </w:rPr>
              <w:t xml:space="preserve"> – St</w:t>
            </w:r>
            <w:r>
              <w:rPr>
                <w:sz w:val="16"/>
              </w:rPr>
              <w:t>eps and coloring</w:t>
            </w:r>
            <w:r w:rsidRPr="00EE4E5B">
              <w:rPr>
                <w:sz w:val="16"/>
              </w:rPr>
              <w:t xml:space="preserve"> indicate the level and </w:t>
            </w:r>
            <w:r>
              <w:rPr>
                <w:sz w:val="16"/>
              </w:rPr>
              <w:t>help spot</w:t>
            </w:r>
            <w:r w:rsidRPr="00EE4E5B">
              <w:rPr>
                <w:sz w:val="16"/>
              </w:rPr>
              <w:t xml:space="preserve"> the parent-element</w:t>
            </w:r>
          </w:p>
        </w:tc>
        <w:tc>
          <w:tcPr>
            <w:tcW w:w="283" w:type="dxa"/>
            <w:tcBorders>
              <w:top w:val="nil"/>
              <w:left w:val="single" w:sz="12" w:space="0" w:color="006AB2"/>
              <w:bottom w:val="nil"/>
              <w:right w:val="single" w:sz="12" w:space="0" w:color="006AB2"/>
            </w:tcBorders>
            <w:vAlign w:val="center"/>
          </w:tcPr>
          <w:p w14:paraId="6CFD7310"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234109E" w14:textId="77777777" w:rsidR="00521AF4" w:rsidRPr="00EE4E5B" w:rsidRDefault="00521AF4" w:rsidP="008339CA">
            <w:pPr>
              <w:rPr>
                <w:sz w:val="16"/>
              </w:rPr>
            </w:pPr>
            <w:r w:rsidRPr="00EE4E5B">
              <w:rPr>
                <w:b/>
                <w:color w:val="0070C0"/>
                <w:sz w:val="16"/>
              </w:rPr>
              <w:t>4</w:t>
            </w:r>
            <w:r w:rsidRPr="00EE4E5B">
              <w:rPr>
                <w:sz w:val="16"/>
              </w:rPr>
              <w:t xml:space="preserve"> - Hierarchical level of the element</w:t>
            </w:r>
          </w:p>
        </w:tc>
        <w:tc>
          <w:tcPr>
            <w:tcW w:w="283" w:type="dxa"/>
            <w:tcBorders>
              <w:top w:val="nil"/>
              <w:left w:val="single" w:sz="12" w:space="0" w:color="006AB2"/>
              <w:bottom w:val="nil"/>
              <w:right w:val="single" w:sz="12" w:space="0" w:color="006AB2"/>
            </w:tcBorders>
            <w:vAlign w:val="center"/>
          </w:tcPr>
          <w:p w14:paraId="326E6C38"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13A6C9F"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14:textOutline w14:w="9525" w14:cap="rnd" w14:cmpd="sng" w14:algn="ctr">
                  <w14:noFill/>
                  <w14:prstDash w14:val="solid"/>
                  <w14:bevel/>
                </w14:textOutline>
              </w:rPr>
              <w:t>6</w:t>
            </w:r>
            <w:r w:rsidRPr="00EE4E5B">
              <w:rPr>
                <w:sz w:val="16"/>
                <w14:textOutline w14:w="9525" w14:cap="rnd" w14:cmpd="sng" w14:algn="ctr">
                  <w14:noFill/>
                  <w14:prstDash w14:val="solid"/>
                  <w14:bevel/>
                </w14:textOutline>
              </w:rPr>
              <w:t xml:space="preserve"> - </w:t>
            </w:r>
            <w:r w:rsidRPr="00EE4E5B">
              <w:rPr>
                <w:sz w:val="16"/>
              </w:rPr>
              <w:t>Maximum length of the value in the element</w:t>
            </w:r>
          </w:p>
        </w:tc>
        <w:tc>
          <w:tcPr>
            <w:tcW w:w="283" w:type="dxa"/>
            <w:tcBorders>
              <w:top w:val="nil"/>
              <w:left w:val="single" w:sz="12" w:space="0" w:color="006AB2"/>
              <w:bottom w:val="nil"/>
              <w:right w:val="single" w:sz="12" w:space="0" w:color="006AB2"/>
            </w:tcBorders>
            <w:vAlign w:val="center"/>
          </w:tcPr>
          <w:p w14:paraId="4965E627"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53B5090" w14:textId="77777777" w:rsidR="00521AF4" w:rsidRPr="00EE4E5B" w:rsidRDefault="00521AF4" w:rsidP="008339CA">
            <w:pPr>
              <w:rPr>
                <w:rFonts w:cs="Arial"/>
                <w:sz w:val="16"/>
                <w:szCs w:val="20"/>
              </w:rPr>
            </w:pPr>
            <w:r w:rsidRPr="00EE4E5B">
              <w:rPr>
                <w:b/>
                <w:color w:val="0070C0"/>
                <w:sz w:val="16"/>
              </w:rPr>
              <w:t>8</w:t>
            </w:r>
            <w:r w:rsidRPr="00EE4E5B">
              <w:rPr>
                <w:sz w:val="16"/>
              </w:rPr>
              <w:t xml:space="preserve"> – Keyword that links to the keyword table</w:t>
            </w:r>
          </w:p>
        </w:tc>
      </w:tr>
    </w:tbl>
    <w:p w14:paraId="0DE2B249" w14:textId="77777777" w:rsidR="00521AF4" w:rsidRDefault="00521AF4" w:rsidP="00521AF4">
      <w:pPr>
        <w:rPr>
          <w:rFonts w:cs="Arial"/>
          <w:szCs w:val="20"/>
        </w:rPr>
      </w:pPr>
    </w:p>
    <w:p w14:paraId="4CDE4873" w14:textId="77777777" w:rsidR="00521AF4" w:rsidRDefault="00521AF4" w:rsidP="00521AF4">
      <w:pPr>
        <w:rPr>
          <w:rFonts w:cs="Arial"/>
          <w:szCs w:val="20"/>
        </w:rPr>
      </w:pPr>
      <w:r w:rsidRPr="000B55CC">
        <w:rPr>
          <w:rFonts w:cs="Arial"/>
          <w:szCs w:val="20"/>
        </w:rPr>
        <w:t xml:space="preserve">A parent-element may contain data-elements and/or further elements that can be parent-elements. It has to contain at least one of those two types. </w:t>
      </w:r>
      <w:r>
        <w:rPr>
          <w:rFonts w:cs="Arial"/>
          <w:szCs w:val="20"/>
        </w:rPr>
        <w:t xml:space="preserve">While a further parent-element has no keyword </w:t>
      </w:r>
      <w:r w:rsidRPr="005B75C2">
        <w:rPr>
          <w:rFonts w:ascii="Wingdings" w:hAnsi="Wingdings" w:cs="Arial"/>
          <w:noProof/>
          <w:color w:val="0070C0"/>
          <w:sz w:val="28"/>
          <w:szCs w:val="20"/>
          <w:lang w:val="de-DE" w:eastAsia="de-DE"/>
        </w:rPr>
        <w:sym w:font="Wingdings" w:char="F088"/>
      </w:r>
      <w:r>
        <w:rPr>
          <w:rFonts w:cs="Arial"/>
          <w:szCs w:val="20"/>
        </w:rPr>
        <w:t xml:space="preserve">in the last column of the table, a data-element is recognized through the keyword. This keyword is referencing to the so called “keyword table” where further explanation for the element can be found. </w:t>
      </w:r>
      <w:r w:rsidRPr="000B55CC">
        <w:rPr>
          <w:rFonts w:cs="Arial"/>
          <w:szCs w:val="20"/>
        </w:rPr>
        <w:t>Each el</w:t>
      </w:r>
      <w:r>
        <w:rPr>
          <w:rFonts w:cs="Arial"/>
          <w:szCs w:val="20"/>
        </w:rPr>
        <w:t xml:space="preserve">ement has a defined cardinality </w:t>
      </w:r>
      <w:r w:rsidRPr="005B75C2">
        <w:rPr>
          <w:rFonts w:cs="Arial"/>
          <w:color w:val="0070C0"/>
          <w:sz w:val="28"/>
          <w:szCs w:val="20"/>
        </w:rPr>
        <w:sym w:font="Wingdings" w:char="F081"/>
      </w:r>
      <w:r>
        <w:rPr>
          <w:rFonts w:cs="Arial"/>
          <w:szCs w:val="20"/>
        </w:rPr>
        <w:t xml:space="preserve"> represented by the number in the first column. </w:t>
      </w:r>
    </w:p>
    <w:p w14:paraId="068E4AE2" w14:textId="77777777" w:rsidR="00521AF4" w:rsidRDefault="00521AF4" w:rsidP="00521AF4">
      <w:pPr>
        <w:rPr>
          <w:rFonts w:cs="Arial"/>
          <w:szCs w:val="20"/>
        </w:rPr>
      </w:pPr>
    </w:p>
    <w:p w14:paraId="1BDB712F" w14:textId="77777777" w:rsidR="00521AF4" w:rsidRDefault="00521AF4" w:rsidP="00521AF4">
      <w:pPr>
        <w:rPr>
          <w:lang w:val="en-GB"/>
        </w:rPr>
      </w:pPr>
      <w:r w:rsidRPr="007E4A86">
        <w:rPr>
          <w:lang w:val="en-GB"/>
        </w:rPr>
        <w:t>Th</w:t>
      </w:r>
      <w:r>
        <w:rPr>
          <w:lang w:val="en-GB"/>
        </w:rPr>
        <w:t>e</w:t>
      </w:r>
      <w:r w:rsidRPr="007E4A86">
        <w:rPr>
          <w:lang w:val="en-GB"/>
        </w:rPr>
        <w:t xml:space="preserve"> cardinalit</w:t>
      </w:r>
      <w:r>
        <w:rPr>
          <w:lang w:val="en-GB"/>
        </w:rPr>
        <w:t>ies shown in this guideline are</w:t>
      </w:r>
      <w:r w:rsidRPr="007E4A86">
        <w:rPr>
          <w:lang w:val="en-GB"/>
        </w:rPr>
        <w:t xml:space="preserve"> specific to AirSupply. As BoostAero XML standard is not only used for AirSupply, these AirSupply cardinalities c</w:t>
      </w:r>
      <w:r>
        <w:rPr>
          <w:lang w:val="en-GB"/>
        </w:rPr>
        <w:t>ould be more restrictive.</w:t>
      </w:r>
    </w:p>
    <w:p w14:paraId="4C91CA93" w14:textId="77777777" w:rsidR="00521AF4" w:rsidRDefault="00521AF4" w:rsidP="00521AF4">
      <w:pPr>
        <w:rPr>
          <w:rFonts w:cs="Arial"/>
          <w:szCs w:val="20"/>
        </w:rPr>
      </w:pPr>
    </w:p>
    <w:tbl>
      <w:tblPr>
        <w:tblStyle w:val="Tabellenraster"/>
        <w:tblW w:w="0" w:type="auto"/>
        <w:jc w:val="center"/>
        <w:tblLook w:val="04A0" w:firstRow="1" w:lastRow="0" w:firstColumn="1" w:lastColumn="0" w:noHBand="0" w:noVBand="1"/>
      </w:tblPr>
      <w:tblGrid>
        <w:gridCol w:w="1250"/>
        <w:gridCol w:w="6810"/>
      </w:tblGrid>
      <w:tr w:rsidR="00521AF4" w:rsidRPr="00AB081B" w14:paraId="72634AB7" w14:textId="77777777" w:rsidTr="008339CA">
        <w:trPr>
          <w:trHeight w:val="329"/>
          <w:jc w:val="center"/>
        </w:trPr>
        <w:tc>
          <w:tcPr>
            <w:tcW w:w="1129" w:type="dxa"/>
            <w:shd w:val="clear" w:color="auto" w:fill="BFBFBF" w:themeFill="background1" w:themeFillShade="BF"/>
            <w:vAlign w:val="center"/>
          </w:tcPr>
          <w:p w14:paraId="10155394" w14:textId="77777777" w:rsidR="00521AF4" w:rsidRPr="00AB081B" w:rsidRDefault="00521AF4" w:rsidP="008339CA">
            <w:pPr>
              <w:jc w:val="center"/>
              <w:rPr>
                <w:rFonts w:cs="Arial"/>
                <w:b/>
                <w:szCs w:val="20"/>
              </w:rPr>
            </w:pPr>
            <w:r w:rsidRPr="00AB081B">
              <w:rPr>
                <w:rFonts w:cs="Arial"/>
                <w:b/>
                <w:szCs w:val="20"/>
              </w:rPr>
              <w:t>Cardinality</w:t>
            </w:r>
          </w:p>
        </w:tc>
        <w:tc>
          <w:tcPr>
            <w:tcW w:w="6810" w:type="dxa"/>
            <w:shd w:val="clear" w:color="auto" w:fill="BFBFBF" w:themeFill="background1" w:themeFillShade="BF"/>
            <w:vAlign w:val="center"/>
          </w:tcPr>
          <w:p w14:paraId="1D341701" w14:textId="77777777" w:rsidR="00521AF4" w:rsidRPr="00AB081B" w:rsidRDefault="00521AF4" w:rsidP="008339CA">
            <w:pPr>
              <w:jc w:val="center"/>
              <w:rPr>
                <w:rFonts w:cs="Arial"/>
                <w:b/>
                <w:szCs w:val="20"/>
              </w:rPr>
            </w:pPr>
            <w:r w:rsidRPr="00AB081B">
              <w:rPr>
                <w:rFonts w:cs="Arial"/>
                <w:b/>
                <w:szCs w:val="20"/>
              </w:rPr>
              <w:t>Explanation</w:t>
            </w:r>
          </w:p>
        </w:tc>
      </w:tr>
      <w:tr w:rsidR="00521AF4" w14:paraId="77AB76BF" w14:textId="77777777" w:rsidTr="008339CA">
        <w:trPr>
          <w:trHeight w:val="329"/>
          <w:jc w:val="center"/>
        </w:trPr>
        <w:tc>
          <w:tcPr>
            <w:tcW w:w="1129" w:type="dxa"/>
            <w:vAlign w:val="center"/>
          </w:tcPr>
          <w:p w14:paraId="66364803"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4B758CE8" w14:textId="77777777" w:rsidR="00521AF4" w:rsidRDefault="00521AF4" w:rsidP="008339CA">
            <w:pPr>
              <w:rPr>
                <w:rFonts w:cs="Arial"/>
                <w:szCs w:val="20"/>
              </w:rPr>
            </w:pPr>
            <w:r w:rsidRPr="000B55CC">
              <w:rPr>
                <w:rFonts w:cs="Arial"/>
                <w:szCs w:val="20"/>
              </w:rPr>
              <w:t>Mandatory element, must occur exactly one time</w:t>
            </w:r>
          </w:p>
        </w:tc>
      </w:tr>
      <w:tr w:rsidR="00521AF4" w14:paraId="2B149CF4" w14:textId="77777777" w:rsidTr="008339CA">
        <w:trPr>
          <w:trHeight w:val="329"/>
          <w:jc w:val="center"/>
        </w:trPr>
        <w:tc>
          <w:tcPr>
            <w:tcW w:w="1129" w:type="dxa"/>
            <w:vAlign w:val="center"/>
          </w:tcPr>
          <w:p w14:paraId="07F76EC2"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3A60B536" w14:textId="77777777" w:rsidR="00521AF4" w:rsidRDefault="00521AF4" w:rsidP="008339CA">
            <w:pPr>
              <w:rPr>
                <w:rFonts w:cs="Arial"/>
                <w:szCs w:val="20"/>
              </w:rPr>
            </w:pPr>
            <w:r w:rsidRPr="000B55CC">
              <w:rPr>
                <w:rFonts w:cs="Arial"/>
                <w:szCs w:val="20"/>
              </w:rPr>
              <w:t>Mandatory element, must occur at least one time, can be repeated</w:t>
            </w:r>
          </w:p>
        </w:tc>
      </w:tr>
      <w:tr w:rsidR="00521AF4" w14:paraId="38E135B1" w14:textId="77777777" w:rsidTr="008339CA">
        <w:trPr>
          <w:trHeight w:val="329"/>
          <w:jc w:val="center"/>
        </w:trPr>
        <w:tc>
          <w:tcPr>
            <w:tcW w:w="1129" w:type="dxa"/>
            <w:vAlign w:val="center"/>
          </w:tcPr>
          <w:p w14:paraId="50D6094B"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0..1</w:t>
            </w:r>
          </w:p>
        </w:tc>
        <w:tc>
          <w:tcPr>
            <w:tcW w:w="6810" w:type="dxa"/>
            <w:vAlign w:val="center"/>
          </w:tcPr>
          <w:p w14:paraId="3E2F551E" w14:textId="77777777" w:rsidR="00521AF4" w:rsidRDefault="00521AF4" w:rsidP="008339CA">
            <w:pPr>
              <w:rPr>
                <w:rFonts w:cs="Arial"/>
                <w:szCs w:val="20"/>
              </w:rPr>
            </w:pPr>
            <w:r w:rsidRPr="000B55CC">
              <w:rPr>
                <w:rFonts w:cs="Arial"/>
                <w:szCs w:val="20"/>
              </w:rPr>
              <w:t>Conditional element, not required, must not be repeated</w:t>
            </w:r>
          </w:p>
        </w:tc>
      </w:tr>
      <w:tr w:rsidR="00521AF4" w14:paraId="285D1958" w14:textId="77777777" w:rsidTr="008339CA">
        <w:trPr>
          <w:trHeight w:val="329"/>
          <w:jc w:val="center"/>
        </w:trPr>
        <w:tc>
          <w:tcPr>
            <w:tcW w:w="1129" w:type="dxa"/>
            <w:vAlign w:val="center"/>
          </w:tcPr>
          <w:p w14:paraId="32D5A051"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0..*</w:t>
            </w:r>
          </w:p>
        </w:tc>
        <w:tc>
          <w:tcPr>
            <w:tcW w:w="6810" w:type="dxa"/>
            <w:vAlign w:val="center"/>
          </w:tcPr>
          <w:p w14:paraId="4874152C" w14:textId="77777777" w:rsidR="00521AF4" w:rsidRDefault="00521AF4" w:rsidP="008339CA">
            <w:pPr>
              <w:rPr>
                <w:rFonts w:cs="Arial"/>
                <w:szCs w:val="20"/>
              </w:rPr>
            </w:pPr>
            <w:r w:rsidRPr="000B55CC">
              <w:rPr>
                <w:rFonts w:cs="Arial"/>
                <w:szCs w:val="20"/>
              </w:rPr>
              <w:t>Conditional element, not required, can be repeated</w:t>
            </w:r>
          </w:p>
        </w:tc>
      </w:tr>
    </w:tbl>
    <w:p w14:paraId="16A20F13" w14:textId="77777777" w:rsidR="00521AF4" w:rsidRDefault="00521AF4" w:rsidP="00521AF4">
      <w:pPr>
        <w:rPr>
          <w:rFonts w:cs="Arial"/>
          <w:szCs w:val="20"/>
        </w:rPr>
      </w:pPr>
    </w:p>
    <w:p w14:paraId="62291807" w14:textId="77777777" w:rsidR="00521AF4" w:rsidRPr="008F6F2E" w:rsidRDefault="00521AF4" w:rsidP="00521AF4">
      <w:pPr>
        <w:keepNext/>
        <w:framePr w:dropCap="drop" w:lines="4" w:wrap="around" w:vAnchor="text" w:hAnchor="text"/>
        <w:spacing w:line="1057" w:lineRule="exact"/>
        <w:textAlignment w:val="baseline"/>
        <w:rPr>
          <w:rFonts w:cs="Arial"/>
          <w:color w:val="C00000"/>
          <w:position w:val="-13"/>
          <w:sz w:val="133"/>
          <w:szCs w:val="20"/>
        </w:rPr>
      </w:pPr>
      <w:r w:rsidRPr="005D0E0B">
        <w:rPr>
          <w:rFonts w:cs="Arial"/>
          <w:color w:val="0070C0"/>
          <w:position w:val="-13"/>
          <w:sz w:val="133"/>
          <w:szCs w:val="20"/>
        </w:rPr>
        <w:t>!</w:t>
      </w:r>
    </w:p>
    <w:p w14:paraId="5D8BB35C" w14:textId="77777777" w:rsidR="00521AF4" w:rsidRDefault="00521AF4" w:rsidP="00521AF4">
      <w:pPr>
        <w:rPr>
          <w:rFonts w:cs="Arial"/>
          <w:szCs w:val="20"/>
        </w:rPr>
      </w:pPr>
      <w:r w:rsidRPr="00AB081B">
        <w:rPr>
          <w:rFonts w:cs="Arial"/>
          <w:b/>
          <w:szCs w:val="20"/>
        </w:rPr>
        <w:t>Attention</w:t>
      </w:r>
      <w:r>
        <w:rPr>
          <w:rFonts w:cs="Arial"/>
          <w:szCs w:val="20"/>
        </w:rPr>
        <w:t>:</w:t>
      </w:r>
    </w:p>
    <w:p w14:paraId="536CC310" w14:textId="77777777" w:rsidR="00521AF4" w:rsidRDefault="00521AF4" w:rsidP="00521AF4">
      <w:pPr>
        <w:rPr>
          <w:rFonts w:cs="Arial"/>
          <w:szCs w:val="20"/>
        </w:rPr>
      </w:pPr>
      <w:r w:rsidRPr="000B55CC">
        <w:rPr>
          <w:rFonts w:cs="Arial"/>
          <w:szCs w:val="20"/>
        </w:rPr>
        <w:t xml:space="preserve">A cardinality that is </w:t>
      </w:r>
      <w:r>
        <w:rPr>
          <w:rFonts w:cs="Arial"/>
          <w:szCs w:val="20"/>
        </w:rPr>
        <w:t>different from</w:t>
      </w:r>
      <w:r w:rsidRPr="000B55CC">
        <w:rPr>
          <w:rFonts w:cs="Arial"/>
          <w:szCs w:val="20"/>
        </w:rPr>
        <w:t xml:space="preserve"> the original Boost </w:t>
      </w:r>
      <w:r>
        <w:rPr>
          <w:rFonts w:cs="Arial"/>
          <w:szCs w:val="20"/>
        </w:rPr>
        <w:t>schema</w:t>
      </w:r>
      <w:r w:rsidRPr="000B55CC">
        <w:rPr>
          <w:rFonts w:cs="Arial"/>
          <w:szCs w:val="20"/>
        </w:rPr>
        <w:t xml:space="preserve"> is </w:t>
      </w:r>
      <w:r w:rsidRPr="00AB081B">
        <w:rPr>
          <w:rFonts w:cs="Arial"/>
          <w:b/>
          <w:color w:val="0070C0"/>
          <w:szCs w:val="20"/>
        </w:rPr>
        <w:t>colored in blue</w:t>
      </w:r>
      <w:r w:rsidRPr="000B55CC">
        <w:rPr>
          <w:rFonts w:cs="Arial"/>
          <w:szCs w:val="20"/>
        </w:rPr>
        <w:t>. The changed cardinality reflect</w:t>
      </w:r>
      <w:r>
        <w:rPr>
          <w:rFonts w:cs="Arial"/>
          <w:szCs w:val="20"/>
        </w:rPr>
        <w:t xml:space="preserve">s information that is especially used </w:t>
      </w:r>
      <w:r w:rsidRPr="000B55CC">
        <w:rPr>
          <w:rFonts w:cs="Arial"/>
          <w:szCs w:val="20"/>
        </w:rPr>
        <w:t>in regard</w:t>
      </w:r>
      <w:r>
        <w:rPr>
          <w:rFonts w:cs="Arial"/>
          <w:szCs w:val="20"/>
        </w:rPr>
        <w:t>s</w:t>
      </w:r>
      <w:r w:rsidRPr="000B55CC">
        <w:rPr>
          <w:rFonts w:cs="Arial"/>
          <w:szCs w:val="20"/>
        </w:rPr>
        <w:t xml:space="preserve"> to</w:t>
      </w:r>
      <w:r>
        <w:rPr>
          <w:rFonts w:cs="Arial"/>
          <w:szCs w:val="20"/>
        </w:rPr>
        <w:t xml:space="preserve"> the AirSupply application. In most cases, the usage in AirSupply is more restrictive than in the Boost schema. Please implement the message based on the cardinality shown in this guideline. If more repetitions are used than allowed by this guideline, the application will automatically overwrite the initial value with the latest value.</w:t>
      </w:r>
    </w:p>
    <w:p w14:paraId="0E841335" w14:textId="77777777" w:rsidR="00521AF4" w:rsidRDefault="00521AF4" w:rsidP="00521AF4">
      <w:pPr>
        <w:rPr>
          <w:rFonts w:cs="Arial"/>
          <w:szCs w:val="20"/>
        </w:rPr>
      </w:pPr>
    </w:p>
    <w:p w14:paraId="7BE19C49" w14:textId="77777777" w:rsidR="00521AF4" w:rsidRDefault="00521AF4" w:rsidP="00521AF4">
      <w:pPr>
        <w:rPr>
          <w:rFonts w:cs="Arial"/>
          <w:szCs w:val="20"/>
        </w:rPr>
      </w:pPr>
      <w:r>
        <w:rPr>
          <w:rFonts w:cs="Arial"/>
          <w:szCs w:val="20"/>
        </w:rPr>
        <w:t xml:space="preserve">Elements that are </w:t>
      </w:r>
      <w:r w:rsidRPr="00950C9E">
        <w:rPr>
          <w:rFonts w:cs="Arial"/>
          <w:color w:val="C00000"/>
          <w:szCs w:val="20"/>
        </w:rPr>
        <w:t>mandatory</w:t>
      </w:r>
      <w:r>
        <w:rPr>
          <w:rFonts w:cs="Arial"/>
          <w:color w:val="C00000"/>
          <w:szCs w:val="20"/>
        </w:rPr>
        <w:t xml:space="preserve"> </w:t>
      </w:r>
      <w:r w:rsidRPr="00950C9E">
        <w:rPr>
          <w:rFonts w:cs="Arial"/>
          <w:noProof/>
          <w:color w:val="0070C0"/>
          <w:sz w:val="28"/>
          <w:szCs w:val="20"/>
          <w:lang w:val="de-DE" w:eastAsia="de-DE"/>
        </w:rPr>
        <w:sym w:font="Wingdings" w:char="F087"/>
      </w:r>
      <w:r w:rsidRPr="00950C9E">
        <w:rPr>
          <w:rFonts w:cs="Arial"/>
          <w:noProof/>
          <w:color w:val="0070C0"/>
          <w:sz w:val="28"/>
          <w:szCs w:val="20"/>
          <w:lang w:eastAsia="de-DE"/>
        </w:rPr>
        <w:t xml:space="preserve"> </w:t>
      </w:r>
      <w:r>
        <w:rPr>
          <w:rFonts w:cs="Arial"/>
          <w:szCs w:val="20"/>
        </w:rPr>
        <w:t xml:space="preserve">are marked with a red coloring. </w:t>
      </w:r>
      <w:r w:rsidRPr="000B55CC">
        <w:rPr>
          <w:rFonts w:cs="Arial"/>
          <w:szCs w:val="20"/>
        </w:rPr>
        <w:t>If one</w:t>
      </w:r>
      <w:r>
        <w:rPr>
          <w:rFonts w:cs="Arial"/>
          <w:szCs w:val="20"/>
        </w:rPr>
        <w:t xml:space="preserve"> of these fields is not included in the message, it will be rejected with an according error message. </w:t>
      </w:r>
    </w:p>
    <w:p w14:paraId="19359A07" w14:textId="77777777" w:rsidR="00521AF4" w:rsidRDefault="00521AF4" w:rsidP="00521AF4">
      <w:pPr>
        <w:rPr>
          <w:rFonts w:cs="Arial"/>
          <w:szCs w:val="20"/>
        </w:rPr>
      </w:pPr>
      <w:r>
        <w:rPr>
          <w:rFonts w:cs="Arial"/>
          <w:szCs w:val="20"/>
        </w:rPr>
        <w:t xml:space="preserve">Elements that are </w:t>
      </w:r>
      <w:r w:rsidRPr="00950C9E">
        <w:rPr>
          <w:rFonts w:cs="Arial"/>
          <w:color w:val="92D050"/>
          <w:szCs w:val="20"/>
        </w:rPr>
        <w:t xml:space="preserve">conditional </w:t>
      </w:r>
      <w:r w:rsidRPr="00950C9E">
        <w:rPr>
          <w:rFonts w:cs="Arial"/>
          <w:noProof/>
          <w:color w:val="0070C0"/>
          <w:sz w:val="28"/>
          <w:szCs w:val="20"/>
          <w:lang w:val="de-DE" w:eastAsia="de-DE"/>
        </w:rPr>
        <w:sym w:font="Wingdings" w:char="F087"/>
      </w:r>
      <w:r>
        <w:rPr>
          <w:rFonts w:cs="Arial"/>
          <w:noProof/>
          <w:color w:val="0070C0"/>
          <w:sz w:val="28"/>
          <w:szCs w:val="20"/>
          <w:lang w:eastAsia="de-DE"/>
        </w:rPr>
        <w:t xml:space="preserve"> </w:t>
      </w:r>
      <w:r w:rsidRPr="000B55CC">
        <w:rPr>
          <w:rFonts w:cs="Arial"/>
          <w:szCs w:val="20"/>
        </w:rPr>
        <w:t>are</w:t>
      </w:r>
      <w:r>
        <w:rPr>
          <w:rFonts w:cs="Arial"/>
          <w:szCs w:val="20"/>
        </w:rPr>
        <w:t xml:space="preserve"> either requested by the c</w:t>
      </w:r>
      <w:r w:rsidRPr="000B55CC">
        <w:rPr>
          <w:rFonts w:cs="Arial"/>
          <w:szCs w:val="20"/>
        </w:rPr>
        <w:t>ustomer</w:t>
      </w:r>
      <w:r>
        <w:rPr>
          <w:rFonts w:cs="Arial"/>
          <w:szCs w:val="20"/>
        </w:rPr>
        <w:t xml:space="preserve"> or by the AirSupply application. </w:t>
      </w:r>
    </w:p>
    <w:p w14:paraId="3862BB9C" w14:textId="77777777" w:rsidR="00521AF4" w:rsidRDefault="00521AF4" w:rsidP="00521AF4">
      <w:pPr>
        <w:rPr>
          <w:rFonts w:cs="Arial"/>
          <w:szCs w:val="20"/>
        </w:rPr>
      </w:pPr>
    </w:p>
    <w:p w14:paraId="3EC42AEF" w14:textId="22FC0674" w:rsidR="00521AF4" w:rsidRDefault="00521AF4" w:rsidP="00521AF4">
      <w:pPr>
        <w:rPr>
          <w:rFonts w:cs="Arial"/>
          <w:szCs w:val="20"/>
        </w:rPr>
      </w:pPr>
      <w:r>
        <w:rPr>
          <w:rFonts w:cs="Arial"/>
          <w:szCs w:val="20"/>
        </w:rPr>
        <w:t xml:space="preserve">All </w:t>
      </w:r>
      <w:r w:rsidRPr="000B55CC">
        <w:rPr>
          <w:rFonts w:cs="Arial"/>
          <w:szCs w:val="20"/>
        </w:rPr>
        <w:t>value</w:t>
      </w:r>
      <w:r>
        <w:rPr>
          <w:rFonts w:cs="Arial"/>
          <w:szCs w:val="20"/>
        </w:rPr>
        <w:t>s</w:t>
      </w:r>
      <w:r w:rsidRPr="000B55CC">
        <w:rPr>
          <w:rFonts w:cs="Arial"/>
          <w:szCs w:val="20"/>
        </w:rPr>
        <w:t xml:space="preserve"> submitted must</w:t>
      </w:r>
      <w:r>
        <w:rPr>
          <w:rFonts w:cs="Arial"/>
          <w:szCs w:val="20"/>
        </w:rPr>
        <w:t xml:space="preserve"> also</w:t>
      </w:r>
      <w:r w:rsidRPr="000B55CC">
        <w:rPr>
          <w:rFonts w:cs="Arial"/>
          <w:szCs w:val="20"/>
        </w:rPr>
        <w:t xml:space="preserve"> respect the field size</w:t>
      </w:r>
      <w:r>
        <w:rPr>
          <w:rFonts w:cs="Arial"/>
          <w:szCs w:val="20"/>
        </w:rPr>
        <w:t xml:space="preserve"> </w:t>
      </w:r>
      <w:r>
        <w:rPr>
          <w:rFonts w:cs="Arial"/>
          <w:noProof/>
          <w:color w:val="0070C0"/>
          <w:sz w:val="28"/>
          <w:szCs w:val="20"/>
          <w:lang w:val="de-DE" w:eastAsia="de-DE"/>
        </w:rPr>
        <w:sym w:font="Wingdings" w:char="F086"/>
      </w:r>
      <w:r w:rsidRPr="000B55CC">
        <w:rPr>
          <w:rFonts w:cs="Arial"/>
          <w:szCs w:val="20"/>
        </w:rPr>
        <w:t xml:space="preserve"> and type definitions</w:t>
      </w:r>
      <w:r>
        <w:rPr>
          <w:rFonts w:cs="Arial"/>
          <w:szCs w:val="20"/>
        </w:rPr>
        <w:t xml:space="preserve"> </w:t>
      </w:r>
      <w:r w:rsidRPr="00950C9E">
        <w:rPr>
          <w:rFonts w:cs="Arial"/>
          <w:noProof/>
          <w:color w:val="0070C0"/>
          <w:sz w:val="28"/>
          <w:szCs w:val="20"/>
          <w:lang w:val="de-DE" w:eastAsia="de-DE"/>
        </w:rPr>
        <w:sym w:font="Wingdings" w:char="F085"/>
      </w:r>
      <w:r w:rsidRPr="000B55CC">
        <w:rPr>
          <w:rFonts w:cs="Arial"/>
          <w:szCs w:val="20"/>
        </w:rPr>
        <w:t>.</w:t>
      </w:r>
      <w:r>
        <w:rPr>
          <w:rFonts w:cs="Arial"/>
          <w:szCs w:val="20"/>
        </w:rPr>
        <w:t xml:space="preserve"> If not, the message will also be rejected with an error message.</w:t>
      </w:r>
    </w:p>
    <w:p w14:paraId="3990439E" w14:textId="77777777" w:rsidR="00521AF4" w:rsidRDefault="00521AF4">
      <w:pPr>
        <w:spacing w:line="240" w:lineRule="auto"/>
        <w:rPr>
          <w:rFonts w:cs="Arial"/>
          <w:szCs w:val="20"/>
        </w:rPr>
      </w:pPr>
      <w:r>
        <w:rPr>
          <w:rFonts w:cs="Arial"/>
          <w:szCs w:val="20"/>
        </w:rPr>
        <w:br w:type="page"/>
      </w:r>
    </w:p>
    <w:p w14:paraId="07DC8A58" w14:textId="77777777" w:rsidR="00521AF4" w:rsidRPr="000B55CC" w:rsidRDefault="00521AF4" w:rsidP="00521AF4">
      <w:pPr>
        <w:pStyle w:val="berschrift1"/>
      </w:pPr>
      <w:bookmarkStart w:id="15" w:name="_Toc487443236"/>
      <w:bookmarkStart w:id="16" w:name="_Toc492388049"/>
      <w:bookmarkStart w:id="17" w:name="_Toc492907172"/>
      <w:r w:rsidRPr="000B55CC">
        <w:lastRenderedPageBreak/>
        <w:t xml:space="preserve">Composition of the </w:t>
      </w:r>
      <w:r>
        <w:t>keyword</w:t>
      </w:r>
      <w:r w:rsidRPr="000B55CC">
        <w:t xml:space="preserve"> table</w:t>
      </w:r>
      <w:bookmarkEnd w:id="15"/>
      <w:bookmarkEnd w:id="16"/>
      <w:bookmarkEnd w:id="17"/>
    </w:p>
    <w:p w14:paraId="32B41628" w14:textId="77777777" w:rsidR="00521AF4" w:rsidRDefault="00521AF4" w:rsidP="00521AF4">
      <w:pPr>
        <w:rPr>
          <w:rFonts w:cs="Arial"/>
          <w:szCs w:val="20"/>
        </w:rPr>
      </w:pPr>
      <w:r w:rsidRPr="000B55CC">
        <w:rPr>
          <w:rFonts w:cs="Arial"/>
          <w:szCs w:val="20"/>
        </w:rPr>
        <w:t xml:space="preserve">The table </w:t>
      </w:r>
      <w:r>
        <w:rPr>
          <w:rFonts w:cs="Arial"/>
          <w:szCs w:val="20"/>
        </w:rPr>
        <w:t>provides more information for each element.</w:t>
      </w:r>
      <w:r w:rsidRPr="000B55CC">
        <w:rPr>
          <w:rFonts w:cs="Arial"/>
          <w:szCs w:val="20"/>
        </w:rPr>
        <w:t xml:space="preserve"> The following columns are </w:t>
      </w:r>
      <w:r>
        <w:rPr>
          <w:rFonts w:cs="Arial"/>
          <w:szCs w:val="20"/>
        </w:rPr>
        <w:t>available</w:t>
      </w:r>
      <w:r w:rsidRPr="000B55CC">
        <w:rPr>
          <w:rFonts w:cs="Arial"/>
          <w:szCs w:val="20"/>
        </w:rPr>
        <w:t>:</w:t>
      </w:r>
    </w:p>
    <w:p w14:paraId="41C2BB3F" w14:textId="77777777" w:rsidR="00521AF4" w:rsidRDefault="00521AF4" w:rsidP="00521AF4">
      <w:pPr>
        <w:rPr>
          <w:rFonts w:cs="Arial"/>
          <w:szCs w:val="20"/>
        </w:rPr>
      </w:pPr>
    </w:p>
    <w:tbl>
      <w:tblPr>
        <w:tblStyle w:val="Tabellenraster"/>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431DCB8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6963AFF" w14:textId="77777777" w:rsidR="00521AF4" w:rsidRPr="00EE4E5B" w:rsidRDefault="00521AF4" w:rsidP="008339CA">
            <w:pPr>
              <w:rPr>
                <w:sz w:val="16"/>
              </w:rPr>
            </w:pPr>
            <w:r w:rsidRPr="00EE4E5B">
              <w:rPr>
                <w:b/>
                <w:color w:val="0070C0"/>
                <w:sz w:val="16"/>
              </w:rPr>
              <w:t>1</w:t>
            </w:r>
            <w:r>
              <w:rPr>
                <w:sz w:val="16"/>
              </w:rPr>
              <w:t xml:space="preserve"> – Keyword referencing to the XML message table</w:t>
            </w:r>
          </w:p>
        </w:tc>
        <w:tc>
          <w:tcPr>
            <w:tcW w:w="283" w:type="dxa"/>
            <w:tcBorders>
              <w:top w:val="nil"/>
              <w:left w:val="single" w:sz="12" w:space="0" w:color="006AB2"/>
              <w:bottom w:val="nil"/>
              <w:right w:val="single" w:sz="12" w:space="0" w:color="006AB2"/>
            </w:tcBorders>
            <w:vAlign w:val="center"/>
          </w:tcPr>
          <w:p w14:paraId="2C62440C"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0D93A0E" w14:textId="77777777" w:rsidR="00521AF4" w:rsidRPr="00EE4E5B" w:rsidRDefault="00521AF4" w:rsidP="008339CA">
            <w:pPr>
              <w:rPr>
                <w:sz w:val="16"/>
              </w:rPr>
            </w:pPr>
            <w:r>
              <w:rPr>
                <w:b/>
                <w:color w:val="0070C0"/>
                <w:sz w:val="16"/>
              </w:rPr>
              <w:t>2</w:t>
            </w:r>
            <w:r>
              <w:rPr>
                <w:sz w:val="16"/>
              </w:rPr>
              <w:t xml:space="preserve"> – Example value which can also be found in the example message</w:t>
            </w:r>
          </w:p>
        </w:tc>
        <w:tc>
          <w:tcPr>
            <w:tcW w:w="283" w:type="dxa"/>
            <w:tcBorders>
              <w:top w:val="nil"/>
              <w:left w:val="single" w:sz="12" w:space="0" w:color="006AB2"/>
              <w:bottom w:val="nil"/>
              <w:right w:val="single" w:sz="12" w:space="0" w:color="006AB2"/>
            </w:tcBorders>
            <w:vAlign w:val="center"/>
          </w:tcPr>
          <w:p w14:paraId="3894FFA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72192D2" w14:textId="77777777" w:rsidR="00521AF4" w:rsidRPr="00EE4E5B" w:rsidRDefault="00521AF4" w:rsidP="008339CA">
            <w:pPr>
              <w:rPr>
                <w:sz w:val="16"/>
                <w14:textOutline w14:w="9525" w14:cap="rnd" w14:cmpd="sng" w14:algn="ctr">
                  <w14:noFill/>
                  <w14:prstDash w14:val="solid"/>
                  <w14:bevel/>
                </w14:textOutline>
              </w:rPr>
            </w:pPr>
            <w:r w:rsidRPr="00247F3E">
              <w:rPr>
                <w:b/>
                <w:color w:val="0070C0"/>
                <w:sz w:val="16"/>
              </w:rPr>
              <w:t>3</w:t>
            </w:r>
            <w:r>
              <w:rPr>
                <w:sz w:val="16"/>
              </w:rPr>
              <w:t xml:space="preserve"> - Description of the content that is expected in the element</w:t>
            </w:r>
          </w:p>
        </w:tc>
        <w:tc>
          <w:tcPr>
            <w:tcW w:w="283" w:type="dxa"/>
            <w:tcBorders>
              <w:top w:val="nil"/>
              <w:left w:val="single" w:sz="12" w:space="0" w:color="006AB2"/>
              <w:bottom w:val="nil"/>
              <w:right w:val="single" w:sz="12" w:space="0" w:color="006AB2"/>
            </w:tcBorders>
            <w:vAlign w:val="center"/>
          </w:tcPr>
          <w:p w14:paraId="6E0A6F9B"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21688E0A" w14:textId="77777777" w:rsidR="00521AF4" w:rsidRPr="00EE4E5B" w:rsidRDefault="00521AF4" w:rsidP="008339CA">
            <w:pPr>
              <w:rPr>
                <w:rFonts w:cs="Arial"/>
                <w:sz w:val="16"/>
                <w:szCs w:val="20"/>
              </w:rPr>
            </w:pPr>
            <w:r>
              <w:rPr>
                <w:b/>
                <w:color w:val="0070C0"/>
                <w:sz w:val="16"/>
              </w:rPr>
              <w:t>4</w:t>
            </w:r>
            <w:r w:rsidRPr="00EE4E5B">
              <w:rPr>
                <w:b/>
                <w:color w:val="0070C0"/>
                <w:sz w:val="16"/>
              </w:rPr>
              <w:t xml:space="preserve"> </w:t>
            </w:r>
            <w:r>
              <w:rPr>
                <w:sz w:val="16"/>
              </w:rPr>
              <w:t>– XPATH to address each element in the XML structure</w:t>
            </w:r>
          </w:p>
        </w:tc>
      </w:tr>
    </w:tbl>
    <w:p w14:paraId="691504B4" w14:textId="77777777" w:rsidR="00521AF4" w:rsidRDefault="00521AF4" w:rsidP="00521AF4">
      <w:pPr>
        <w:rPr>
          <w:rFonts w:cs="Arial"/>
          <w:szCs w:val="20"/>
        </w:rPr>
      </w:pPr>
      <w:r w:rsidRPr="00856CC1">
        <w:rPr>
          <w:noProof/>
          <w:lang w:val="de-DE" w:eastAsia="de-DE"/>
        </w:rPr>
        <mc:AlternateContent>
          <mc:Choice Requires="wps">
            <w:drawing>
              <wp:anchor distT="0" distB="0" distL="114300" distR="114300" simplePos="0" relativeHeight="251667456" behindDoc="1" locked="0" layoutInCell="1" allowOverlap="1" wp14:anchorId="5629D71C" wp14:editId="1E2E334D">
                <wp:simplePos x="0" y="0"/>
                <wp:positionH relativeFrom="margin">
                  <wp:posOffset>4290695</wp:posOffset>
                </wp:positionH>
                <wp:positionV relativeFrom="paragraph">
                  <wp:posOffset>42545</wp:posOffset>
                </wp:positionV>
                <wp:extent cx="336550" cy="247650"/>
                <wp:effectExtent l="38100" t="38100" r="63500" b="57150"/>
                <wp:wrapNone/>
                <wp:docPr id="6322"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55398C9" id="Gerade Verbindung 41" o:spid="_x0000_s1026" style="position:absolute;flip:x;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BxKClV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6432" behindDoc="1" locked="0" layoutInCell="1" allowOverlap="1" wp14:anchorId="6D72DA8D" wp14:editId="6A373B4C">
                <wp:simplePos x="0" y="0"/>
                <wp:positionH relativeFrom="margin">
                  <wp:posOffset>3379470</wp:posOffset>
                </wp:positionH>
                <wp:positionV relativeFrom="paragraph">
                  <wp:posOffset>42545</wp:posOffset>
                </wp:positionV>
                <wp:extent cx="293370" cy="245110"/>
                <wp:effectExtent l="38100" t="38100" r="49530" b="59690"/>
                <wp:wrapNone/>
                <wp:docPr id="6323"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D6F5BA" id="Gerade Verbindung 41" o:spid="_x0000_s1026" style="position:absolute;flip:x;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qh/Lyw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4384" behindDoc="1" locked="0" layoutInCell="1" allowOverlap="1" wp14:anchorId="63EAB7FC" wp14:editId="3EA13589">
                <wp:simplePos x="0" y="0"/>
                <wp:positionH relativeFrom="margin">
                  <wp:posOffset>274319</wp:posOffset>
                </wp:positionH>
                <wp:positionV relativeFrom="paragraph">
                  <wp:posOffset>45720</wp:posOffset>
                </wp:positionV>
                <wp:extent cx="377825" cy="241935"/>
                <wp:effectExtent l="38100" t="38100" r="60325" b="62865"/>
                <wp:wrapNone/>
                <wp:docPr id="6324"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B3B945B" id="Gerade Verbindung 41" o:spid="_x0000_s1026" style="position:absolute;flip:x;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Ax7j/W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5408" behindDoc="1" locked="0" layoutInCell="1" allowOverlap="1" wp14:anchorId="498F8D54" wp14:editId="232DB113">
                <wp:simplePos x="0" y="0"/>
                <wp:positionH relativeFrom="margin">
                  <wp:posOffset>1490344</wp:posOffset>
                </wp:positionH>
                <wp:positionV relativeFrom="paragraph">
                  <wp:posOffset>42545</wp:posOffset>
                </wp:positionV>
                <wp:extent cx="381000" cy="245110"/>
                <wp:effectExtent l="38100" t="38100" r="57150" b="59690"/>
                <wp:wrapNone/>
                <wp:docPr id="632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1E285F8" id="Gerade Verbindung 41" o:spid="_x0000_s1026" style="position:absolute;flip:x;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jTedUA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66625C5B" w14:textId="77777777" w:rsidR="00521AF4" w:rsidRDefault="00521AF4" w:rsidP="00521AF4">
      <w:pPr>
        <w:rPr>
          <w:rFonts w:cs="Arial"/>
          <w:szCs w:val="20"/>
        </w:rPr>
      </w:pPr>
      <w:r w:rsidRPr="00247F3E">
        <w:rPr>
          <w:rFonts w:cs="Arial"/>
          <w:noProof/>
          <w:szCs w:val="20"/>
          <w:lang w:val="de-DE" w:eastAsia="de-DE"/>
        </w:rPr>
        <mc:AlternateContent>
          <mc:Choice Requires="wps">
            <w:drawing>
              <wp:anchor distT="0" distB="0" distL="114300" distR="114300" simplePos="0" relativeHeight="251669504" behindDoc="0" locked="0" layoutInCell="1" allowOverlap="1" wp14:anchorId="2AEEEC69" wp14:editId="2AF04F10">
                <wp:simplePos x="0" y="0"/>
                <wp:positionH relativeFrom="column">
                  <wp:posOffset>3907155</wp:posOffset>
                </wp:positionH>
                <wp:positionV relativeFrom="paragraph">
                  <wp:posOffset>19228</wp:posOffset>
                </wp:positionV>
                <wp:extent cx="341630" cy="334645"/>
                <wp:effectExtent l="0" t="0" r="0" b="0"/>
                <wp:wrapNone/>
                <wp:docPr id="6326" name="Textfeld 6326"/>
                <wp:cNvGraphicFramePr/>
                <a:graphic xmlns:a="http://schemas.openxmlformats.org/drawingml/2006/main">
                  <a:graphicData uri="http://schemas.microsoft.com/office/word/2010/wordprocessingShape">
                    <wps:wsp>
                      <wps:cNvSpPr txBox="1"/>
                      <wps:spPr>
                        <a:xfrm>
                          <a:off x="0" y="0"/>
                          <a:ext cx="341630" cy="334645"/>
                        </a:xfrm>
                        <a:prstGeom prst="rect">
                          <a:avLst/>
                        </a:prstGeom>
                        <a:noFill/>
                        <a:ln w="6350">
                          <a:noFill/>
                        </a:ln>
                      </wps:spPr>
                      <wps:txbx>
                        <w:txbxContent>
                          <w:p w14:paraId="0060B8CB"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4"/>
                            </w:r>
                          </w:p>
                          <w:p w14:paraId="199E0131" w14:textId="77777777" w:rsidR="00F11582" w:rsidRDefault="00F11582"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EEC69" id="Textfeld 6326" o:spid="_x0000_s1034" type="#_x0000_t202" style="position:absolute;margin-left:307.65pt;margin-top:1.5pt;width:26.9pt;height:2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" filled="f" stroked="f" strokeweight=".5pt">
                <v:textbox>
                  <w:txbxContent>
                    <w:p w14:paraId="0060B8CB"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4"/>
                      </w:r>
                    </w:p>
                    <w:p w14:paraId="199E0131" w14:textId="77777777" w:rsidR="00F11582" w:rsidRDefault="00F11582" w:rsidP="00521AF4"/>
                  </w:txbxContent>
                </v:textbox>
              </v:shape>
            </w:pict>
          </mc:Fallback>
        </mc:AlternateContent>
      </w:r>
      <w:r w:rsidRPr="00247F3E">
        <w:rPr>
          <w:rFonts w:cs="Arial"/>
          <w:noProof/>
          <w:szCs w:val="20"/>
          <w:lang w:val="de-DE" w:eastAsia="de-DE"/>
        </w:rPr>
        <mc:AlternateContent>
          <mc:Choice Requires="wps">
            <w:drawing>
              <wp:anchor distT="0" distB="0" distL="114300" distR="114300" simplePos="0" relativeHeight="251668480" behindDoc="0" locked="0" layoutInCell="1" allowOverlap="1" wp14:anchorId="6015E743" wp14:editId="4355D5FF">
                <wp:simplePos x="0" y="0"/>
                <wp:positionH relativeFrom="column">
                  <wp:posOffset>1797050</wp:posOffset>
                </wp:positionH>
                <wp:positionV relativeFrom="paragraph">
                  <wp:posOffset>20320</wp:posOffset>
                </wp:positionV>
                <wp:extent cx="355600" cy="334645"/>
                <wp:effectExtent l="0" t="0" r="0" b="0"/>
                <wp:wrapNone/>
                <wp:docPr id="6327" name="Textfeld 632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5DA0662E" w14:textId="77777777" w:rsidR="00F11582" w:rsidRPr="00D300C1" w:rsidRDefault="00F11582"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5E743" id="Textfeld 6327" o:spid="_x0000_s1035" type="#_x0000_t202" style="position:absolute;margin-left:141.5pt;margin-top:1.6pt;width:28pt;height:2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" filled="f" stroked="f" strokeweight=".5pt">
                <v:textbox>
                  <w:txbxContent>
                    <w:p w14:paraId="5DA0662E" w14:textId="77777777" w:rsidR="00F11582" w:rsidRPr="00D300C1" w:rsidRDefault="00F11582" w:rsidP="00521AF4">
                      <w:pPr>
                        <w:rPr>
                          <w:b/>
                        </w:rPr>
                      </w:pPr>
                      <w:r w:rsidRPr="00D300C1">
                        <w:rPr>
                          <w:rFonts w:cs="Arial"/>
                          <w:b/>
                          <w:color w:val="0070C0"/>
                          <w:sz w:val="36"/>
                          <w:szCs w:val="20"/>
                        </w:rPr>
                        <w:sym w:font="Wingdings" w:char="F082"/>
                      </w:r>
                    </w:p>
                  </w:txbxContent>
                </v:textbox>
              </v:shape>
            </w:pict>
          </mc:Fallback>
        </mc:AlternateConten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3"/>
        <w:gridCol w:w="2258"/>
        <w:gridCol w:w="2659"/>
        <w:gridCol w:w="3224"/>
      </w:tblGrid>
      <w:tr w:rsidR="00521AF4" w:rsidRPr="000B55CC" w14:paraId="7866EE3D" w14:textId="77777777" w:rsidTr="008339CA">
        <w:trPr>
          <w:cantSplit/>
          <w:trHeight w:val="330"/>
          <w:tblHeader/>
        </w:trPr>
        <w:tc>
          <w:tcPr>
            <w:tcW w:w="644" w:type="pct"/>
            <w:tcBorders>
              <w:bottom w:val="single" w:sz="4" w:space="0" w:color="000000"/>
            </w:tcBorders>
            <w:shd w:val="clear" w:color="auto" w:fill="A6A6A6"/>
            <w:noWrap/>
            <w:vAlign w:val="center"/>
            <w:hideMark/>
          </w:tcPr>
          <w:p w14:paraId="667E0FA2" w14:textId="77777777" w:rsidR="00521AF4" w:rsidRPr="005301E2" w:rsidRDefault="00521AF4" w:rsidP="008339CA">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D2AAE5E" w14:textId="77777777" w:rsidR="00521AF4" w:rsidRPr="005301E2" w:rsidRDefault="00521AF4" w:rsidP="008339CA">
            <w:pPr>
              <w:spacing w:line="240" w:lineRule="auto"/>
              <w:jc w:val="center"/>
              <w:rPr>
                <w:rFonts w:eastAsia="Times New Roman" w:cs="Arial"/>
                <w:b/>
                <w:bCs/>
                <w:color w:val="000000"/>
                <w:szCs w:val="20"/>
                <w:lang w:val="de-DE" w:eastAsia="de-DE"/>
              </w:rPr>
            </w:pPr>
            <w:r w:rsidRPr="00247F3E">
              <w:rPr>
                <w:rFonts w:cs="Arial"/>
                <w:noProof/>
                <w:szCs w:val="20"/>
                <w:lang w:val="de-DE" w:eastAsia="de-DE"/>
              </w:rPr>
              <mc:AlternateContent>
                <mc:Choice Requires="wps">
                  <w:drawing>
                    <wp:anchor distT="0" distB="0" distL="114300" distR="114300" simplePos="0" relativeHeight="251670528" behindDoc="0" locked="0" layoutInCell="1" allowOverlap="1" wp14:anchorId="4EFF7D9D" wp14:editId="3A82D20B">
                      <wp:simplePos x="0" y="0"/>
                      <wp:positionH relativeFrom="column">
                        <wp:posOffset>-336550</wp:posOffset>
                      </wp:positionH>
                      <wp:positionV relativeFrom="paragraph">
                        <wp:posOffset>-198755</wp:posOffset>
                      </wp:positionV>
                      <wp:extent cx="355600" cy="334645"/>
                      <wp:effectExtent l="0" t="0" r="0" b="0"/>
                      <wp:wrapNone/>
                      <wp:docPr id="6328" name="Textfeld 6328"/>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6D7CCF73"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1"/>
                                  </w:r>
                                </w:p>
                                <w:p w14:paraId="682F71E6" w14:textId="77777777" w:rsidR="00F11582" w:rsidRDefault="00F11582"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F7D9D" id="Textfeld 6328" o:spid="_x0000_s1036" type="#_x0000_t202" style="position:absolute;left:0;text-align:left;margin-left:-26.5pt;margin-top:-15.65pt;width:28pt;height:2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" filled="f" stroked="f" strokeweight=".5pt">
                      <v:textbox>
                        <w:txbxContent>
                          <w:p w14:paraId="6D7CCF73"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1"/>
                            </w:r>
                          </w:p>
                          <w:p w14:paraId="682F71E6" w14:textId="77777777" w:rsidR="00F11582" w:rsidRDefault="00F11582" w:rsidP="00521AF4"/>
                        </w:txbxContent>
                      </v:textbox>
                    </v:shape>
                  </w:pict>
                </mc:Fallback>
              </mc:AlternateContent>
            </w: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397010EF" w14:textId="77777777" w:rsidR="00521AF4" w:rsidRPr="005301E2" w:rsidRDefault="00521AF4" w:rsidP="008339CA">
            <w:pPr>
              <w:spacing w:line="240" w:lineRule="auto"/>
              <w:jc w:val="center"/>
              <w:rPr>
                <w:rFonts w:eastAsia="Times New Roman" w:cs="Arial"/>
                <w:b/>
                <w:bCs/>
                <w:color w:val="000000"/>
                <w:szCs w:val="20"/>
                <w:lang w:eastAsia="de-DE"/>
              </w:rPr>
            </w:pPr>
            <w:r w:rsidRPr="00247F3E">
              <w:rPr>
                <w:rFonts w:cs="Arial"/>
                <w:noProof/>
                <w:szCs w:val="20"/>
                <w:lang w:val="de-DE" w:eastAsia="de-DE"/>
              </w:rPr>
              <mc:AlternateContent>
                <mc:Choice Requires="wps">
                  <w:drawing>
                    <wp:anchor distT="0" distB="0" distL="114300" distR="114300" simplePos="0" relativeHeight="251671552" behindDoc="0" locked="0" layoutInCell="1" allowOverlap="1" wp14:anchorId="47C0B9F3" wp14:editId="47AA83D5">
                      <wp:simplePos x="0" y="0"/>
                      <wp:positionH relativeFrom="column">
                        <wp:posOffset>12065</wp:posOffset>
                      </wp:positionH>
                      <wp:positionV relativeFrom="paragraph">
                        <wp:posOffset>-184785</wp:posOffset>
                      </wp:positionV>
                      <wp:extent cx="369570" cy="334645"/>
                      <wp:effectExtent l="0" t="0" r="0" b="0"/>
                      <wp:wrapNone/>
                      <wp:docPr id="6329" name="Textfeld 6329"/>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7F317FF5"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3"/>
                                  </w:r>
                                </w:p>
                                <w:p w14:paraId="2906E06D" w14:textId="77777777" w:rsidR="00F11582" w:rsidRPr="00D300C1" w:rsidRDefault="00F11582"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0B9F3" id="Textfeld 6329" o:spid="_x0000_s1037" type="#_x0000_t202" style="position:absolute;left:0;text-align:left;margin-left:.95pt;margin-top:-14.55pt;width:29.1pt;height:2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" filled="f" stroked="f" strokeweight=".5pt">
                      <v:textbox>
                        <w:txbxContent>
                          <w:p w14:paraId="7F317FF5" w14:textId="77777777" w:rsidR="00F11582" w:rsidRPr="00D300C1" w:rsidRDefault="00F11582" w:rsidP="00521AF4">
                            <w:pPr>
                              <w:rPr>
                                <w:rFonts w:cs="Arial"/>
                                <w:b/>
                                <w:color w:val="0070C0"/>
                                <w:sz w:val="36"/>
                                <w:szCs w:val="20"/>
                              </w:rPr>
                            </w:pPr>
                            <w:r w:rsidRPr="00D300C1">
                              <w:rPr>
                                <w:rFonts w:cs="Arial"/>
                                <w:b/>
                                <w:color w:val="0070C0"/>
                                <w:sz w:val="36"/>
                                <w:szCs w:val="20"/>
                              </w:rPr>
                              <w:sym w:font="Wingdings" w:char="F083"/>
                            </w:r>
                          </w:p>
                          <w:p w14:paraId="2906E06D" w14:textId="77777777" w:rsidR="00F11582" w:rsidRPr="00D300C1" w:rsidRDefault="00F11582" w:rsidP="00521AF4">
                            <w:pPr>
                              <w:rPr>
                                <w:b/>
                              </w:rPr>
                            </w:pPr>
                          </w:p>
                        </w:txbxContent>
                      </v:textbox>
                    </v:shape>
                  </w:pict>
                </mc:Fallback>
              </mc:AlternateContent>
            </w: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B4670ED" w14:textId="77777777" w:rsidR="00521AF4" w:rsidRPr="005301E2" w:rsidRDefault="00521AF4" w:rsidP="008339CA">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521AF4" w:rsidRPr="00696990" w14:paraId="4E73DF0B" w14:textId="77777777" w:rsidTr="008339CA">
        <w:trPr>
          <w:cantSplit/>
          <w:trHeight w:val="358"/>
        </w:trPr>
        <w:tc>
          <w:tcPr>
            <w:tcW w:w="644" w:type="pct"/>
            <w:shd w:val="clear" w:color="auto" w:fill="auto"/>
            <w:noWrap/>
            <w:vAlign w:val="center"/>
          </w:tcPr>
          <w:p w14:paraId="1FCE9891" w14:textId="77777777" w:rsidR="00521AF4" w:rsidRPr="00950C9E" w:rsidRDefault="00521AF4" w:rsidP="008339CA">
            <w:pPr>
              <w:spacing w:line="240" w:lineRule="auto"/>
              <w:jc w:val="center"/>
              <w:rPr>
                <w:rFonts w:cs="Arial"/>
                <w:bCs/>
                <w:sz w:val="12"/>
                <w:szCs w:val="12"/>
              </w:rPr>
            </w:pPr>
            <w:r w:rsidRPr="00950C9E">
              <w:rPr>
                <w:sz w:val="12"/>
                <w:szCs w:val="12"/>
                <w:lang w:eastAsia="de-DE"/>
              </w:rPr>
              <w:t>DocumentType</w:t>
            </w:r>
          </w:p>
        </w:tc>
        <w:tc>
          <w:tcPr>
            <w:tcW w:w="1208" w:type="pct"/>
            <w:shd w:val="clear" w:color="auto" w:fill="auto"/>
            <w:noWrap/>
            <w:vAlign w:val="center"/>
          </w:tcPr>
          <w:p w14:paraId="53BFB6A3" w14:textId="0349B64B" w:rsidR="00521AF4" w:rsidRPr="00950C9E" w:rsidRDefault="00EE444C" w:rsidP="00EE444C">
            <w:pPr>
              <w:spacing w:line="240" w:lineRule="auto"/>
              <w:jc w:val="center"/>
              <w:rPr>
                <w:rFonts w:ascii="Consolas" w:eastAsia="Times New Roman" w:hAnsi="Consolas" w:cs="Arial"/>
                <w:color w:val="000000"/>
                <w:sz w:val="12"/>
                <w:szCs w:val="12"/>
                <w:lang w:val="de-DE" w:eastAsia="de-DE"/>
              </w:rPr>
            </w:pPr>
            <w:r>
              <w:rPr>
                <w:rFonts w:ascii="Consolas" w:eastAsia="Times New Roman" w:hAnsi="Consolas" w:cs="Arial"/>
                <w:color w:val="000000"/>
                <w:sz w:val="12"/>
                <w:szCs w:val="12"/>
                <w:lang w:val="de-DE" w:eastAsia="de-DE"/>
              </w:rPr>
              <w:t>DEMAND_FOR</w:t>
            </w:r>
            <w:r w:rsidR="00521AF4" w:rsidRPr="00950C9E">
              <w:rPr>
                <w:rFonts w:ascii="Consolas" w:eastAsia="Times New Roman" w:hAnsi="Consolas" w:cs="Arial"/>
                <w:color w:val="000000"/>
                <w:sz w:val="12"/>
                <w:szCs w:val="12"/>
                <w:lang w:val="de-DE" w:eastAsia="de-DE"/>
              </w:rPr>
              <w:t>E</w:t>
            </w:r>
            <w:r>
              <w:rPr>
                <w:rFonts w:ascii="Consolas" w:eastAsia="Times New Roman" w:hAnsi="Consolas" w:cs="Arial"/>
                <w:color w:val="000000"/>
                <w:sz w:val="12"/>
                <w:szCs w:val="12"/>
                <w:lang w:val="de-DE" w:eastAsia="de-DE"/>
              </w:rPr>
              <w:t>CAST</w:t>
            </w:r>
            <w:r w:rsidR="00D810DF">
              <w:rPr>
                <w:rFonts w:ascii="Consolas" w:eastAsia="Times New Roman" w:hAnsi="Consolas" w:cs="Arial"/>
                <w:color w:val="000000"/>
                <w:sz w:val="12"/>
                <w:szCs w:val="12"/>
                <w:lang w:val="de-DE" w:eastAsia="de-DE"/>
              </w:rPr>
              <w:t>_RESPONSE</w:t>
            </w:r>
          </w:p>
        </w:tc>
        <w:tc>
          <w:tcPr>
            <w:tcW w:w="1423" w:type="pct"/>
            <w:shd w:val="clear" w:color="auto" w:fill="auto"/>
            <w:vAlign w:val="center"/>
          </w:tcPr>
          <w:p w14:paraId="7CCE5B62" w14:textId="77777777" w:rsidR="00521AF4" w:rsidRPr="00950C9E" w:rsidRDefault="00521AF4" w:rsidP="008339CA">
            <w:pPr>
              <w:spacing w:line="240" w:lineRule="auto"/>
              <w:rPr>
                <w:rFonts w:eastAsia="Times New Roman" w:cs="Arial"/>
                <w:color w:val="000000"/>
                <w:sz w:val="12"/>
                <w:szCs w:val="12"/>
                <w:lang w:eastAsia="de-DE"/>
              </w:rPr>
            </w:pPr>
            <w:r w:rsidRPr="00950C9E">
              <w:rPr>
                <w:rFonts w:eastAsia="Times New Roman" w:cs="Arial"/>
                <w:color w:val="000000"/>
                <w:sz w:val="12"/>
                <w:szCs w:val="12"/>
                <w:lang w:eastAsia="de-DE"/>
              </w:rPr>
              <w:t>Value reflects the Boost Aero document name.</w:t>
            </w:r>
          </w:p>
        </w:tc>
        <w:tc>
          <w:tcPr>
            <w:tcW w:w="1725" w:type="pct"/>
            <w:shd w:val="clear" w:color="auto" w:fill="auto"/>
            <w:vAlign w:val="center"/>
          </w:tcPr>
          <w:p w14:paraId="1394CC72" w14:textId="77777777" w:rsidR="00521AF4" w:rsidRPr="00950C9E" w:rsidRDefault="00521AF4" w:rsidP="008339CA">
            <w:pPr>
              <w:spacing w:line="240" w:lineRule="auto"/>
              <w:rPr>
                <w:sz w:val="12"/>
                <w:szCs w:val="12"/>
                <w:lang w:eastAsia="de-DE"/>
              </w:rPr>
            </w:pPr>
            <w:r w:rsidRPr="00950C9E">
              <w:rPr>
                <w:sz w:val="12"/>
                <w:szCs w:val="12"/>
                <w:lang w:eastAsia="de-DE"/>
              </w:rPr>
              <w:t>/as:CI_DespatchAdvice/as:CIDAExchangedDocument/asram:NameText</w:t>
            </w:r>
          </w:p>
        </w:tc>
      </w:tr>
      <w:tr w:rsidR="00521AF4" w:rsidRPr="00696990" w14:paraId="028DE962" w14:textId="77777777" w:rsidTr="008339CA">
        <w:trPr>
          <w:cantSplit/>
          <w:trHeight w:val="358"/>
        </w:trPr>
        <w:tc>
          <w:tcPr>
            <w:tcW w:w="644" w:type="pct"/>
            <w:shd w:val="clear" w:color="auto" w:fill="auto"/>
            <w:noWrap/>
            <w:vAlign w:val="center"/>
          </w:tcPr>
          <w:p w14:paraId="4E409A96" w14:textId="77777777" w:rsidR="00521AF4" w:rsidRPr="00950C9E" w:rsidRDefault="00521AF4" w:rsidP="008339CA">
            <w:pPr>
              <w:spacing w:line="240" w:lineRule="auto"/>
              <w:jc w:val="center"/>
              <w:rPr>
                <w:sz w:val="12"/>
                <w:szCs w:val="12"/>
                <w:lang w:eastAsia="de-DE"/>
              </w:rPr>
            </w:pPr>
            <w:r w:rsidRPr="00950C9E">
              <w:rPr>
                <w:sz w:val="12"/>
                <w:szCs w:val="12"/>
                <w:lang w:eastAsia="de-DE"/>
              </w:rPr>
              <w:t>SubmissionDate</w:t>
            </w:r>
          </w:p>
        </w:tc>
        <w:tc>
          <w:tcPr>
            <w:tcW w:w="1208" w:type="pct"/>
            <w:shd w:val="clear" w:color="auto" w:fill="auto"/>
            <w:noWrap/>
            <w:vAlign w:val="center"/>
          </w:tcPr>
          <w:p w14:paraId="1F77546C" w14:textId="77777777" w:rsidR="00521AF4" w:rsidRPr="00950C9E" w:rsidRDefault="00521AF4" w:rsidP="008339CA">
            <w:pPr>
              <w:spacing w:line="240" w:lineRule="auto"/>
              <w:jc w:val="center"/>
              <w:rPr>
                <w:rFonts w:ascii="Consolas" w:eastAsia="Times New Roman" w:hAnsi="Consolas" w:cs="Arial"/>
                <w:color w:val="000000"/>
                <w:sz w:val="12"/>
                <w:szCs w:val="12"/>
                <w:lang w:val="de-DE" w:eastAsia="de-DE"/>
              </w:rPr>
            </w:pPr>
            <w:r w:rsidRPr="00950C9E">
              <w:rPr>
                <w:rFonts w:ascii="Consolas" w:eastAsia="Times New Roman" w:hAnsi="Consolas" w:cs="Arial"/>
                <w:color w:val="000000"/>
                <w:sz w:val="12"/>
                <w:szCs w:val="12"/>
                <w:lang w:val="de-DE" w:eastAsia="de-DE"/>
              </w:rPr>
              <w:t>2017-06-28T00:00:00</w:t>
            </w:r>
          </w:p>
        </w:tc>
        <w:tc>
          <w:tcPr>
            <w:tcW w:w="1423" w:type="pct"/>
            <w:shd w:val="clear" w:color="auto" w:fill="auto"/>
            <w:vAlign w:val="center"/>
          </w:tcPr>
          <w:p w14:paraId="3FEE643D" w14:textId="77777777" w:rsidR="00521AF4" w:rsidRPr="00950C9E" w:rsidRDefault="00521AF4" w:rsidP="008339CA">
            <w:pPr>
              <w:spacing w:line="240" w:lineRule="auto"/>
              <w:rPr>
                <w:sz w:val="12"/>
                <w:szCs w:val="12"/>
                <w:lang w:eastAsia="de-DE"/>
              </w:rPr>
            </w:pPr>
            <w:r w:rsidRPr="00950C9E">
              <w:rPr>
                <w:sz w:val="12"/>
                <w:szCs w:val="12"/>
                <w:lang w:eastAsia="de-DE"/>
              </w:rPr>
              <w:t>Submission date and time of the despatch advice.</w:t>
            </w:r>
          </w:p>
        </w:tc>
        <w:tc>
          <w:tcPr>
            <w:tcW w:w="1725" w:type="pct"/>
            <w:shd w:val="clear" w:color="auto" w:fill="auto"/>
            <w:vAlign w:val="center"/>
          </w:tcPr>
          <w:p w14:paraId="37884A0F" w14:textId="77777777" w:rsidR="00521AF4" w:rsidRPr="00950C9E" w:rsidRDefault="00521AF4" w:rsidP="008339CA">
            <w:pPr>
              <w:spacing w:line="240" w:lineRule="auto"/>
              <w:rPr>
                <w:sz w:val="12"/>
                <w:szCs w:val="12"/>
                <w:lang w:eastAsia="de-DE"/>
              </w:rPr>
            </w:pPr>
            <w:r w:rsidRPr="00950C9E">
              <w:rPr>
                <w:sz w:val="12"/>
                <w:szCs w:val="12"/>
                <w:lang w:eastAsia="de-DE"/>
              </w:rPr>
              <w:t>/as:CI_DespatchAdvice/as:CIDAExchangedDocument/asram:SubmissionDateTime</w:t>
            </w:r>
          </w:p>
        </w:tc>
      </w:tr>
    </w:tbl>
    <w:p w14:paraId="193F1677" w14:textId="77777777" w:rsidR="00521AF4" w:rsidRDefault="00521AF4" w:rsidP="00521AF4"/>
    <w:p w14:paraId="244DA01C" w14:textId="77777777" w:rsidR="00521AF4" w:rsidRPr="000B55CC" w:rsidRDefault="00521AF4" w:rsidP="00521AF4">
      <w:pPr>
        <w:pStyle w:val="berschrift1"/>
      </w:pPr>
      <w:bookmarkStart w:id="18" w:name="_Toc313366648"/>
      <w:bookmarkStart w:id="19" w:name="_Toc487443237"/>
      <w:bookmarkStart w:id="20" w:name="_Toc492388050"/>
      <w:bookmarkStart w:id="21" w:name="_Toc492907173"/>
      <w:r w:rsidRPr="000B55CC">
        <w:t>BoostAero Attribut Codes Lists</w:t>
      </w:r>
      <w:bookmarkEnd w:id="18"/>
      <w:bookmarkEnd w:id="19"/>
      <w:bookmarkEnd w:id="20"/>
      <w:bookmarkEnd w:id="21"/>
    </w:p>
    <w:p w14:paraId="51042A96" w14:textId="77777777" w:rsidR="00521AF4" w:rsidRPr="000B55CC" w:rsidRDefault="00521AF4" w:rsidP="00521AF4">
      <w:pPr>
        <w:rPr>
          <w:rFonts w:cs="Arial"/>
          <w:szCs w:val="20"/>
        </w:rPr>
      </w:pPr>
      <w:r w:rsidRPr="000B55CC">
        <w:rPr>
          <w:rFonts w:cs="Arial"/>
          <w:szCs w:val="20"/>
        </w:rPr>
        <w:t>Within the document “BAI_Codes_Lists_V2 10_20110310.xls”, the code lists for the corresponding elements including possible values are attached.</w:t>
      </w:r>
      <w:r>
        <w:rPr>
          <w:rFonts w:cs="Arial"/>
          <w:szCs w:val="20"/>
        </w:rPr>
        <w:t xml:space="preserve"> </w:t>
      </w:r>
      <w:r w:rsidRPr="00EC1F37">
        <w:rPr>
          <w:rFonts w:cs="Arial"/>
          <w:szCs w:val="20"/>
        </w:rPr>
        <w:t>Please note that the codes in the exchanged files can be different. AirAupply transmits/expects the codes as sent by the customer.</w:t>
      </w:r>
    </w:p>
    <w:p w14:paraId="27E2A338" w14:textId="77777777" w:rsidR="00521AF4" w:rsidRPr="000B55CC" w:rsidRDefault="00521AF4" w:rsidP="00521AF4">
      <w:pPr>
        <w:rPr>
          <w:rFonts w:cs="Arial"/>
          <w:szCs w:val="20"/>
        </w:rPr>
      </w:pPr>
      <w:r w:rsidRPr="000B55CC">
        <w:rPr>
          <w:rFonts w:cs="Arial"/>
          <w:szCs w:val="20"/>
        </w:rPr>
        <w:object w:dxaOrig="1454" w:dyaOrig="941" w14:anchorId="5AF4E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46.05pt" o:ole="">
            <v:imagedata r:id="rId13" o:title=""/>
          </v:shape>
          <o:OLEObject Type="Embed" ProgID="Excel.Sheet.8" ShapeID="_x0000_i1025" DrawAspect="Icon" ObjectID="_1578998036" r:id="rId14"/>
        </w:object>
      </w:r>
    </w:p>
    <w:p w14:paraId="3C9C764F" w14:textId="77777777" w:rsidR="00521AF4" w:rsidRDefault="00521AF4" w:rsidP="00521AF4">
      <w:pPr>
        <w:spacing w:line="240" w:lineRule="auto"/>
        <w:rPr>
          <w:rFonts w:eastAsia="Times New Roman"/>
          <w:b/>
          <w:bCs/>
          <w:sz w:val="24"/>
          <w:szCs w:val="28"/>
        </w:rPr>
      </w:pPr>
      <w:bookmarkStart w:id="22" w:name="_Toc313366649"/>
    </w:p>
    <w:p w14:paraId="59737BCE" w14:textId="77777777" w:rsidR="00521AF4" w:rsidRPr="000B55CC" w:rsidRDefault="00521AF4" w:rsidP="00521AF4">
      <w:pPr>
        <w:pStyle w:val="berschrift1"/>
      </w:pPr>
      <w:bookmarkStart w:id="23" w:name="_Toc487443238"/>
      <w:bookmarkStart w:id="24" w:name="_Toc492388051"/>
      <w:bookmarkStart w:id="25" w:name="_Toc492907174"/>
      <w:r w:rsidRPr="000B55CC">
        <w:t>Glossary</w:t>
      </w:r>
      <w:bookmarkEnd w:id="22"/>
      <w:bookmarkEnd w:id="23"/>
      <w:bookmarkEnd w:id="24"/>
      <w:bookmarkEnd w:id="25"/>
    </w:p>
    <w:p w14:paraId="3E617623" w14:textId="77777777" w:rsidR="00521AF4" w:rsidRDefault="00521AF4" w:rsidP="00521AF4">
      <w:pPr>
        <w:rPr>
          <w:rFonts w:cs="Arial"/>
          <w:szCs w:val="20"/>
        </w:rPr>
      </w:pPr>
    </w:p>
    <w:tbl>
      <w:tblPr>
        <w:tblStyle w:val="Tabellenraster"/>
        <w:tblW w:w="0" w:type="auto"/>
        <w:jc w:val="center"/>
        <w:tblLook w:val="04A0" w:firstRow="1" w:lastRow="0" w:firstColumn="1" w:lastColumn="0" w:noHBand="0" w:noVBand="1"/>
      </w:tblPr>
      <w:tblGrid>
        <w:gridCol w:w="1728"/>
        <w:gridCol w:w="7339"/>
      </w:tblGrid>
      <w:tr w:rsidR="00521AF4" w:rsidRPr="00AB081B" w14:paraId="3332E11D" w14:textId="77777777" w:rsidTr="008339CA">
        <w:trPr>
          <w:trHeight w:val="329"/>
          <w:jc w:val="center"/>
        </w:trPr>
        <w:tc>
          <w:tcPr>
            <w:tcW w:w="1728" w:type="dxa"/>
            <w:shd w:val="clear" w:color="auto" w:fill="BFBFBF" w:themeFill="background1" w:themeFillShade="BF"/>
            <w:vAlign w:val="center"/>
          </w:tcPr>
          <w:p w14:paraId="3BFDF08F" w14:textId="77777777" w:rsidR="00521AF4" w:rsidRPr="00AB081B" w:rsidRDefault="00521AF4" w:rsidP="008339CA">
            <w:pPr>
              <w:jc w:val="center"/>
              <w:rPr>
                <w:rFonts w:cs="Arial"/>
                <w:b/>
                <w:szCs w:val="20"/>
              </w:rPr>
            </w:pPr>
            <w:r>
              <w:rPr>
                <w:rFonts w:cs="Arial"/>
                <w:b/>
                <w:szCs w:val="20"/>
              </w:rPr>
              <w:t>Abbreviation</w:t>
            </w:r>
          </w:p>
        </w:tc>
        <w:tc>
          <w:tcPr>
            <w:tcW w:w="7339" w:type="dxa"/>
            <w:shd w:val="clear" w:color="auto" w:fill="BFBFBF" w:themeFill="background1" w:themeFillShade="BF"/>
            <w:vAlign w:val="center"/>
          </w:tcPr>
          <w:p w14:paraId="1802819B" w14:textId="77777777" w:rsidR="00521AF4" w:rsidRPr="00AB081B" w:rsidRDefault="00521AF4" w:rsidP="008339CA">
            <w:pPr>
              <w:jc w:val="center"/>
              <w:rPr>
                <w:rFonts w:cs="Arial"/>
                <w:b/>
                <w:szCs w:val="20"/>
              </w:rPr>
            </w:pPr>
            <w:r>
              <w:rPr>
                <w:rFonts w:cs="Arial"/>
                <w:b/>
                <w:szCs w:val="20"/>
              </w:rPr>
              <w:t>Meaning</w:t>
            </w:r>
          </w:p>
        </w:tc>
      </w:tr>
      <w:tr w:rsidR="00521AF4" w14:paraId="293D6FC2" w14:textId="77777777" w:rsidTr="008339CA">
        <w:trPr>
          <w:trHeight w:val="329"/>
          <w:jc w:val="center"/>
        </w:trPr>
        <w:tc>
          <w:tcPr>
            <w:tcW w:w="1728" w:type="dxa"/>
          </w:tcPr>
          <w:p w14:paraId="41F2EC27" w14:textId="77777777" w:rsidR="00521AF4" w:rsidRPr="00AB081B" w:rsidRDefault="00521AF4" w:rsidP="008339CA">
            <w:pPr>
              <w:jc w:val="center"/>
              <w:rPr>
                <w:rFonts w:ascii="Consolas" w:hAnsi="Consolas" w:cs="Arial"/>
                <w:b/>
                <w:sz w:val="18"/>
                <w:szCs w:val="20"/>
              </w:rPr>
            </w:pPr>
            <w:r w:rsidRPr="000B55CC">
              <w:rPr>
                <w:rFonts w:cs="Arial"/>
                <w:szCs w:val="20"/>
              </w:rPr>
              <w:t>ASRAM</w:t>
            </w:r>
          </w:p>
        </w:tc>
        <w:tc>
          <w:tcPr>
            <w:tcW w:w="7339" w:type="dxa"/>
          </w:tcPr>
          <w:p w14:paraId="1F5A6D1C" w14:textId="77777777" w:rsidR="00521AF4" w:rsidRPr="000B55CC"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 xml:space="preserve">patial </w:t>
            </w:r>
            <w:r w:rsidRPr="000B55CC">
              <w:rPr>
                <w:rFonts w:cs="Arial"/>
                <w:b/>
                <w:szCs w:val="20"/>
              </w:rPr>
              <w:t>R</w:t>
            </w:r>
            <w:r w:rsidRPr="000B55CC">
              <w:rPr>
                <w:rFonts w:cs="Arial"/>
                <w:szCs w:val="20"/>
              </w:rPr>
              <w:t xml:space="preserve">eusable </w:t>
            </w:r>
            <w:r w:rsidRPr="000B55CC">
              <w:rPr>
                <w:rFonts w:cs="Arial"/>
                <w:b/>
                <w:szCs w:val="20"/>
              </w:rPr>
              <w:t>A</w:t>
            </w:r>
            <w:r w:rsidRPr="000B55CC">
              <w:rPr>
                <w:rFonts w:cs="Arial"/>
                <w:szCs w:val="20"/>
              </w:rPr>
              <w:t xml:space="preserve">ssembly </w:t>
            </w:r>
            <w:r w:rsidRPr="000B55CC">
              <w:rPr>
                <w:rFonts w:cs="Arial"/>
                <w:b/>
                <w:szCs w:val="20"/>
              </w:rPr>
              <w:t>M</w:t>
            </w:r>
            <w:r w:rsidRPr="000B55CC">
              <w:rPr>
                <w:rFonts w:cs="Arial"/>
                <w:szCs w:val="20"/>
              </w:rPr>
              <w:t>essages</w:t>
            </w:r>
          </w:p>
          <w:p w14:paraId="6B1895F3" w14:textId="77777777" w:rsidR="00521AF4" w:rsidRDefault="00521AF4" w:rsidP="008339CA">
            <w:pPr>
              <w:rPr>
                <w:rFonts w:cs="Arial"/>
                <w:szCs w:val="20"/>
              </w:rPr>
            </w:pPr>
            <w:r w:rsidRPr="000B55CC">
              <w:rPr>
                <w:rFonts w:cs="Arial"/>
                <w:szCs w:val="20"/>
              </w:rPr>
              <w:t>According to the UN/CEFACT NDR (XML Name and Design Rules), this namespace has to be used for all components.</w:t>
            </w:r>
          </w:p>
        </w:tc>
      </w:tr>
      <w:tr w:rsidR="00521AF4" w14:paraId="1DB48BDF" w14:textId="77777777" w:rsidTr="008339CA">
        <w:trPr>
          <w:trHeight w:val="329"/>
          <w:jc w:val="center"/>
        </w:trPr>
        <w:tc>
          <w:tcPr>
            <w:tcW w:w="1728" w:type="dxa"/>
          </w:tcPr>
          <w:p w14:paraId="34F52F48" w14:textId="77777777" w:rsidR="00521AF4" w:rsidRPr="00AB081B" w:rsidRDefault="00521AF4" w:rsidP="008339CA">
            <w:pPr>
              <w:jc w:val="center"/>
              <w:rPr>
                <w:rFonts w:ascii="Consolas" w:hAnsi="Consolas" w:cs="Arial"/>
                <w:b/>
                <w:sz w:val="18"/>
                <w:szCs w:val="20"/>
              </w:rPr>
            </w:pPr>
            <w:r w:rsidRPr="000B55CC">
              <w:rPr>
                <w:rFonts w:cs="Arial"/>
                <w:szCs w:val="20"/>
              </w:rPr>
              <w:t>as</w:t>
            </w:r>
          </w:p>
        </w:tc>
        <w:tc>
          <w:tcPr>
            <w:tcW w:w="7339" w:type="dxa"/>
          </w:tcPr>
          <w:p w14:paraId="3D23B3C6" w14:textId="77777777" w:rsidR="00521AF4"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patial</w:t>
            </w:r>
          </w:p>
        </w:tc>
      </w:tr>
      <w:tr w:rsidR="00521AF4" w14:paraId="13792105" w14:textId="77777777" w:rsidTr="008339CA">
        <w:trPr>
          <w:trHeight w:val="329"/>
          <w:jc w:val="center"/>
        </w:trPr>
        <w:tc>
          <w:tcPr>
            <w:tcW w:w="1728" w:type="dxa"/>
          </w:tcPr>
          <w:p w14:paraId="3266B4CB" w14:textId="77777777" w:rsidR="00521AF4" w:rsidRPr="00AB081B" w:rsidRDefault="00521AF4" w:rsidP="008339CA">
            <w:pPr>
              <w:jc w:val="center"/>
              <w:rPr>
                <w:rFonts w:ascii="Consolas" w:hAnsi="Consolas" w:cs="Arial"/>
                <w:b/>
                <w:sz w:val="18"/>
                <w:szCs w:val="20"/>
              </w:rPr>
            </w:pPr>
            <w:r w:rsidRPr="000B55CC">
              <w:rPr>
                <w:rFonts w:cs="Arial"/>
                <w:szCs w:val="20"/>
              </w:rPr>
              <w:t>CI</w:t>
            </w:r>
          </w:p>
        </w:tc>
        <w:tc>
          <w:tcPr>
            <w:tcW w:w="7339" w:type="dxa"/>
          </w:tcPr>
          <w:p w14:paraId="29328DDD"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ndustry</w:t>
            </w:r>
          </w:p>
        </w:tc>
      </w:tr>
      <w:tr w:rsidR="00521AF4" w14:paraId="1E34D5A2" w14:textId="77777777" w:rsidTr="008339CA">
        <w:trPr>
          <w:trHeight w:val="329"/>
          <w:jc w:val="center"/>
        </w:trPr>
        <w:tc>
          <w:tcPr>
            <w:tcW w:w="1728" w:type="dxa"/>
          </w:tcPr>
          <w:p w14:paraId="28F4661B" w14:textId="77777777" w:rsidR="00521AF4" w:rsidRPr="00AB081B" w:rsidRDefault="00521AF4" w:rsidP="008339CA">
            <w:pPr>
              <w:jc w:val="center"/>
              <w:rPr>
                <w:rFonts w:ascii="Consolas" w:hAnsi="Consolas" w:cs="Arial"/>
                <w:b/>
                <w:sz w:val="18"/>
                <w:szCs w:val="20"/>
              </w:rPr>
            </w:pPr>
            <w:r w:rsidRPr="000B55CC">
              <w:rPr>
                <w:rFonts w:cs="Arial"/>
                <w:szCs w:val="20"/>
              </w:rPr>
              <w:t>CIO</w:t>
            </w:r>
          </w:p>
        </w:tc>
        <w:tc>
          <w:tcPr>
            <w:tcW w:w="7339" w:type="dxa"/>
          </w:tcPr>
          <w:p w14:paraId="42FDD082"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 xml:space="preserve">ndustry </w:t>
            </w:r>
            <w:r w:rsidRPr="000B55CC">
              <w:rPr>
                <w:rFonts w:cs="Arial"/>
                <w:b/>
                <w:szCs w:val="20"/>
              </w:rPr>
              <w:t>O</w:t>
            </w:r>
            <w:r w:rsidRPr="000B55CC">
              <w:rPr>
                <w:rFonts w:cs="Arial"/>
                <w:szCs w:val="20"/>
              </w:rPr>
              <w:t>rdering</w:t>
            </w:r>
          </w:p>
        </w:tc>
      </w:tr>
      <w:tr w:rsidR="00521AF4" w14:paraId="31C5733D" w14:textId="77777777" w:rsidTr="008339CA">
        <w:trPr>
          <w:trHeight w:val="329"/>
          <w:jc w:val="center"/>
        </w:trPr>
        <w:tc>
          <w:tcPr>
            <w:tcW w:w="1728" w:type="dxa"/>
          </w:tcPr>
          <w:p w14:paraId="6BF4697D" w14:textId="77777777" w:rsidR="00521AF4" w:rsidRPr="000B55CC" w:rsidRDefault="00521AF4" w:rsidP="008339CA">
            <w:pPr>
              <w:jc w:val="center"/>
              <w:rPr>
                <w:rFonts w:cs="Arial"/>
                <w:szCs w:val="20"/>
              </w:rPr>
            </w:pPr>
            <w:r>
              <w:rPr>
                <w:rFonts w:cs="Arial"/>
                <w:szCs w:val="20"/>
              </w:rPr>
              <w:t>DA</w:t>
            </w:r>
          </w:p>
        </w:tc>
        <w:tc>
          <w:tcPr>
            <w:tcW w:w="7339" w:type="dxa"/>
          </w:tcPr>
          <w:p w14:paraId="1A7FBEBF" w14:textId="77777777" w:rsidR="00521AF4" w:rsidRPr="000B55CC" w:rsidRDefault="00521AF4" w:rsidP="008339CA">
            <w:pPr>
              <w:rPr>
                <w:rFonts w:cs="Arial"/>
                <w:b/>
                <w:bCs/>
                <w:szCs w:val="20"/>
              </w:rPr>
            </w:pPr>
            <w:r>
              <w:rPr>
                <w:rFonts w:cs="Arial"/>
                <w:b/>
                <w:bCs/>
                <w:szCs w:val="20"/>
              </w:rPr>
              <w:t>D</w:t>
            </w:r>
            <w:r w:rsidRPr="00706D44">
              <w:rPr>
                <w:rFonts w:cs="Arial"/>
                <w:bCs/>
                <w:szCs w:val="20"/>
              </w:rPr>
              <w:t>espatch</w:t>
            </w:r>
            <w:r>
              <w:rPr>
                <w:rFonts w:cs="Arial"/>
                <w:b/>
                <w:bCs/>
                <w:szCs w:val="20"/>
              </w:rPr>
              <w:t xml:space="preserve"> A</w:t>
            </w:r>
            <w:r w:rsidRPr="00706D44">
              <w:rPr>
                <w:rFonts w:cs="Arial"/>
                <w:bCs/>
                <w:szCs w:val="20"/>
              </w:rPr>
              <w:t>dvice</w:t>
            </w:r>
          </w:p>
        </w:tc>
      </w:tr>
      <w:tr w:rsidR="00521AF4" w14:paraId="1F89E75E" w14:textId="77777777" w:rsidTr="008339CA">
        <w:trPr>
          <w:trHeight w:val="329"/>
          <w:jc w:val="center"/>
        </w:trPr>
        <w:tc>
          <w:tcPr>
            <w:tcW w:w="1728" w:type="dxa"/>
          </w:tcPr>
          <w:p w14:paraId="7EE2BA6E" w14:textId="77777777" w:rsidR="00521AF4" w:rsidRPr="000B55CC" w:rsidRDefault="00521AF4" w:rsidP="008339CA">
            <w:pPr>
              <w:jc w:val="center"/>
              <w:rPr>
                <w:rFonts w:cs="Arial"/>
                <w:szCs w:val="20"/>
              </w:rPr>
            </w:pPr>
            <w:r w:rsidRPr="000B55CC">
              <w:rPr>
                <w:rFonts w:cs="Arial"/>
                <w:szCs w:val="20"/>
              </w:rPr>
              <w:t>EDI</w:t>
            </w:r>
          </w:p>
        </w:tc>
        <w:tc>
          <w:tcPr>
            <w:tcW w:w="7339" w:type="dxa"/>
          </w:tcPr>
          <w:p w14:paraId="5B1714E8" w14:textId="77777777" w:rsidR="00521AF4" w:rsidRPr="000B55CC" w:rsidRDefault="00521AF4" w:rsidP="008339CA">
            <w:pPr>
              <w:rPr>
                <w:rFonts w:cs="Arial"/>
                <w:szCs w:val="20"/>
              </w:rPr>
            </w:pPr>
            <w:r w:rsidRPr="000B55CC">
              <w:rPr>
                <w:rFonts w:cs="Arial"/>
                <w:b/>
                <w:bCs/>
                <w:szCs w:val="20"/>
              </w:rPr>
              <w:t>E</w:t>
            </w:r>
            <w:r w:rsidRPr="000B55CC">
              <w:rPr>
                <w:rFonts w:cs="Arial"/>
                <w:bCs/>
                <w:szCs w:val="20"/>
              </w:rPr>
              <w:t xml:space="preserve">lectronic </w:t>
            </w:r>
            <w:r w:rsidRPr="000B55CC">
              <w:rPr>
                <w:rFonts w:cs="Arial"/>
                <w:b/>
                <w:bCs/>
                <w:szCs w:val="20"/>
              </w:rPr>
              <w:t>D</w:t>
            </w:r>
            <w:r w:rsidRPr="000B55CC">
              <w:rPr>
                <w:rFonts w:cs="Arial"/>
                <w:bCs/>
                <w:szCs w:val="20"/>
              </w:rPr>
              <w:t xml:space="preserve">ata </w:t>
            </w:r>
            <w:r w:rsidRPr="000B55CC">
              <w:rPr>
                <w:rFonts w:cs="Arial"/>
                <w:b/>
                <w:bCs/>
                <w:szCs w:val="20"/>
              </w:rPr>
              <w:t>I</w:t>
            </w:r>
            <w:r w:rsidRPr="000B55CC">
              <w:rPr>
                <w:rFonts w:cs="Arial"/>
                <w:bCs/>
                <w:szCs w:val="20"/>
              </w:rPr>
              <w:t>nterchange</w:t>
            </w:r>
            <w:r w:rsidRPr="000B55CC">
              <w:rPr>
                <w:rFonts w:cs="Arial"/>
                <w:szCs w:val="20"/>
              </w:rPr>
              <w:t xml:space="preserve"> is the structured transmission of data between organizations by electronic means. It is used to transfer electronic documents or business data from one computer system to another computer system, i.e. from one trading partner to another trading partner without human intervention.</w:t>
            </w:r>
          </w:p>
        </w:tc>
      </w:tr>
      <w:tr w:rsidR="00521AF4" w14:paraId="66F1CC66" w14:textId="77777777" w:rsidTr="008339CA">
        <w:trPr>
          <w:trHeight w:val="329"/>
          <w:jc w:val="center"/>
        </w:trPr>
        <w:tc>
          <w:tcPr>
            <w:tcW w:w="1728" w:type="dxa"/>
          </w:tcPr>
          <w:p w14:paraId="087DC7E2" w14:textId="77777777" w:rsidR="00521AF4" w:rsidRPr="000B55CC" w:rsidRDefault="00521AF4" w:rsidP="008339CA">
            <w:pPr>
              <w:jc w:val="center"/>
              <w:rPr>
                <w:rFonts w:cs="Arial"/>
                <w:szCs w:val="20"/>
              </w:rPr>
            </w:pPr>
            <w:r w:rsidRPr="000B55CC">
              <w:rPr>
                <w:rFonts w:cs="Arial"/>
                <w:szCs w:val="20"/>
              </w:rPr>
              <w:t>ERP</w:t>
            </w:r>
          </w:p>
        </w:tc>
        <w:tc>
          <w:tcPr>
            <w:tcW w:w="7339" w:type="dxa"/>
          </w:tcPr>
          <w:p w14:paraId="5C69EE8F" w14:textId="77777777" w:rsidR="00521AF4" w:rsidRPr="000B55CC" w:rsidRDefault="00521AF4" w:rsidP="008339CA">
            <w:pPr>
              <w:rPr>
                <w:rFonts w:cs="Arial"/>
                <w:szCs w:val="20"/>
              </w:rPr>
            </w:pPr>
            <w:r w:rsidRPr="000B55CC">
              <w:rPr>
                <w:rFonts w:cs="Arial"/>
                <w:b/>
                <w:szCs w:val="20"/>
              </w:rPr>
              <w:t>E</w:t>
            </w:r>
            <w:r w:rsidRPr="000B55CC">
              <w:rPr>
                <w:rFonts w:cs="Arial"/>
                <w:szCs w:val="20"/>
              </w:rPr>
              <w:t xml:space="preserve">nterprise </w:t>
            </w:r>
            <w:r w:rsidRPr="000B55CC">
              <w:rPr>
                <w:rFonts w:cs="Arial"/>
                <w:b/>
                <w:szCs w:val="20"/>
              </w:rPr>
              <w:t>R</w:t>
            </w:r>
            <w:r w:rsidRPr="000B55CC">
              <w:rPr>
                <w:rFonts w:cs="Arial"/>
                <w:szCs w:val="20"/>
              </w:rPr>
              <w:t xml:space="preserve">esource </w:t>
            </w:r>
            <w:r w:rsidRPr="000B55CC">
              <w:rPr>
                <w:rFonts w:cs="Arial"/>
                <w:b/>
                <w:szCs w:val="20"/>
              </w:rPr>
              <w:t>P</w:t>
            </w:r>
            <w:r w:rsidRPr="000B55CC">
              <w:rPr>
                <w:rFonts w:cs="Arial"/>
                <w:szCs w:val="20"/>
              </w:rPr>
              <w:t>lanning integrates internal and external management information across an entire organization</w:t>
            </w:r>
            <w:r>
              <w:rPr>
                <w:rFonts w:cs="Arial"/>
                <w:szCs w:val="20"/>
              </w:rPr>
              <w:t>.</w:t>
            </w:r>
          </w:p>
        </w:tc>
      </w:tr>
      <w:tr w:rsidR="00521AF4" w14:paraId="1DCAD816" w14:textId="77777777" w:rsidTr="008339CA">
        <w:trPr>
          <w:trHeight w:val="329"/>
          <w:jc w:val="center"/>
        </w:trPr>
        <w:tc>
          <w:tcPr>
            <w:tcW w:w="1728" w:type="dxa"/>
          </w:tcPr>
          <w:p w14:paraId="653B46D6" w14:textId="77777777" w:rsidR="00521AF4" w:rsidRPr="000B55CC" w:rsidRDefault="00521AF4" w:rsidP="008339CA">
            <w:pPr>
              <w:jc w:val="center"/>
              <w:rPr>
                <w:rFonts w:cs="Arial"/>
                <w:szCs w:val="20"/>
              </w:rPr>
            </w:pPr>
            <w:r w:rsidRPr="000B55CC">
              <w:rPr>
                <w:rFonts w:cs="Arial"/>
                <w:szCs w:val="20"/>
              </w:rPr>
              <w:t>M2M</w:t>
            </w:r>
          </w:p>
        </w:tc>
        <w:tc>
          <w:tcPr>
            <w:tcW w:w="7339" w:type="dxa"/>
          </w:tcPr>
          <w:p w14:paraId="2E195B28" w14:textId="77777777" w:rsidR="00521AF4" w:rsidRPr="000B55CC" w:rsidRDefault="00521AF4" w:rsidP="008339CA">
            <w:pPr>
              <w:rPr>
                <w:rFonts w:cs="Arial"/>
                <w:szCs w:val="20"/>
              </w:rPr>
            </w:pPr>
            <w:r w:rsidRPr="00D34F7D">
              <w:rPr>
                <w:rFonts w:cs="Arial"/>
                <w:b/>
                <w:szCs w:val="20"/>
              </w:rPr>
              <w:t>M</w:t>
            </w:r>
            <w:r w:rsidRPr="000B55CC">
              <w:rPr>
                <w:rFonts w:cs="Arial"/>
                <w:szCs w:val="20"/>
              </w:rPr>
              <w:t>achine-to-</w:t>
            </w:r>
            <w:r w:rsidRPr="00D34F7D">
              <w:rPr>
                <w:rFonts w:cs="Arial"/>
                <w:b/>
                <w:szCs w:val="20"/>
              </w:rPr>
              <w:t>M</w:t>
            </w:r>
            <w:r w:rsidRPr="000B55CC">
              <w:rPr>
                <w:rFonts w:cs="Arial"/>
                <w:szCs w:val="20"/>
              </w:rPr>
              <w:t>achine refers to technologies that allow systems to communicate with other systems of the same ability.</w:t>
            </w:r>
          </w:p>
        </w:tc>
      </w:tr>
      <w:tr w:rsidR="00521AF4" w14:paraId="76630F17" w14:textId="77777777" w:rsidTr="008339CA">
        <w:trPr>
          <w:trHeight w:val="329"/>
          <w:jc w:val="center"/>
        </w:trPr>
        <w:tc>
          <w:tcPr>
            <w:tcW w:w="1728" w:type="dxa"/>
          </w:tcPr>
          <w:p w14:paraId="09D09392" w14:textId="77777777" w:rsidR="00521AF4" w:rsidRPr="000B55CC" w:rsidRDefault="00521AF4" w:rsidP="008339CA">
            <w:pPr>
              <w:jc w:val="center"/>
              <w:rPr>
                <w:rFonts w:cs="Arial"/>
                <w:szCs w:val="20"/>
              </w:rPr>
            </w:pPr>
            <w:r w:rsidRPr="000B55CC">
              <w:rPr>
                <w:rFonts w:cs="Arial"/>
                <w:szCs w:val="20"/>
                <w:lang w:eastAsia="zh-TW"/>
              </w:rPr>
              <w:t>SCM</w:t>
            </w:r>
          </w:p>
        </w:tc>
        <w:tc>
          <w:tcPr>
            <w:tcW w:w="7339" w:type="dxa"/>
          </w:tcPr>
          <w:p w14:paraId="21B9F7C5" w14:textId="77777777" w:rsidR="00521AF4" w:rsidRPr="000B55CC" w:rsidRDefault="00521AF4" w:rsidP="008339CA">
            <w:pPr>
              <w:rPr>
                <w:rFonts w:cs="Arial"/>
                <w:szCs w:val="20"/>
              </w:rPr>
            </w:pPr>
            <w:r w:rsidRPr="00D34F7D">
              <w:rPr>
                <w:rFonts w:cs="Arial"/>
                <w:b/>
                <w:szCs w:val="20"/>
              </w:rPr>
              <w:t>S</w:t>
            </w:r>
            <w:r w:rsidRPr="000B55CC">
              <w:rPr>
                <w:rFonts w:cs="Arial"/>
                <w:szCs w:val="20"/>
              </w:rPr>
              <w:t xml:space="preserve">upply </w:t>
            </w:r>
            <w:r w:rsidRPr="00D34F7D">
              <w:rPr>
                <w:rFonts w:cs="Arial"/>
                <w:b/>
                <w:szCs w:val="20"/>
              </w:rPr>
              <w:t>C</w:t>
            </w:r>
            <w:r w:rsidRPr="000B55CC">
              <w:rPr>
                <w:rFonts w:cs="Arial"/>
                <w:szCs w:val="20"/>
              </w:rPr>
              <w:t xml:space="preserve">hain </w:t>
            </w:r>
            <w:r w:rsidRPr="00D34F7D">
              <w:rPr>
                <w:rFonts w:cs="Arial"/>
                <w:b/>
                <w:szCs w:val="20"/>
              </w:rPr>
              <w:t>M</w:t>
            </w:r>
            <w:r w:rsidRPr="000B55CC">
              <w:rPr>
                <w:rFonts w:cs="Arial"/>
                <w:szCs w:val="20"/>
              </w:rPr>
              <w:t>anagement is the process of planning, implementing, and controlling the operations of the supply c</w:t>
            </w:r>
            <w:r>
              <w:rPr>
                <w:rFonts w:cs="Arial"/>
                <w:szCs w:val="20"/>
              </w:rPr>
              <w:t>hain as efficiently as possible.</w:t>
            </w:r>
          </w:p>
        </w:tc>
      </w:tr>
      <w:tr w:rsidR="00521AF4" w14:paraId="447590E2" w14:textId="77777777" w:rsidTr="008339CA">
        <w:trPr>
          <w:trHeight w:val="329"/>
          <w:jc w:val="center"/>
        </w:trPr>
        <w:tc>
          <w:tcPr>
            <w:tcW w:w="1728" w:type="dxa"/>
          </w:tcPr>
          <w:p w14:paraId="5146CCFB" w14:textId="77777777" w:rsidR="00521AF4" w:rsidRPr="000B55CC" w:rsidRDefault="00521AF4" w:rsidP="008339CA">
            <w:pPr>
              <w:jc w:val="center"/>
              <w:rPr>
                <w:rFonts w:cs="Arial"/>
                <w:szCs w:val="20"/>
                <w:lang w:eastAsia="zh-TW"/>
              </w:rPr>
            </w:pPr>
            <w:r>
              <w:rPr>
                <w:rFonts w:cs="Arial"/>
                <w:szCs w:val="20"/>
                <w:lang w:eastAsia="zh-TW"/>
              </w:rPr>
              <w:t>PO</w:t>
            </w:r>
          </w:p>
        </w:tc>
        <w:tc>
          <w:tcPr>
            <w:tcW w:w="7339" w:type="dxa"/>
          </w:tcPr>
          <w:p w14:paraId="24329B1E" w14:textId="77777777" w:rsidR="00521AF4" w:rsidRPr="00D34F7D" w:rsidRDefault="00521AF4" w:rsidP="008339CA">
            <w:pPr>
              <w:rPr>
                <w:rFonts w:cs="Arial"/>
                <w:szCs w:val="20"/>
              </w:rPr>
            </w:pPr>
            <w:r>
              <w:rPr>
                <w:rFonts w:cs="Arial"/>
                <w:b/>
                <w:szCs w:val="20"/>
              </w:rPr>
              <w:t>P</w:t>
            </w:r>
            <w:r>
              <w:rPr>
                <w:rFonts w:cs="Arial"/>
                <w:szCs w:val="20"/>
              </w:rPr>
              <w:t xml:space="preserve">urchase </w:t>
            </w:r>
            <w:r>
              <w:rPr>
                <w:rFonts w:cs="Arial"/>
                <w:b/>
                <w:szCs w:val="20"/>
              </w:rPr>
              <w:t>O</w:t>
            </w:r>
            <w:r>
              <w:rPr>
                <w:rFonts w:cs="Arial"/>
                <w:szCs w:val="20"/>
              </w:rPr>
              <w:t>rder</w:t>
            </w:r>
          </w:p>
        </w:tc>
      </w:tr>
      <w:tr w:rsidR="00521AF4" w14:paraId="46609C73" w14:textId="77777777" w:rsidTr="008339CA">
        <w:trPr>
          <w:trHeight w:val="329"/>
          <w:jc w:val="center"/>
        </w:trPr>
        <w:tc>
          <w:tcPr>
            <w:tcW w:w="1728" w:type="dxa"/>
          </w:tcPr>
          <w:p w14:paraId="6D4416C6" w14:textId="77777777" w:rsidR="00521AF4" w:rsidRDefault="00521AF4" w:rsidP="008339CA">
            <w:pPr>
              <w:jc w:val="center"/>
              <w:rPr>
                <w:rFonts w:cs="Arial"/>
                <w:szCs w:val="20"/>
                <w:lang w:eastAsia="zh-TW"/>
              </w:rPr>
            </w:pPr>
            <w:r>
              <w:rPr>
                <w:rFonts w:cs="Arial"/>
                <w:szCs w:val="20"/>
                <w:lang w:eastAsia="zh-TW"/>
              </w:rPr>
              <w:t>VAT</w:t>
            </w:r>
          </w:p>
        </w:tc>
        <w:tc>
          <w:tcPr>
            <w:tcW w:w="7339" w:type="dxa"/>
          </w:tcPr>
          <w:p w14:paraId="682AA09D" w14:textId="77777777" w:rsidR="00521AF4" w:rsidRPr="001E673F" w:rsidRDefault="00521AF4" w:rsidP="008339CA">
            <w:pPr>
              <w:rPr>
                <w:rFonts w:cs="Arial"/>
                <w:szCs w:val="20"/>
              </w:rPr>
            </w:pPr>
            <w:r>
              <w:rPr>
                <w:rFonts w:cs="Arial"/>
                <w:b/>
                <w:szCs w:val="20"/>
              </w:rPr>
              <w:t>V</w:t>
            </w:r>
            <w:r>
              <w:rPr>
                <w:rFonts w:cs="Arial"/>
                <w:szCs w:val="20"/>
              </w:rPr>
              <w:t xml:space="preserve">alue </w:t>
            </w:r>
            <w:r>
              <w:rPr>
                <w:rFonts w:cs="Arial"/>
                <w:b/>
                <w:szCs w:val="20"/>
              </w:rPr>
              <w:t>A</w:t>
            </w:r>
            <w:r>
              <w:rPr>
                <w:rFonts w:cs="Arial"/>
                <w:szCs w:val="20"/>
              </w:rPr>
              <w:t xml:space="preserve">dded </w:t>
            </w:r>
            <w:r>
              <w:rPr>
                <w:rFonts w:cs="Arial"/>
                <w:b/>
                <w:szCs w:val="20"/>
              </w:rPr>
              <w:t>T</w:t>
            </w:r>
            <w:r>
              <w:rPr>
                <w:rFonts w:cs="Arial"/>
                <w:szCs w:val="20"/>
              </w:rPr>
              <w:t>ax</w:t>
            </w:r>
          </w:p>
        </w:tc>
      </w:tr>
      <w:tr w:rsidR="00521AF4" w14:paraId="11120A99" w14:textId="77777777" w:rsidTr="008339CA">
        <w:trPr>
          <w:trHeight w:val="329"/>
          <w:jc w:val="center"/>
        </w:trPr>
        <w:tc>
          <w:tcPr>
            <w:tcW w:w="1728" w:type="dxa"/>
          </w:tcPr>
          <w:p w14:paraId="035EB375" w14:textId="77777777" w:rsidR="00521AF4" w:rsidRDefault="00521AF4" w:rsidP="008339CA">
            <w:pPr>
              <w:jc w:val="center"/>
              <w:rPr>
                <w:rFonts w:cs="Arial"/>
                <w:szCs w:val="20"/>
                <w:lang w:eastAsia="zh-TW"/>
              </w:rPr>
            </w:pPr>
            <w:r>
              <w:rPr>
                <w:rFonts w:cs="Arial"/>
                <w:szCs w:val="20"/>
                <w:lang w:eastAsia="zh-TW"/>
              </w:rPr>
              <w:t>XML</w:t>
            </w:r>
          </w:p>
        </w:tc>
        <w:tc>
          <w:tcPr>
            <w:tcW w:w="7339" w:type="dxa"/>
          </w:tcPr>
          <w:p w14:paraId="63175483" w14:textId="77777777" w:rsidR="00521AF4" w:rsidRPr="001E673F" w:rsidRDefault="00521AF4" w:rsidP="008339CA">
            <w:pPr>
              <w:rPr>
                <w:rFonts w:cs="Arial"/>
                <w:szCs w:val="20"/>
              </w:rPr>
            </w:pPr>
            <w:r>
              <w:rPr>
                <w:rFonts w:cs="Arial"/>
                <w:szCs w:val="20"/>
              </w:rPr>
              <w:t>E</w:t>
            </w:r>
            <w:r>
              <w:rPr>
                <w:rFonts w:cs="Arial"/>
                <w:b/>
                <w:szCs w:val="20"/>
              </w:rPr>
              <w:t>x</w:t>
            </w:r>
            <w:r>
              <w:rPr>
                <w:rFonts w:cs="Arial"/>
                <w:szCs w:val="20"/>
              </w:rPr>
              <w:t xml:space="preserve">tensible </w:t>
            </w:r>
            <w:r>
              <w:rPr>
                <w:rFonts w:cs="Arial"/>
                <w:b/>
                <w:szCs w:val="20"/>
              </w:rPr>
              <w:t>M</w:t>
            </w:r>
            <w:r>
              <w:rPr>
                <w:rFonts w:cs="Arial"/>
                <w:szCs w:val="20"/>
              </w:rPr>
              <w:t xml:space="preserve">arkup </w:t>
            </w:r>
            <w:r>
              <w:rPr>
                <w:rFonts w:cs="Arial"/>
                <w:b/>
                <w:szCs w:val="20"/>
              </w:rPr>
              <w:t>L</w:t>
            </w:r>
            <w:r>
              <w:rPr>
                <w:rFonts w:cs="Arial"/>
                <w:szCs w:val="20"/>
              </w:rPr>
              <w:t>anguage</w:t>
            </w:r>
          </w:p>
        </w:tc>
      </w:tr>
    </w:tbl>
    <w:p w14:paraId="7C2D3D5C" w14:textId="77777777" w:rsidR="00521AF4" w:rsidRDefault="00521AF4" w:rsidP="00521AF4">
      <w:pPr>
        <w:rPr>
          <w:rFonts w:cs="Arial"/>
          <w:szCs w:val="20"/>
        </w:rPr>
      </w:pPr>
    </w:p>
    <w:p w14:paraId="6E97F1F3" w14:textId="77777777" w:rsidR="00521AF4" w:rsidRPr="000B55CC" w:rsidRDefault="00521AF4" w:rsidP="00521AF4">
      <w:pPr>
        <w:rPr>
          <w:rFonts w:cs="Arial"/>
          <w:szCs w:val="20"/>
        </w:rPr>
      </w:pPr>
    </w:p>
    <w:p w14:paraId="535FF30C" w14:textId="77777777" w:rsidR="00521AF4" w:rsidRDefault="00521AF4" w:rsidP="00521AF4">
      <w:pPr>
        <w:rPr>
          <w:rFonts w:cs="Arial"/>
          <w:szCs w:val="20"/>
        </w:rPr>
      </w:pPr>
    </w:p>
    <w:p w14:paraId="1CF655A0" w14:textId="77777777" w:rsidR="00B847D5" w:rsidRDefault="00B847D5" w:rsidP="009B0360">
      <w:pPr>
        <w:sectPr w:rsidR="00B847D5" w:rsidSect="00CE6816">
          <w:headerReference w:type="default" r:id="rId15"/>
          <w:footerReference w:type="default" r:id="rId16"/>
          <w:headerReference w:type="first" r:id="rId17"/>
          <w:footerReference w:type="first" r:id="rId18"/>
          <w:pgSz w:w="11906" w:h="16838" w:code="9"/>
          <w:pgMar w:top="1418" w:right="1134" w:bottom="1134" w:left="1418" w:header="709" w:footer="397" w:gutter="0"/>
          <w:cols w:space="708"/>
          <w:titlePg/>
          <w:docGrid w:linePitch="360"/>
        </w:sectPr>
      </w:pPr>
    </w:p>
    <w:p w14:paraId="46E86DD2" w14:textId="04721F31" w:rsidR="007B15F4" w:rsidRPr="00D10571" w:rsidRDefault="007B15F4" w:rsidP="00B178ED">
      <w:pPr>
        <w:pStyle w:val="Titelberschrift"/>
        <w:pageBreakBefore/>
        <w:numPr>
          <w:ilvl w:val="0"/>
          <w:numId w:val="1"/>
        </w:numPr>
        <w:ind w:left="426" w:hanging="284"/>
      </w:pPr>
      <w:bookmarkStart w:id="28" w:name="_Toc316392667"/>
      <w:bookmarkStart w:id="29" w:name="_Toc316394595"/>
      <w:bookmarkStart w:id="30" w:name="_Toc492388052"/>
      <w:bookmarkStart w:id="31" w:name="_Toc492907175"/>
      <w:r w:rsidRPr="00D10571">
        <w:lastRenderedPageBreak/>
        <w:t xml:space="preserve">Structure of BA XML </w:t>
      </w:r>
      <w:bookmarkEnd w:id="28"/>
      <w:r>
        <w:t>Demand Forecast</w:t>
      </w:r>
      <w:bookmarkEnd w:id="29"/>
      <w:bookmarkEnd w:id="30"/>
      <w:r w:rsidR="00F11582">
        <w:t xml:space="preserve"> Response</w:t>
      </w:r>
      <w:bookmarkEnd w:id="31"/>
    </w:p>
    <w:p w14:paraId="46E86DD3" w14:textId="78BAB886" w:rsidR="00A07FC2" w:rsidRDefault="00521AF4" w:rsidP="00BE1FF8">
      <w:pPr>
        <w:rPr>
          <w:noProof/>
          <w:lang w:eastAsia="de-DE"/>
        </w:rPr>
      </w:pPr>
      <w:r w:rsidRPr="00BE1FF8">
        <w:rPr>
          <w:b/>
        </w:rPr>
        <w:t>as:</w:t>
      </w:r>
      <w:r w:rsidR="00137D25" w:rsidRPr="00BE1FF8">
        <w:rPr>
          <w:b/>
        </w:rPr>
        <w:t>CI_DemandForecast</w:t>
      </w:r>
      <w:r w:rsidR="00F11582">
        <w:rPr>
          <w:b/>
        </w:rPr>
        <w:t>Response</w:t>
      </w:r>
      <w:r>
        <w:t xml:space="preserve"> </w:t>
      </w:r>
      <w:r w:rsidRPr="00521AF4">
        <w:rPr>
          <w:noProof/>
          <w:lang w:eastAsia="de-DE"/>
        </w:rPr>
        <w:t>is the root tag and contains the following data segments:</w:t>
      </w:r>
    </w:p>
    <w:p w14:paraId="49BA280E" w14:textId="77777777" w:rsidR="00BE1FF8" w:rsidRDefault="00BE1FF8" w:rsidP="00BE1FF8">
      <w:pPr>
        <w:rPr>
          <w:noProof/>
          <w:lang w:eastAsia="de-DE"/>
        </w:rPr>
      </w:pPr>
    </w:p>
    <w:tbl>
      <w:tblPr>
        <w:tblStyle w:val="Tabellenraster"/>
        <w:tblW w:w="14075" w:type="dxa"/>
        <w:tblLook w:val="04A0" w:firstRow="1" w:lastRow="0" w:firstColumn="1" w:lastColumn="0" w:noHBand="0" w:noVBand="1"/>
      </w:tblPr>
      <w:tblGrid>
        <w:gridCol w:w="940"/>
        <w:gridCol w:w="270"/>
        <w:gridCol w:w="6939"/>
        <w:gridCol w:w="483"/>
        <w:gridCol w:w="1025"/>
        <w:gridCol w:w="534"/>
        <w:gridCol w:w="567"/>
        <w:gridCol w:w="3317"/>
      </w:tblGrid>
      <w:tr w:rsidR="002E781B" w:rsidRPr="004F51C8" w14:paraId="104C8F68" w14:textId="77777777" w:rsidTr="008339CA">
        <w:trPr>
          <w:trHeight w:val="285"/>
        </w:trPr>
        <w:tc>
          <w:tcPr>
            <w:tcW w:w="940" w:type="dxa"/>
            <w:tcBorders>
              <w:top w:val="single" w:sz="12" w:space="0" w:color="auto"/>
              <w:left w:val="single" w:sz="12" w:space="0" w:color="auto"/>
              <w:bottom w:val="single" w:sz="12" w:space="0" w:color="auto"/>
              <w:right w:val="dotted" w:sz="4" w:space="0" w:color="auto"/>
            </w:tcBorders>
            <w:shd w:val="clear" w:color="auto" w:fill="auto"/>
            <w:vAlign w:val="center"/>
          </w:tcPr>
          <w:p w14:paraId="029676CA"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09"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6157DB34"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83" w:type="dxa"/>
            <w:tcBorders>
              <w:top w:val="single" w:sz="12" w:space="0" w:color="auto"/>
              <w:left w:val="dotted" w:sz="4" w:space="0" w:color="auto"/>
              <w:bottom w:val="single" w:sz="12" w:space="0" w:color="auto"/>
              <w:right w:val="dotted" w:sz="4" w:space="0" w:color="auto"/>
            </w:tcBorders>
            <w:shd w:val="clear" w:color="auto" w:fill="auto"/>
            <w:vAlign w:val="center"/>
          </w:tcPr>
          <w:p w14:paraId="02814019"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384C045"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4" w:type="dxa"/>
            <w:tcBorders>
              <w:top w:val="single" w:sz="12" w:space="0" w:color="auto"/>
              <w:left w:val="dotted" w:sz="4" w:space="0" w:color="auto"/>
              <w:bottom w:val="single" w:sz="12" w:space="0" w:color="auto"/>
              <w:right w:val="dotted" w:sz="4" w:space="0" w:color="auto"/>
            </w:tcBorders>
            <w:shd w:val="clear" w:color="auto" w:fill="auto"/>
            <w:vAlign w:val="center"/>
          </w:tcPr>
          <w:p w14:paraId="06D0F1F6"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18DF1B26"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317" w:type="dxa"/>
            <w:tcBorders>
              <w:top w:val="single" w:sz="12" w:space="0" w:color="auto"/>
              <w:left w:val="dotted" w:sz="4" w:space="0" w:color="auto"/>
              <w:bottom w:val="single" w:sz="12" w:space="0" w:color="auto"/>
              <w:right w:val="single" w:sz="12" w:space="0" w:color="auto"/>
            </w:tcBorders>
            <w:shd w:val="clear" w:color="auto" w:fill="auto"/>
            <w:vAlign w:val="center"/>
          </w:tcPr>
          <w:p w14:paraId="42213DCC"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76820C5B" w14:textId="77777777" w:rsidTr="008339CA">
        <w:trPr>
          <w:trHeight w:val="60"/>
        </w:trPr>
        <w:tc>
          <w:tcPr>
            <w:tcW w:w="940" w:type="dxa"/>
            <w:tcBorders>
              <w:top w:val="single" w:sz="12" w:space="0" w:color="auto"/>
              <w:left w:val="nil"/>
              <w:bottom w:val="dotted" w:sz="4" w:space="0" w:color="000000"/>
              <w:right w:val="nil"/>
            </w:tcBorders>
            <w:shd w:val="clear" w:color="auto" w:fill="auto"/>
            <w:vAlign w:val="center"/>
          </w:tcPr>
          <w:p w14:paraId="6426498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09" w:type="dxa"/>
            <w:gridSpan w:val="2"/>
            <w:tcBorders>
              <w:top w:val="single" w:sz="12" w:space="0" w:color="auto"/>
              <w:left w:val="nil"/>
              <w:bottom w:val="single" w:sz="4" w:space="0" w:color="000000"/>
              <w:right w:val="nil"/>
            </w:tcBorders>
            <w:shd w:val="clear" w:color="auto" w:fill="auto"/>
            <w:vAlign w:val="center"/>
          </w:tcPr>
          <w:p w14:paraId="2BDF4AC2" w14:textId="77777777" w:rsidR="002E781B" w:rsidRPr="009D28F2" w:rsidRDefault="002E781B" w:rsidP="008339CA">
            <w:pPr>
              <w:spacing w:line="240" w:lineRule="auto"/>
              <w:rPr>
                <w:rFonts w:eastAsia="Times New Roman" w:cs="Arial"/>
                <w:b/>
                <w:bCs/>
                <w:color w:val="000000"/>
                <w:sz w:val="8"/>
                <w:szCs w:val="20"/>
                <w:lang w:eastAsia="de-DE"/>
              </w:rPr>
            </w:pPr>
          </w:p>
        </w:tc>
        <w:tc>
          <w:tcPr>
            <w:tcW w:w="483" w:type="dxa"/>
            <w:tcBorders>
              <w:top w:val="single" w:sz="12" w:space="0" w:color="auto"/>
              <w:left w:val="nil"/>
              <w:bottom w:val="dotted" w:sz="4" w:space="0" w:color="000000"/>
              <w:right w:val="nil"/>
            </w:tcBorders>
            <w:vAlign w:val="center"/>
          </w:tcPr>
          <w:p w14:paraId="3043CD58"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4296CC8"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4" w:type="dxa"/>
            <w:tcBorders>
              <w:top w:val="single" w:sz="12" w:space="0" w:color="auto"/>
              <w:left w:val="nil"/>
              <w:bottom w:val="dotted" w:sz="4" w:space="0" w:color="000000"/>
              <w:right w:val="nil"/>
            </w:tcBorders>
            <w:vAlign w:val="center"/>
          </w:tcPr>
          <w:p w14:paraId="343EF6E5"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6E92788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317" w:type="dxa"/>
            <w:tcBorders>
              <w:top w:val="single" w:sz="12" w:space="0" w:color="auto"/>
              <w:left w:val="nil"/>
              <w:bottom w:val="dotted" w:sz="4" w:space="0" w:color="000000"/>
              <w:right w:val="nil"/>
            </w:tcBorders>
            <w:vAlign w:val="center"/>
          </w:tcPr>
          <w:p w14:paraId="04276609" w14:textId="77777777" w:rsidR="002E781B" w:rsidRPr="009D28F2" w:rsidRDefault="002E781B" w:rsidP="008339CA">
            <w:pPr>
              <w:spacing w:line="240" w:lineRule="auto"/>
              <w:rPr>
                <w:rFonts w:eastAsia="Times New Roman" w:cs="Arial"/>
                <w:b/>
                <w:bCs/>
                <w:color w:val="000000"/>
                <w:sz w:val="8"/>
                <w:szCs w:val="20"/>
                <w:lang w:eastAsia="de-DE"/>
              </w:rPr>
            </w:pPr>
          </w:p>
        </w:tc>
      </w:tr>
      <w:tr w:rsidR="002E781B" w:rsidRPr="007156A7" w14:paraId="22B92894" w14:textId="77777777" w:rsidTr="008339CA">
        <w:trPr>
          <w:trHeight w:val="185"/>
        </w:trPr>
        <w:tc>
          <w:tcPr>
            <w:tcW w:w="940" w:type="dxa"/>
            <w:tcBorders>
              <w:top w:val="dotted" w:sz="4" w:space="0" w:color="000000"/>
              <w:left w:val="dotted" w:sz="4" w:space="0" w:color="000000"/>
              <w:bottom w:val="dotted" w:sz="4" w:space="0" w:color="000000"/>
            </w:tcBorders>
            <w:shd w:val="clear" w:color="auto" w:fill="auto"/>
            <w:vAlign w:val="center"/>
          </w:tcPr>
          <w:p w14:paraId="7620FBE3" w14:textId="77777777" w:rsidR="002E781B" w:rsidRPr="008A2E18" w:rsidRDefault="002E781B" w:rsidP="008339CA">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09" w:type="dxa"/>
            <w:gridSpan w:val="2"/>
            <w:tcBorders>
              <w:top w:val="single" w:sz="4" w:space="0" w:color="000000"/>
              <w:right w:val="single" w:sz="4" w:space="0" w:color="000000"/>
            </w:tcBorders>
            <w:shd w:val="clear" w:color="auto" w:fill="auto"/>
            <w:vAlign w:val="center"/>
          </w:tcPr>
          <w:p w14:paraId="6A6C24FB" w14:textId="4FC69B6A" w:rsidR="002E781B" w:rsidRPr="008A2E18" w:rsidRDefault="002E781B" w:rsidP="008339CA">
            <w:pPr>
              <w:rPr>
                <w:rFonts w:ascii="Consolas" w:hAnsi="Consolas"/>
                <w:noProof/>
                <w:sz w:val="16"/>
                <w:szCs w:val="16"/>
                <w:lang w:eastAsia="de-DE"/>
              </w:rPr>
            </w:pPr>
            <w:r>
              <w:rPr>
                <w:rFonts w:ascii="Consolas" w:hAnsi="Consolas"/>
                <w:noProof/>
                <w:sz w:val="16"/>
                <w:szCs w:val="16"/>
                <w:lang w:eastAsia="de-DE"/>
              </w:rPr>
              <w:t>&lt;as:CI_DemandForecast</w:t>
            </w:r>
            <w:r w:rsidR="00F11582">
              <w:rPr>
                <w:rFonts w:ascii="Consolas" w:hAnsi="Consolas"/>
                <w:noProof/>
                <w:sz w:val="16"/>
                <w:szCs w:val="16"/>
                <w:lang w:eastAsia="de-DE"/>
              </w:rPr>
              <w:t>Response</w:t>
            </w:r>
            <w:r w:rsidRPr="004F51C8">
              <w:rPr>
                <w:rFonts w:ascii="Consolas" w:hAnsi="Consolas"/>
                <w:noProof/>
                <w:sz w:val="16"/>
                <w:szCs w:val="16"/>
                <w:lang w:eastAsia="de-DE"/>
              </w:rPr>
              <w:t>&gt;</w:t>
            </w:r>
          </w:p>
        </w:tc>
        <w:tc>
          <w:tcPr>
            <w:tcW w:w="483" w:type="dxa"/>
            <w:tcBorders>
              <w:top w:val="dotted" w:sz="4" w:space="0" w:color="000000"/>
              <w:left w:val="single" w:sz="4" w:space="0" w:color="000000"/>
              <w:bottom w:val="dotted" w:sz="4" w:space="0" w:color="000000"/>
              <w:right w:val="dotted" w:sz="4" w:space="0" w:color="000000"/>
            </w:tcBorders>
            <w:shd w:val="clear" w:color="auto" w:fill="auto"/>
            <w:vAlign w:val="center"/>
          </w:tcPr>
          <w:p w14:paraId="51D39237" w14:textId="77777777" w:rsidR="002E781B" w:rsidRPr="00E21F58" w:rsidRDefault="002E781B" w:rsidP="008339CA">
            <w:pPr>
              <w:jc w:val="center"/>
              <w:rPr>
                <w:rFonts w:ascii="Consolas" w:hAnsi="Consolas"/>
                <w:noProof/>
                <w:sz w:val="22"/>
                <w:lang w:eastAsia="de-DE"/>
              </w:rPr>
            </w:pPr>
            <w:r w:rsidRPr="004F51C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C9D2A70" w14:textId="77777777" w:rsidR="002E781B" w:rsidRPr="008A2E18" w:rsidRDefault="002E781B" w:rsidP="008339CA">
            <w:pPr>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7471D816" w14:textId="77777777" w:rsidR="002E781B" w:rsidRPr="008A2E18" w:rsidRDefault="002E781B" w:rsidP="008339CA">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7BB62F" w14:textId="77777777" w:rsidR="002E781B" w:rsidRPr="008A2E18" w:rsidRDefault="002E781B" w:rsidP="008339CA">
            <w:pPr>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7B08FC04" w14:textId="77777777" w:rsidR="002E781B" w:rsidRPr="008A2E18" w:rsidRDefault="002E781B" w:rsidP="008339CA">
            <w:pPr>
              <w:rPr>
                <w:rFonts w:cs="Arial"/>
                <w:sz w:val="16"/>
                <w:szCs w:val="16"/>
                <w:lang w:val="de-DE" w:eastAsia="zh-TW"/>
              </w:rPr>
            </w:pPr>
          </w:p>
        </w:tc>
      </w:tr>
      <w:tr w:rsidR="002E781B" w:rsidRPr="007156A7" w14:paraId="4B56841E" w14:textId="77777777" w:rsidTr="008339CA">
        <w:trPr>
          <w:trHeight w:val="237"/>
        </w:trPr>
        <w:tc>
          <w:tcPr>
            <w:tcW w:w="940" w:type="dxa"/>
            <w:tcBorders>
              <w:top w:val="dotted" w:sz="4" w:space="0" w:color="000000"/>
              <w:left w:val="dotted" w:sz="4" w:space="0" w:color="000000"/>
              <w:bottom w:val="dotted" w:sz="4" w:space="0" w:color="000000"/>
            </w:tcBorders>
            <w:vAlign w:val="center"/>
          </w:tcPr>
          <w:p w14:paraId="34568ACF" w14:textId="77777777" w:rsidR="002E781B" w:rsidRPr="008A2E18" w:rsidRDefault="002E781B" w:rsidP="008339CA">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dotted" w:sz="4" w:space="0" w:color="auto"/>
            </w:tcBorders>
            <w:shd w:val="clear" w:color="auto" w:fill="D9D9D9" w:themeFill="background1" w:themeFillShade="D9"/>
            <w:vAlign w:val="center"/>
          </w:tcPr>
          <w:p w14:paraId="77180741"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6FDB4391" w14:textId="77777777" w:rsidR="002E781B" w:rsidRPr="008A2E18" w:rsidRDefault="002E781B" w:rsidP="008339CA">
            <w:pPr>
              <w:rPr>
                <w:rFonts w:ascii="Consolas" w:hAnsi="Consolas"/>
                <w:noProof/>
                <w:sz w:val="16"/>
                <w:szCs w:val="16"/>
                <w:lang w:eastAsia="de-DE"/>
              </w:rPr>
            </w:pPr>
            <w:r w:rsidRPr="004F51C8">
              <w:rPr>
                <w:rFonts w:ascii="Consolas" w:hAnsi="Consolas"/>
                <w:noProof/>
                <w:sz w:val="16"/>
                <w:szCs w:val="16"/>
                <w:lang w:eastAsia="de-DE"/>
              </w:rPr>
              <w:t>&lt;as:CIExchangedDocumentContext&gt;</w:t>
            </w:r>
          </w:p>
        </w:tc>
        <w:tc>
          <w:tcPr>
            <w:tcW w:w="483" w:type="dxa"/>
            <w:tcBorders>
              <w:top w:val="dotted" w:sz="4" w:space="0" w:color="000000"/>
              <w:left w:val="single" w:sz="4" w:space="0" w:color="000000"/>
              <w:bottom w:val="dotted" w:sz="4" w:space="0" w:color="000000"/>
              <w:right w:val="dotted" w:sz="4" w:space="0" w:color="000000"/>
            </w:tcBorders>
            <w:vAlign w:val="center"/>
          </w:tcPr>
          <w:p w14:paraId="49BC14BA"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F73F19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2E074B40"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8DEAE9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1DCB69D" w14:textId="77777777" w:rsidR="002E781B" w:rsidRPr="008A2E18" w:rsidRDefault="002E781B" w:rsidP="008339CA">
            <w:pPr>
              <w:autoSpaceDE w:val="0"/>
              <w:autoSpaceDN w:val="0"/>
              <w:adjustRightInd w:val="0"/>
              <w:spacing w:line="240" w:lineRule="auto"/>
              <w:rPr>
                <w:rFonts w:cs="Arial"/>
                <w:sz w:val="16"/>
                <w:szCs w:val="16"/>
                <w:lang w:eastAsia="zh-TW"/>
              </w:rPr>
            </w:pPr>
          </w:p>
        </w:tc>
      </w:tr>
      <w:tr w:rsidR="002E781B" w:rsidRPr="007156A7" w14:paraId="1C69315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51175FFE" w14:textId="77777777" w:rsidR="002E781B" w:rsidRPr="00317E46" w:rsidRDefault="002E781B" w:rsidP="008339CA">
            <w:pPr>
              <w:ind w:left="-103"/>
              <w:jc w:val="right"/>
              <w:rPr>
                <w:rFonts w:ascii="Consolas" w:hAnsi="Consolas"/>
                <w:b/>
                <w:noProof/>
                <w:sz w:val="16"/>
                <w:szCs w:val="16"/>
                <w:lang w:eastAsia="de-DE"/>
              </w:rPr>
            </w:pPr>
            <w:r w:rsidRPr="00317E46">
              <w:rPr>
                <w:rFonts w:ascii="Consolas" w:hAnsi="Consolas"/>
                <w:b/>
                <w:noProof/>
                <w:sz w:val="16"/>
                <w:szCs w:val="16"/>
                <w:lang w:eastAsia="de-DE"/>
              </w:rPr>
              <w:t>1</w:t>
            </w:r>
          </w:p>
        </w:tc>
        <w:tc>
          <w:tcPr>
            <w:tcW w:w="270" w:type="dxa"/>
            <w:tcBorders>
              <w:right w:val="dotted" w:sz="4" w:space="0" w:color="auto"/>
            </w:tcBorders>
            <w:shd w:val="clear" w:color="auto" w:fill="D9D9D9" w:themeFill="background1" w:themeFillShade="D9"/>
            <w:vAlign w:val="center"/>
          </w:tcPr>
          <w:p w14:paraId="08CA7F19"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5B7AA42B" w14:textId="746DBF73" w:rsidR="002E781B" w:rsidRPr="008A2E18" w:rsidRDefault="002E781B" w:rsidP="002E781B">
            <w:pPr>
              <w:rPr>
                <w:rFonts w:ascii="Consolas" w:hAnsi="Consolas"/>
                <w:noProof/>
                <w:sz w:val="16"/>
                <w:szCs w:val="16"/>
                <w:lang w:eastAsia="de-DE"/>
              </w:rPr>
            </w:pPr>
            <w:r>
              <w:rPr>
                <w:rFonts w:ascii="Consolas" w:hAnsi="Consolas"/>
                <w:noProof/>
                <w:sz w:val="16"/>
                <w:szCs w:val="16"/>
                <w:lang w:eastAsia="de-DE"/>
              </w:rPr>
              <w:t>&lt;as:CIS</w:t>
            </w:r>
            <w:r w:rsidRPr="004F51C8">
              <w:rPr>
                <w:rFonts w:ascii="Consolas" w:hAnsi="Consolas"/>
                <w:noProof/>
                <w:sz w:val="16"/>
                <w:szCs w:val="16"/>
                <w:lang w:eastAsia="de-DE"/>
              </w:rPr>
              <w:t>ExchangedDocument&gt;</w:t>
            </w:r>
          </w:p>
        </w:tc>
        <w:tc>
          <w:tcPr>
            <w:tcW w:w="483" w:type="dxa"/>
            <w:tcBorders>
              <w:top w:val="dotted" w:sz="4" w:space="0" w:color="000000"/>
              <w:left w:val="single" w:sz="4" w:space="0" w:color="000000"/>
              <w:bottom w:val="dotted" w:sz="4" w:space="0" w:color="000000"/>
              <w:right w:val="dotted" w:sz="4" w:space="0" w:color="000000"/>
            </w:tcBorders>
            <w:vAlign w:val="center"/>
          </w:tcPr>
          <w:p w14:paraId="0AF8E768"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9D235D6"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6067F6EE"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F78FE6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2FC46526" w14:textId="77777777" w:rsidR="002E781B" w:rsidRPr="008A2E18" w:rsidRDefault="002E781B" w:rsidP="008339CA">
            <w:pPr>
              <w:autoSpaceDE w:val="0"/>
              <w:autoSpaceDN w:val="0"/>
              <w:adjustRightInd w:val="0"/>
              <w:spacing w:line="240" w:lineRule="auto"/>
              <w:rPr>
                <w:rFonts w:cs="Arial"/>
                <w:sz w:val="16"/>
                <w:szCs w:val="16"/>
                <w:lang w:val="de-DE" w:eastAsia="zh-TW"/>
              </w:rPr>
            </w:pPr>
          </w:p>
        </w:tc>
      </w:tr>
      <w:tr w:rsidR="002E781B" w:rsidRPr="007156A7" w14:paraId="36B44D7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0A964B25" w14:textId="77777777" w:rsidR="002E781B" w:rsidRPr="002E781B" w:rsidRDefault="002E781B" w:rsidP="008339CA">
            <w:pPr>
              <w:ind w:left="-103"/>
              <w:jc w:val="right"/>
              <w:rPr>
                <w:rFonts w:ascii="Consolas" w:hAnsi="Consolas"/>
                <w:b/>
                <w:noProof/>
                <w:sz w:val="16"/>
                <w:szCs w:val="16"/>
                <w:lang w:eastAsia="de-DE"/>
              </w:rPr>
            </w:pPr>
            <w:r w:rsidRPr="002E781B">
              <w:rPr>
                <w:rFonts w:ascii="Consolas" w:hAnsi="Consolas"/>
                <w:b/>
                <w:noProof/>
                <w:sz w:val="16"/>
                <w:szCs w:val="16"/>
                <w:lang w:eastAsia="de-DE"/>
              </w:rPr>
              <w:t>1</w:t>
            </w:r>
          </w:p>
        </w:tc>
        <w:tc>
          <w:tcPr>
            <w:tcW w:w="270" w:type="dxa"/>
            <w:tcBorders>
              <w:right w:val="nil"/>
            </w:tcBorders>
            <w:shd w:val="clear" w:color="auto" w:fill="D9D9D9" w:themeFill="background1" w:themeFillShade="D9"/>
            <w:vAlign w:val="center"/>
          </w:tcPr>
          <w:p w14:paraId="42CD85EF"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000000"/>
              <w:right w:val="single" w:sz="4" w:space="0" w:color="000000"/>
            </w:tcBorders>
            <w:vAlign w:val="center"/>
          </w:tcPr>
          <w:p w14:paraId="61980434" w14:textId="4D065230" w:rsidR="002E781B" w:rsidRPr="008A2E18" w:rsidRDefault="00F11582" w:rsidP="008339CA">
            <w:pPr>
              <w:rPr>
                <w:rFonts w:ascii="Consolas" w:hAnsi="Consolas"/>
                <w:noProof/>
                <w:sz w:val="16"/>
                <w:szCs w:val="16"/>
                <w:lang w:eastAsia="de-DE"/>
              </w:rPr>
            </w:pPr>
            <w:r>
              <w:rPr>
                <w:rFonts w:ascii="Consolas" w:hAnsi="Consolas"/>
                <w:noProof/>
                <w:sz w:val="16"/>
                <w:szCs w:val="16"/>
                <w:lang w:eastAsia="de-DE"/>
              </w:rPr>
              <w:t>&lt;as:CISDR</w:t>
            </w:r>
            <w:r w:rsidR="002E781B" w:rsidRPr="004F51C8">
              <w:rPr>
                <w:rFonts w:ascii="Consolas" w:hAnsi="Consolas"/>
                <w:noProof/>
                <w:sz w:val="16"/>
                <w:szCs w:val="16"/>
                <w:lang w:eastAsia="de-DE"/>
              </w:rPr>
              <w:t>SupplyChainTradeTransaction&gt;</w:t>
            </w:r>
          </w:p>
        </w:tc>
        <w:tc>
          <w:tcPr>
            <w:tcW w:w="483" w:type="dxa"/>
            <w:tcBorders>
              <w:top w:val="dotted" w:sz="4" w:space="0" w:color="000000"/>
              <w:left w:val="single" w:sz="4" w:space="0" w:color="000000"/>
              <w:bottom w:val="dotted" w:sz="4" w:space="0" w:color="000000"/>
              <w:right w:val="dotted" w:sz="4" w:space="0" w:color="000000"/>
            </w:tcBorders>
            <w:vAlign w:val="center"/>
          </w:tcPr>
          <w:p w14:paraId="1FE62BB0" w14:textId="77777777" w:rsidR="002E781B" w:rsidRDefault="002E781B" w:rsidP="008339CA">
            <w:pPr>
              <w:autoSpaceDE w:val="0"/>
              <w:autoSpaceDN w:val="0"/>
              <w:adjustRightInd w:val="0"/>
              <w:spacing w:line="240" w:lineRule="auto"/>
              <w:jc w:val="center"/>
              <w:rPr>
                <w:rFonts w:ascii="Wingdings" w:hAnsi="Wingdings" w:cs="Wingdings"/>
                <w:sz w:val="26"/>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C26CEE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57DBAD09"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18A128E"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8F694B9" w14:textId="77777777" w:rsidR="002E781B" w:rsidRPr="00E21F58" w:rsidRDefault="002E781B" w:rsidP="008339CA">
            <w:pPr>
              <w:autoSpaceDE w:val="0"/>
              <w:autoSpaceDN w:val="0"/>
              <w:adjustRightInd w:val="0"/>
              <w:spacing w:line="240" w:lineRule="auto"/>
              <w:rPr>
                <w:rFonts w:cs="Arial"/>
                <w:sz w:val="16"/>
                <w:szCs w:val="16"/>
                <w:lang w:eastAsia="zh-TW"/>
              </w:rPr>
            </w:pPr>
          </w:p>
        </w:tc>
      </w:tr>
    </w:tbl>
    <w:p w14:paraId="32E7A27D" w14:textId="140DBFC7" w:rsidR="002E781B" w:rsidRDefault="002E781B" w:rsidP="00B178ED">
      <w:pPr>
        <w:pStyle w:val="berschrift1"/>
        <w:numPr>
          <w:ilvl w:val="0"/>
          <w:numId w:val="3"/>
        </w:numPr>
      </w:pPr>
      <w:bookmarkStart w:id="32" w:name="_Toc487443240"/>
      <w:bookmarkStart w:id="33" w:name="_Toc492388053"/>
      <w:bookmarkStart w:id="34" w:name="_Toc492907176"/>
      <w:r>
        <w:t>a</w:t>
      </w:r>
      <w:r w:rsidRPr="000B55CC">
        <w:t>s:CIExchangedDocumentContext</w:t>
      </w:r>
      <w:bookmarkEnd w:id="32"/>
      <w:bookmarkEnd w:id="33"/>
      <w:bookmarkEnd w:id="34"/>
    </w:p>
    <w:p w14:paraId="7D7F036B" w14:textId="3F3FD3F0" w:rsidR="002E781B" w:rsidRDefault="002E781B" w:rsidP="002E781B">
      <w:pPr>
        <w:rPr>
          <w:sz w:val="18"/>
        </w:rPr>
      </w:pPr>
      <w:r>
        <w:rPr>
          <w:sz w:val="18"/>
        </w:rPr>
        <w:t>This segment</w:t>
      </w:r>
      <w:r w:rsidRPr="00E21F58">
        <w:rPr>
          <w:sz w:val="18"/>
        </w:rPr>
        <w:t xml:space="preserve"> contains message exchange specific data like </w:t>
      </w:r>
      <w:r>
        <w:rPr>
          <w:sz w:val="18"/>
        </w:rPr>
        <w:t xml:space="preserve">the </w:t>
      </w:r>
      <w:r w:rsidRPr="00E21F58">
        <w:rPr>
          <w:sz w:val="18"/>
        </w:rPr>
        <w:t xml:space="preserve">message-ID or </w:t>
      </w:r>
      <w:r>
        <w:rPr>
          <w:sz w:val="18"/>
        </w:rPr>
        <w:t xml:space="preserve">the </w:t>
      </w:r>
      <w:r w:rsidRPr="00E21F58">
        <w:rPr>
          <w:sz w:val="18"/>
        </w:rPr>
        <w:t>creation timestamp.</w:t>
      </w:r>
    </w:p>
    <w:p w14:paraId="0EB273AF" w14:textId="77777777" w:rsidR="00BE1FF8" w:rsidRPr="007F59B4" w:rsidRDefault="00BE1FF8" w:rsidP="002E781B"/>
    <w:tbl>
      <w:tblPr>
        <w:tblStyle w:val="Tabellenraster"/>
        <w:tblW w:w="14075" w:type="dxa"/>
        <w:tblLook w:val="04A0" w:firstRow="1" w:lastRow="0" w:firstColumn="1" w:lastColumn="0" w:noHBand="0" w:noVBand="1"/>
      </w:tblPr>
      <w:tblGrid>
        <w:gridCol w:w="943"/>
        <w:gridCol w:w="282"/>
        <w:gridCol w:w="285"/>
        <w:gridCol w:w="283"/>
        <w:gridCol w:w="6389"/>
        <w:gridCol w:w="516"/>
        <w:gridCol w:w="1025"/>
        <w:gridCol w:w="571"/>
        <w:gridCol w:w="539"/>
        <w:gridCol w:w="3242"/>
      </w:tblGrid>
      <w:tr w:rsidR="002E781B" w:rsidRPr="004F51C8" w14:paraId="11F813A9" w14:textId="77777777" w:rsidTr="008339CA">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0CB32878"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39"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0243C2A"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6" w:type="dxa"/>
            <w:tcBorders>
              <w:top w:val="single" w:sz="12" w:space="0" w:color="auto"/>
              <w:left w:val="dotted" w:sz="4" w:space="0" w:color="auto"/>
              <w:bottom w:val="single" w:sz="12" w:space="0" w:color="auto"/>
              <w:right w:val="dotted" w:sz="4" w:space="0" w:color="auto"/>
            </w:tcBorders>
            <w:shd w:val="clear" w:color="auto" w:fill="auto"/>
            <w:vAlign w:val="center"/>
          </w:tcPr>
          <w:p w14:paraId="1924F66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A0E3493"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71" w:type="dxa"/>
            <w:tcBorders>
              <w:top w:val="single" w:sz="12" w:space="0" w:color="auto"/>
              <w:left w:val="dotted" w:sz="4" w:space="0" w:color="auto"/>
              <w:bottom w:val="single" w:sz="12" w:space="0" w:color="auto"/>
              <w:right w:val="dotted" w:sz="4" w:space="0" w:color="auto"/>
            </w:tcBorders>
            <w:shd w:val="clear" w:color="auto" w:fill="auto"/>
            <w:vAlign w:val="center"/>
          </w:tcPr>
          <w:p w14:paraId="4E03ACBD"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9" w:type="dxa"/>
            <w:tcBorders>
              <w:top w:val="single" w:sz="12" w:space="0" w:color="auto"/>
              <w:left w:val="dotted" w:sz="4" w:space="0" w:color="auto"/>
              <w:bottom w:val="single" w:sz="12" w:space="0" w:color="auto"/>
              <w:right w:val="dotted" w:sz="4" w:space="0" w:color="auto"/>
            </w:tcBorders>
            <w:shd w:val="clear" w:color="auto" w:fill="auto"/>
            <w:vAlign w:val="center"/>
          </w:tcPr>
          <w:p w14:paraId="7E06B77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2" w:type="dxa"/>
            <w:tcBorders>
              <w:top w:val="single" w:sz="12" w:space="0" w:color="auto"/>
              <w:left w:val="dotted" w:sz="4" w:space="0" w:color="auto"/>
              <w:bottom w:val="single" w:sz="12" w:space="0" w:color="auto"/>
              <w:right w:val="single" w:sz="12" w:space="0" w:color="auto"/>
            </w:tcBorders>
            <w:shd w:val="clear" w:color="auto" w:fill="auto"/>
            <w:vAlign w:val="center"/>
          </w:tcPr>
          <w:p w14:paraId="62B9EE4E"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048D7F12" w14:textId="77777777" w:rsidTr="008339CA">
        <w:trPr>
          <w:trHeight w:val="60"/>
        </w:trPr>
        <w:tc>
          <w:tcPr>
            <w:tcW w:w="943" w:type="dxa"/>
            <w:tcBorders>
              <w:top w:val="single" w:sz="12" w:space="0" w:color="auto"/>
              <w:left w:val="nil"/>
              <w:bottom w:val="dotted" w:sz="4" w:space="0" w:color="000000"/>
              <w:right w:val="nil"/>
            </w:tcBorders>
            <w:shd w:val="clear" w:color="auto" w:fill="auto"/>
            <w:vAlign w:val="center"/>
          </w:tcPr>
          <w:p w14:paraId="7516EE6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39" w:type="dxa"/>
            <w:gridSpan w:val="4"/>
            <w:tcBorders>
              <w:top w:val="single" w:sz="12" w:space="0" w:color="auto"/>
              <w:left w:val="nil"/>
              <w:bottom w:val="single" w:sz="4" w:space="0" w:color="000000"/>
              <w:right w:val="nil"/>
            </w:tcBorders>
            <w:shd w:val="clear" w:color="auto" w:fill="auto"/>
            <w:vAlign w:val="center"/>
          </w:tcPr>
          <w:p w14:paraId="0BC474C8" w14:textId="77777777" w:rsidR="002E781B" w:rsidRPr="009D28F2" w:rsidRDefault="002E781B" w:rsidP="008339CA">
            <w:pPr>
              <w:spacing w:line="240" w:lineRule="auto"/>
              <w:rPr>
                <w:rFonts w:eastAsia="Times New Roman" w:cs="Arial"/>
                <w:b/>
                <w:bCs/>
                <w:color w:val="000000"/>
                <w:sz w:val="8"/>
                <w:szCs w:val="20"/>
                <w:lang w:eastAsia="de-DE"/>
              </w:rPr>
            </w:pPr>
          </w:p>
        </w:tc>
        <w:tc>
          <w:tcPr>
            <w:tcW w:w="516" w:type="dxa"/>
            <w:tcBorders>
              <w:top w:val="single" w:sz="12" w:space="0" w:color="auto"/>
              <w:left w:val="nil"/>
              <w:bottom w:val="dotted" w:sz="4" w:space="0" w:color="000000"/>
              <w:right w:val="nil"/>
            </w:tcBorders>
            <w:vAlign w:val="center"/>
          </w:tcPr>
          <w:p w14:paraId="0AC0D947"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235C2A3F"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71" w:type="dxa"/>
            <w:tcBorders>
              <w:top w:val="single" w:sz="12" w:space="0" w:color="auto"/>
              <w:left w:val="nil"/>
              <w:bottom w:val="dotted" w:sz="4" w:space="0" w:color="000000"/>
              <w:right w:val="nil"/>
            </w:tcBorders>
            <w:vAlign w:val="center"/>
          </w:tcPr>
          <w:p w14:paraId="21CD883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9" w:type="dxa"/>
            <w:tcBorders>
              <w:top w:val="single" w:sz="12" w:space="0" w:color="auto"/>
              <w:left w:val="nil"/>
              <w:bottom w:val="dotted" w:sz="4" w:space="0" w:color="000000"/>
              <w:right w:val="nil"/>
            </w:tcBorders>
            <w:vAlign w:val="center"/>
          </w:tcPr>
          <w:p w14:paraId="64F01500"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242" w:type="dxa"/>
            <w:tcBorders>
              <w:top w:val="single" w:sz="12" w:space="0" w:color="auto"/>
              <w:left w:val="nil"/>
              <w:bottom w:val="dotted" w:sz="4" w:space="0" w:color="000000"/>
              <w:right w:val="nil"/>
            </w:tcBorders>
            <w:vAlign w:val="center"/>
          </w:tcPr>
          <w:p w14:paraId="69628B79" w14:textId="77777777" w:rsidR="002E781B" w:rsidRPr="009D28F2" w:rsidRDefault="002E781B" w:rsidP="008339CA">
            <w:pPr>
              <w:spacing w:line="240" w:lineRule="auto"/>
              <w:rPr>
                <w:rFonts w:eastAsia="Times New Roman" w:cs="Arial"/>
                <w:b/>
                <w:bCs/>
                <w:color w:val="000000"/>
                <w:sz w:val="8"/>
                <w:szCs w:val="20"/>
                <w:lang w:eastAsia="de-DE"/>
              </w:rPr>
            </w:pPr>
          </w:p>
        </w:tc>
      </w:tr>
      <w:tr w:rsidR="002E781B" w:rsidRPr="007156A7" w14:paraId="7C3C4932" w14:textId="77777777" w:rsidTr="008339CA">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43508E69" w14:textId="77777777" w:rsidR="002E781B" w:rsidRPr="00317E46" w:rsidRDefault="002E781B" w:rsidP="008339CA">
            <w:pPr>
              <w:ind w:left="-103"/>
              <w:jc w:val="right"/>
              <w:rPr>
                <w:rFonts w:ascii="Consolas" w:hAnsi="Consolas"/>
                <w:noProof/>
                <w:color w:val="C00000"/>
                <w:sz w:val="16"/>
                <w:szCs w:val="16"/>
                <w:lang w:eastAsia="de-DE"/>
              </w:rPr>
            </w:pPr>
            <w:r w:rsidRPr="0059648E">
              <w:rPr>
                <w:rFonts w:ascii="Consolas" w:hAnsi="Consolas"/>
                <w:b/>
                <w:noProof/>
                <w:color w:val="0070C0"/>
                <w:sz w:val="16"/>
                <w:szCs w:val="16"/>
                <w:lang w:eastAsia="de-DE"/>
              </w:rPr>
              <w:t>1</w:t>
            </w:r>
          </w:p>
        </w:tc>
        <w:tc>
          <w:tcPr>
            <w:tcW w:w="7239" w:type="dxa"/>
            <w:gridSpan w:val="4"/>
            <w:tcBorders>
              <w:top w:val="single" w:sz="4" w:space="0" w:color="000000"/>
              <w:right w:val="single" w:sz="4" w:space="0" w:color="000000"/>
            </w:tcBorders>
            <w:shd w:val="clear" w:color="auto" w:fill="auto"/>
            <w:vAlign w:val="center"/>
          </w:tcPr>
          <w:p w14:paraId="047426D1"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&lt;as:CIExchangedDocumentContext&gt;</w:t>
            </w:r>
          </w:p>
        </w:tc>
        <w:tc>
          <w:tcPr>
            <w:tcW w:w="51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701DD24" w14:textId="77777777" w:rsidR="002E781B" w:rsidRPr="00E21F58" w:rsidRDefault="002E781B" w:rsidP="008339CA">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D8D9748" w14:textId="77777777" w:rsidR="002E781B" w:rsidRPr="008A2E18" w:rsidRDefault="002E781B" w:rsidP="008339CA">
            <w:pPr>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BF15988" w14:textId="77777777" w:rsidR="002E781B" w:rsidRPr="008A2E18" w:rsidRDefault="002E781B" w:rsidP="008339CA">
            <w:pPr>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55048EF8" w14:textId="77777777" w:rsidR="002E781B" w:rsidRPr="008A2E18" w:rsidRDefault="002E781B" w:rsidP="008339CA">
            <w:pPr>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2AEDB4C2" w14:textId="77777777" w:rsidR="002E781B" w:rsidRPr="008A2E18" w:rsidRDefault="002E781B" w:rsidP="008339CA">
            <w:pPr>
              <w:rPr>
                <w:rFonts w:cs="Arial"/>
                <w:sz w:val="16"/>
                <w:szCs w:val="16"/>
                <w:lang w:val="de-DE" w:eastAsia="zh-TW"/>
              </w:rPr>
            </w:pPr>
          </w:p>
        </w:tc>
      </w:tr>
      <w:tr w:rsidR="000F731F" w:rsidRPr="007156A7" w14:paraId="495122BC" w14:textId="77777777" w:rsidTr="008740C4">
        <w:trPr>
          <w:trHeight w:val="227"/>
        </w:trPr>
        <w:tc>
          <w:tcPr>
            <w:tcW w:w="943" w:type="dxa"/>
            <w:tcBorders>
              <w:top w:val="dotted" w:sz="4" w:space="0" w:color="000000"/>
              <w:left w:val="dotted" w:sz="4" w:space="0" w:color="000000"/>
              <w:bottom w:val="dotted" w:sz="4" w:space="0" w:color="000000"/>
            </w:tcBorders>
            <w:vAlign w:val="center"/>
          </w:tcPr>
          <w:p w14:paraId="4484AB6C" w14:textId="1F4FE4FD" w:rsidR="000F731F" w:rsidRPr="000F731F" w:rsidRDefault="000F731F" w:rsidP="001E30E7">
            <w:pPr>
              <w:ind w:left="-103"/>
              <w:jc w:val="right"/>
              <w:rPr>
                <w:rFonts w:ascii="Consolas" w:hAnsi="Consolas"/>
                <w:b/>
                <w:noProof/>
                <w:sz w:val="16"/>
                <w:szCs w:val="16"/>
                <w:lang w:eastAsia="de-DE"/>
              </w:rPr>
            </w:pPr>
            <w:r w:rsidRPr="000F731F">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30B12946" w14:textId="77777777" w:rsidR="000F731F" w:rsidRPr="008A2E18" w:rsidRDefault="000F731F" w:rsidP="001E30E7">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17893082" w14:textId="6A224DB7" w:rsidR="000F731F" w:rsidRPr="008A2E18" w:rsidRDefault="000F731F" w:rsidP="008740C4">
            <w:pPr>
              <w:rPr>
                <w:rFonts w:ascii="Consolas" w:hAnsi="Consolas"/>
                <w:noProof/>
                <w:sz w:val="16"/>
                <w:szCs w:val="16"/>
                <w:lang w:eastAsia="de-DE"/>
              </w:rPr>
            </w:pPr>
            <w:r w:rsidRPr="008A2E18">
              <w:rPr>
                <w:rFonts w:ascii="Consolas" w:hAnsi="Consolas"/>
                <w:noProof/>
                <w:sz w:val="16"/>
                <w:szCs w:val="16"/>
                <w:lang w:eastAsia="de-DE"/>
              </w:rPr>
              <w:t>&lt;asram:</w:t>
            </w:r>
            <w:r w:rsidR="008740C4">
              <w:rPr>
                <w:rFonts w:ascii="Consolas" w:hAnsi="Consolas"/>
                <w:noProof/>
                <w:sz w:val="16"/>
                <w:szCs w:val="16"/>
                <w:lang w:eastAsia="de-DE"/>
              </w:rPr>
              <w:t>SpecifiedTransactionIdentifier</w:t>
            </w:r>
            <w:r w:rsidRPr="008A2E18">
              <w:rPr>
                <w:rFonts w:ascii="Consolas" w:hAnsi="Consolas"/>
                <w:noProof/>
                <w:sz w:val="16"/>
                <w:szCs w:val="16"/>
                <w:lang w:eastAsia="de-DE"/>
              </w:rPr>
              <w:t>&gt;</w:t>
            </w:r>
          </w:p>
        </w:tc>
        <w:tc>
          <w:tcPr>
            <w:tcW w:w="516" w:type="dxa"/>
            <w:tcBorders>
              <w:top w:val="dotted" w:sz="4" w:space="0" w:color="000000"/>
              <w:left w:val="single" w:sz="4" w:space="0" w:color="000000"/>
              <w:bottom w:val="dotted" w:sz="4" w:space="0" w:color="000000"/>
              <w:right w:val="dotted" w:sz="4" w:space="0" w:color="000000"/>
            </w:tcBorders>
            <w:vAlign w:val="center"/>
          </w:tcPr>
          <w:p w14:paraId="0516A90C" w14:textId="77777777" w:rsidR="000F731F" w:rsidRPr="00E21F58" w:rsidRDefault="000F731F" w:rsidP="001E30E7">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15FDF37" w14:textId="1A745C58" w:rsidR="000F731F" w:rsidRPr="008A2E18" w:rsidRDefault="008740C4" w:rsidP="001E30E7">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6603211D" w14:textId="5A398C19" w:rsidR="000F731F" w:rsidRPr="008A2E18" w:rsidRDefault="008740C4" w:rsidP="001E30E7">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50</w:t>
            </w:r>
          </w:p>
        </w:tc>
        <w:tc>
          <w:tcPr>
            <w:tcW w:w="539"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11A311A" w14:textId="04792D1C" w:rsidR="000F731F" w:rsidRPr="008A2E18" w:rsidRDefault="008740C4" w:rsidP="001E30E7">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42" w:type="dxa"/>
            <w:tcBorders>
              <w:top w:val="dotted" w:sz="4" w:space="0" w:color="000000"/>
              <w:left w:val="dotted" w:sz="4" w:space="0" w:color="000000"/>
              <w:bottom w:val="dotted" w:sz="4" w:space="0" w:color="000000"/>
              <w:right w:val="dotted" w:sz="4" w:space="0" w:color="000000"/>
            </w:tcBorders>
            <w:vAlign w:val="center"/>
          </w:tcPr>
          <w:p w14:paraId="04DA6494" w14:textId="45900DAB" w:rsidR="000F731F" w:rsidRPr="008A2E18" w:rsidRDefault="008740C4" w:rsidP="001E30E7">
            <w:pPr>
              <w:autoSpaceDE w:val="0"/>
              <w:autoSpaceDN w:val="0"/>
              <w:adjustRightInd w:val="0"/>
              <w:spacing w:line="240" w:lineRule="auto"/>
              <w:rPr>
                <w:rFonts w:cs="Arial"/>
                <w:sz w:val="16"/>
                <w:szCs w:val="16"/>
                <w:lang w:val="de-DE" w:eastAsia="zh-TW"/>
              </w:rPr>
            </w:pPr>
            <w:r>
              <w:rPr>
                <w:rFonts w:cs="Arial"/>
                <w:sz w:val="16"/>
                <w:szCs w:val="16"/>
                <w:lang w:val="de-DE" w:eastAsia="zh-TW"/>
              </w:rPr>
              <w:t>ExternalMessageID</w:t>
            </w:r>
          </w:p>
        </w:tc>
      </w:tr>
      <w:tr w:rsidR="002E781B" w:rsidRPr="007156A7" w14:paraId="347129AF"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2E79CDC9" w14:textId="04C25548"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sidR="001D3755">
              <w:rPr>
                <w:rFonts w:ascii="Consolas" w:hAnsi="Consolas"/>
                <w:b/>
                <w:noProof/>
                <w:color w:val="0070C0"/>
                <w:sz w:val="16"/>
                <w:szCs w:val="16"/>
                <w:lang w:eastAsia="de-DE"/>
              </w:rPr>
              <w:t>..*</w:t>
            </w:r>
          </w:p>
        </w:tc>
        <w:tc>
          <w:tcPr>
            <w:tcW w:w="282" w:type="dxa"/>
            <w:tcBorders>
              <w:right w:val="dotted" w:sz="4" w:space="0" w:color="auto"/>
            </w:tcBorders>
            <w:shd w:val="clear" w:color="auto" w:fill="BFBFBF" w:themeFill="background1" w:themeFillShade="BF"/>
            <w:vAlign w:val="center"/>
          </w:tcPr>
          <w:p w14:paraId="11D8729C" w14:textId="77777777" w:rsidR="002E781B" w:rsidRPr="008A2E18" w:rsidRDefault="002E781B" w:rsidP="008339CA">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37B1954D"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&lt;asram:ApplicationSpecifiedCIDocumentContextParameter&gt;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32B98184"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1AA76EE" w14:textId="77777777" w:rsidR="002E781B" w:rsidRPr="001D3755" w:rsidRDefault="002E781B" w:rsidP="008339CA">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3A130FF" w14:textId="77777777" w:rsidR="002E781B" w:rsidRPr="001D3755" w:rsidRDefault="002E781B" w:rsidP="008339CA">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69E18ABD" w14:textId="77777777" w:rsidR="002E781B" w:rsidRPr="001D3755" w:rsidRDefault="002E781B" w:rsidP="008339CA">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0C946847" w14:textId="77777777" w:rsidR="002E781B" w:rsidRPr="001D3755" w:rsidRDefault="002E781B" w:rsidP="008339CA">
            <w:pPr>
              <w:autoSpaceDE w:val="0"/>
              <w:autoSpaceDN w:val="0"/>
              <w:adjustRightInd w:val="0"/>
              <w:spacing w:line="240" w:lineRule="auto"/>
              <w:rPr>
                <w:rFonts w:cs="Arial"/>
                <w:sz w:val="16"/>
                <w:szCs w:val="16"/>
                <w:lang w:eastAsia="zh-TW"/>
              </w:rPr>
            </w:pPr>
          </w:p>
        </w:tc>
      </w:tr>
      <w:tr w:rsidR="002E781B" w:rsidRPr="007156A7" w14:paraId="6C90FC74"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7458F9C2"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47289DB"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091F4C23" w14:textId="77777777" w:rsidR="002E781B" w:rsidRPr="008A2E18" w:rsidRDefault="002E781B" w:rsidP="008339CA">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10B88953" w14:textId="77777777" w:rsidR="002E781B" w:rsidRPr="008A2E18" w:rsidRDefault="002E781B" w:rsidP="008339CA">
            <w:pPr>
              <w:rPr>
                <w:rFonts w:ascii="Consolas" w:hAnsi="Consolas"/>
                <w:noProof/>
                <w:sz w:val="16"/>
                <w:szCs w:val="16"/>
                <w:lang w:eastAsia="de-DE"/>
              </w:rPr>
            </w:pPr>
            <w:r w:rsidRPr="00E21F58">
              <w:rPr>
                <w:rFonts w:ascii="Consolas" w:hAnsi="Consolas"/>
                <w:noProof/>
                <w:sz w:val="16"/>
                <w:szCs w:val="16"/>
                <w:lang w:eastAsia="de-DE"/>
              </w:rPr>
              <w:t>&lt;asram:SpecifiedCIDocumentVersion&gt;</w:t>
            </w:r>
          </w:p>
        </w:tc>
        <w:tc>
          <w:tcPr>
            <w:tcW w:w="516" w:type="dxa"/>
            <w:tcBorders>
              <w:top w:val="dotted" w:sz="4" w:space="0" w:color="000000"/>
              <w:left w:val="single" w:sz="4" w:space="0" w:color="000000"/>
              <w:bottom w:val="dotted" w:sz="4" w:space="0" w:color="000000"/>
              <w:right w:val="dotted" w:sz="4" w:space="0" w:color="000000"/>
            </w:tcBorders>
            <w:vAlign w:val="center"/>
          </w:tcPr>
          <w:p w14:paraId="1278E7E2" w14:textId="77777777" w:rsidR="002E781B" w:rsidRPr="001D3755"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3647B74" w14:textId="77777777" w:rsidR="002E781B" w:rsidRPr="001D3755" w:rsidRDefault="002E781B" w:rsidP="008339CA">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00E0ED62" w14:textId="77777777" w:rsidR="002E781B" w:rsidRPr="001D3755" w:rsidRDefault="002E781B" w:rsidP="008339CA">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FFF6CB7" w14:textId="77777777" w:rsidR="002E781B" w:rsidRPr="001D3755" w:rsidRDefault="002E781B" w:rsidP="008339CA">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4FA9774" w14:textId="77777777" w:rsidR="002E781B" w:rsidRPr="00E21F58" w:rsidRDefault="002E781B" w:rsidP="008339CA">
            <w:pPr>
              <w:autoSpaceDE w:val="0"/>
              <w:autoSpaceDN w:val="0"/>
              <w:adjustRightInd w:val="0"/>
              <w:spacing w:line="240" w:lineRule="auto"/>
              <w:rPr>
                <w:rFonts w:cs="Arial"/>
                <w:sz w:val="16"/>
                <w:szCs w:val="16"/>
                <w:lang w:eastAsia="zh-TW"/>
              </w:rPr>
            </w:pPr>
          </w:p>
        </w:tc>
      </w:tr>
      <w:tr w:rsidR="002E781B" w:rsidRPr="007156A7" w14:paraId="70EFE478"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1131DAA4"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09D79A7"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7450DEB8" w14:textId="77777777" w:rsidR="002E781B" w:rsidRPr="008A2E18" w:rsidRDefault="002E781B" w:rsidP="008339CA">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808080" w:themeFill="background1" w:themeFillShade="80"/>
            <w:vAlign w:val="center"/>
          </w:tcPr>
          <w:p w14:paraId="5D7D3DFD" w14:textId="77777777" w:rsidR="002E781B" w:rsidRPr="00E21F58" w:rsidRDefault="002E781B" w:rsidP="008339CA">
            <w:pPr>
              <w:rPr>
                <w:rFonts w:ascii="Consolas" w:hAnsi="Consolas"/>
                <w:noProof/>
                <w:sz w:val="16"/>
                <w:szCs w:val="16"/>
                <w:lang w:eastAsia="de-DE"/>
              </w:rPr>
            </w:pPr>
          </w:p>
        </w:tc>
        <w:tc>
          <w:tcPr>
            <w:tcW w:w="6389" w:type="dxa"/>
            <w:tcBorders>
              <w:left w:val="dotted" w:sz="4" w:space="0" w:color="000000"/>
              <w:right w:val="single" w:sz="4" w:space="0" w:color="000000"/>
            </w:tcBorders>
            <w:vAlign w:val="center"/>
          </w:tcPr>
          <w:p w14:paraId="28C00A93" w14:textId="77777777" w:rsidR="002E781B" w:rsidRPr="00E21F58" w:rsidRDefault="002E781B" w:rsidP="008339CA">
            <w:pPr>
              <w:rPr>
                <w:rFonts w:ascii="Consolas" w:hAnsi="Consolas"/>
                <w:noProof/>
                <w:sz w:val="16"/>
                <w:szCs w:val="16"/>
                <w:lang w:eastAsia="de-DE"/>
              </w:rPr>
            </w:pPr>
            <w:r w:rsidRPr="005D3100">
              <w:rPr>
                <w:rFonts w:ascii="Consolas" w:hAnsi="Consolas"/>
                <w:noProof/>
                <w:sz w:val="16"/>
                <w:lang w:eastAsia="de-DE"/>
              </w:rPr>
              <w:t>&lt;asram:IssueDateTime&gt;</w:t>
            </w:r>
          </w:p>
        </w:tc>
        <w:tc>
          <w:tcPr>
            <w:tcW w:w="516" w:type="dxa"/>
            <w:tcBorders>
              <w:top w:val="dotted" w:sz="4" w:space="0" w:color="000000"/>
              <w:left w:val="single" w:sz="4" w:space="0" w:color="000000"/>
              <w:bottom w:val="dotted" w:sz="4" w:space="0" w:color="000000"/>
              <w:right w:val="dotted" w:sz="4" w:space="0" w:color="000000"/>
            </w:tcBorders>
            <w:vAlign w:val="center"/>
          </w:tcPr>
          <w:p w14:paraId="6A625FF3" w14:textId="77777777" w:rsidR="002E781B" w:rsidRPr="00A666F6"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B07D01B"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1" w:type="dxa"/>
            <w:tcBorders>
              <w:top w:val="dotted" w:sz="4" w:space="0" w:color="000000"/>
              <w:left w:val="dotted" w:sz="4" w:space="0" w:color="000000"/>
              <w:bottom w:val="dotted" w:sz="4" w:space="0" w:color="000000"/>
              <w:right w:val="dotted" w:sz="4" w:space="0" w:color="000000"/>
            </w:tcBorders>
            <w:vAlign w:val="center"/>
          </w:tcPr>
          <w:p w14:paraId="55C78C0D"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354AC4E"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42" w:type="dxa"/>
            <w:tcBorders>
              <w:top w:val="dotted" w:sz="4" w:space="0" w:color="000000"/>
              <w:left w:val="dotted" w:sz="4" w:space="0" w:color="000000"/>
              <w:bottom w:val="dotted" w:sz="4" w:space="0" w:color="000000"/>
              <w:right w:val="dotted" w:sz="4" w:space="0" w:color="auto"/>
            </w:tcBorders>
            <w:vAlign w:val="center"/>
          </w:tcPr>
          <w:p w14:paraId="42632785" w14:textId="77777777" w:rsidR="002E781B" w:rsidRDefault="002E781B" w:rsidP="008339CA">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CreationTimeStamp</w:t>
            </w:r>
          </w:p>
        </w:tc>
      </w:tr>
    </w:tbl>
    <w:p w14:paraId="3E1CB08D" w14:textId="77777777" w:rsidR="002E781B" w:rsidRPr="000B55CC" w:rsidRDefault="002E781B" w:rsidP="002E781B">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2E781B" w:rsidRPr="000B55CC" w14:paraId="0A85AB67" w14:textId="77777777" w:rsidTr="009D6C94">
        <w:trPr>
          <w:cantSplit/>
          <w:trHeight w:val="330"/>
          <w:tblHeader/>
        </w:trPr>
        <w:tc>
          <w:tcPr>
            <w:tcW w:w="644" w:type="pct"/>
            <w:tcBorders>
              <w:bottom w:val="single" w:sz="4" w:space="0" w:color="000000"/>
            </w:tcBorders>
            <w:shd w:val="clear" w:color="auto" w:fill="A6A6A6"/>
            <w:noWrap/>
            <w:vAlign w:val="center"/>
            <w:hideMark/>
          </w:tcPr>
          <w:p w14:paraId="6DADECDC" w14:textId="77777777" w:rsidR="002E781B" w:rsidRPr="005301E2" w:rsidRDefault="002E781B" w:rsidP="009D6C94">
            <w:pPr>
              <w:spacing w:line="240" w:lineRule="auto"/>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4649361" w14:textId="77777777" w:rsidR="002E781B" w:rsidRPr="005301E2" w:rsidRDefault="002E781B" w:rsidP="009D6C94">
            <w:pPr>
              <w:spacing w:line="240" w:lineRule="auto"/>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6176D9F6" w14:textId="77777777" w:rsidR="002E781B" w:rsidRPr="005301E2" w:rsidRDefault="002E781B" w:rsidP="009D6C94">
            <w:pPr>
              <w:spacing w:line="240" w:lineRule="auto"/>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27949786" w14:textId="77777777" w:rsidR="002E781B" w:rsidRPr="005301E2" w:rsidRDefault="002E781B" w:rsidP="009D6C94">
            <w:pPr>
              <w:spacing w:line="240" w:lineRule="auto"/>
              <w:rPr>
                <w:rFonts w:eastAsia="Times New Roman" w:cs="Arial"/>
                <w:b/>
                <w:bCs/>
                <w:color w:val="000000"/>
                <w:szCs w:val="20"/>
                <w:lang w:eastAsia="de-DE"/>
              </w:rPr>
            </w:pPr>
            <w:r>
              <w:rPr>
                <w:rFonts w:eastAsia="Times New Roman" w:cs="Arial"/>
                <w:b/>
                <w:bCs/>
                <w:color w:val="000000"/>
                <w:szCs w:val="20"/>
                <w:lang w:eastAsia="de-DE"/>
              </w:rPr>
              <w:t>XPATH</w:t>
            </w:r>
          </w:p>
        </w:tc>
      </w:tr>
      <w:tr w:rsidR="008740C4" w:rsidRPr="000B55CC" w14:paraId="579EB62B" w14:textId="77777777" w:rsidTr="001E30E7">
        <w:trPr>
          <w:cantSplit/>
          <w:trHeight w:val="358"/>
        </w:trPr>
        <w:tc>
          <w:tcPr>
            <w:tcW w:w="644" w:type="pct"/>
            <w:shd w:val="clear" w:color="auto" w:fill="auto"/>
            <w:noWrap/>
            <w:vAlign w:val="center"/>
          </w:tcPr>
          <w:p w14:paraId="138A31FD" w14:textId="03B67440" w:rsidR="008740C4" w:rsidRPr="00E21F58" w:rsidRDefault="008740C4" w:rsidP="001E30E7">
            <w:pPr>
              <w:spacing w:line="240" w:lineRule="auto"/>
              <w:jc w:val="center"/>
              <w:rPr>
                <w:rFonts w:cs="Arial"/>
                <w:bCs/>
                <w:sz w:val="16"/>
                <w:szCs w:val="20"/>
              </w:rPr>
            </w:pPr>
            <w:r>
              <w:rPr>
                <w:rFonts w:eastAsia="Times New Roman" w:cs="Arial"/>
                <w:sz w:val="16"/>
                <w:szCs w:val="20"/>
                <w:lang w:eastAsia="de-DE"/>
              </w:rPr>
              <w:t>ExternalMessageID</w:t>
            </w:r>
          </w:p>
        </w:tc>
        <w:tc>
          <w:tcPr>
            <w:tcW w:w="1208" w:type="pct"/>
            <w:shd w:val="clear" w:color="auto" w:fill="auto"/>
            <w:noWrap/>
            <w:vAlign w:val="center"/>
          </w:tcPr>
          <w:p w14:paraId="37AC63F1" w14:textId="66B79C64" w:rsidR="008740C4" w:rsidRPr="00A854C5" w:rsidRDefault="008740C4" w:rsidP="001E30E7">
            <w:pPr>
              <w:spacing w:line="240" w:lineRule="auto"/>
              <w:jc w:val="center"/>
              <w:rPr>
                <w:rFonts w:ascii="Consolas" w:eastAsia="Times New Roman" w:hAnsi="Consolas" w:cs="Arial"/>
                <w:color w:val="000000"/>
                <w:sz w:val="16"/>
                <w:szCs w:val="20"/>
                <w:lang w:val="de-DE" w:eastAsia="de-DE"/>
              </w:rPr>
            </w:pPr>
            <w:r w:rsidRPr="008740C4">
              <w:rPr>
                <w:rFonts w:ascii="Consolas" w:eastAsia="Times New Roman" w:hAnsi="Consolas" w:cs="Arial"/>
                <w:color w:val="000000"/>
                <w:sz w:val="16"/>
                <w:szCs w:val="20"/>
                <w:lang w:val="de-DE" w:eastAsia="de-DE"/>
              </w:rPr>
              <w:t>013729.827</w:t>
            </w:r>
          </w:p>
        </w:tc>
        <w:tc>
          <w:tcPr>
            <w:tcW w:w="1423" w:type="pct"/>
            <w:shd w:val="clear" w:color="auto" w:fill="auto"/>
            <w:vAlign w:val="center"/>
          </w:tcPr>
          <w:p w14:paraId="187AB741" w14:textId="77777777" w:rsidR="008740C4" w:rsidRDefault="008740C4" w:rsidP="001E30E7">
            <w:pPr>
              <w:spacing w:line="240" w:lineRule="auto"/>
              <w:rPr>
                <w:rFonts w:eastAsia="Times New Roman" w:cs="Arial"/>
                <w:sz w:val="16"/>
                <w:szCs w:val="20"/>
                <w:lang w:eastAsia="de-DE"/>
              </w:rPr>
            </w:pPr>
            <w:r>
              <w:rPr>
                <w:rFonts w:eastAsia="Times New Roman" w:cs="Arial"/>
                <w:sz w:val="16"/>
                <w:szCs w:val="20"/>
                <w:lang w:eastAsia="de-DE"/>
              </w:rPr>
              <w:t xml:space="preserve">Supplier Payload ID. </w:t>
            </w:r>
          </w:p>
          <w:p w14:paraId="6B82F4C2" w14:textId="6DE4EBB0" w:rsidR="008740C4" w:rsidRDefault="008740C4" w:rsidP="001E30E7">
            <w:pPr>
              <w:spacing w:line="240" w:lineRule="auto"/>
              <w:rPr>
                <w:sz w:val="16"/>
                <w:lang w:eastAsia="de-DE"/>
              </w:rPr>
            </w:pPr>
            <w:r>
              <w:rPr>
                <w:rFonts w:eastAsia="Times New Roman" w:cs="Arial"/>
                <w:sz w:val="16"/>
                <w:szCs w:val="20"/>
                <w:lang w:eastAsia="de-DE"/>
              </w:rPr>
              <w:t>Value is used in the BackControlMessage to determine the supplier’s message.</w:t>
            </w:r>
          </w:p>
        </w:tc>
        <w:tc>
          <w:tcPr>
            <w:tcW w:w="1725" w:type="pct"/>
            <w:shd w:val="clear" w:color="auto" w:fill="auto"/>
            <w:vAlign w:val="center"/>
          </w:tcPr>
          <w:p w14:paraId="19F49903" w14:textId="6D2D0179" w:rsidR="008740C4" w:rsidRPr="00E21F58" w:rsidRDefault="008740C4" w:rsidP="001E30E7">
            <w:pPr>
              <w:spacing w:line="240" w:lineRule="auto"/>
              <w:rPr>
                <w:sz w:val="16"/>
                <w:lang w:eastAsia="de-DE"/>
              </w:rPr>
            </w:pPr>
            <w:r w:rsidRPr="008740C4">
              <w:rPr>
                <w:sz w:val="16"/>
                <w:lang w:eastAsia="de-DE"/>
              </w:rPr>
              <w:t>/as:CI_DemandForecastResponse/as:CIExchangedDocumentContext/asram:SpecifiedTransactionIdentifier</w:t>
            </w:r>
          </w:p>
        </w:tc>
      </w:tr>
      <w:tr w:rsidR="001B2992" w:rsidRPr="000B55CC" w14:paraId="57226CEB" w14:textId="77777777" w:rsidTr="009D6C94">
        <w:trPr>
          <w:cantSplit/>
          <w:trHeight w:val="358"/>
        </w:trPr>
        <w:tc>
          <w:tcPr>
            <w:tcW w:w="644" w:type="pct"/>
            <w:shd w:val="clear" w:color="auto" w:fill="auto"/>
            <w:noWrap/>
            <w:vAlign w:val="center"/>
          </w:tcPr>
          <w:p w14:paraId="4E230824" w14:textId="77777777" w:rsidR="001B2992" w:rsidRPr="00E21F58" w:rsidRDefault="001B2992" w:rsidP="009D6C94">
            <w:pPr>
              <w:spacing w:line="240" w:lineRule="auto"/>
              <w:jc w:val="center"/>
              <w:rPr>
                <w:rFonts w:cs="Arial"/>
                <w:bCs/>
                <w:sz w:val="16"/>
                <w:szCs w:val="20"/>
              </w:rPr>
            </w:pPr>
            <w:r w:rsidRPr="00E21F58">
              <w:rPr>
                <w:rFonts w:eastAsia="Times New Roman" w:cs="Arial"/>
                <w:sz w:val="16"/>
                <w:szCs w:val="20"/>
                <w:lang w:eastAsia="de-DE"/>
              </w:rPr>
              <w:t>CreationTimeStamp</w:t>
            </w:r>
          </w:p>
        </w:tc>
        <w:tc>
          <w:tcPr>
            <w:tcW w:w="1208" w:type="pct"/>
            <w:shd w:val="clear" w:color="auto" w:fill="auto"/>
            <w:noWrap/>
            <w:vAlign w:val="center"/>
          </w:tcPr>
          <w:p w14:paraId="30FC353B" w14:textId="69E6FC63" w:rsidR="001B2992" w:rsidRPr="008740C4" w:rsidRDefault="006531B8" w:rsidP="009D6C94">
            <w:pPr>
              <w:spacing w:line="240" w:lineRule="auto"/>
              <w:jc w:val="center"/>
              <w:rPr>
                <w:rFonts w:ascii="Consolas" w:eastAsia="Times New Roman" w:hAnsi="Consolas" w:cs="Arial"/>
                <w:color w:val="000000"/>
                <w:sz w:val="16"/>
                <w:szCs w:val="20"/>
                <w:lang w:eastAsia="de-DE"/>
              </w:rPr>
            </w:pPr>
            <w:r w:rsidRPr="008740C4">
              <w:rPr>
                <w:rFonts w:ascii="Consolas" w:eastAsia="Times New Roman" w:hAnsi="Consolas" w:cs="Arial"/>
                <w:color w:val="000000"/>
                <w:sz w:val="16"/>
                <w:szCs w:val="20"/>
                <w:lang w:eastAsia="de-DE"/>
              </w:rPr>
              <w:t>2017-07-10T13:37:29</w:t>
            </w:r>
          </w:p>
        </w:tc>
        <w:tc>
          <w:tcPr>
            <w:tcW w:w="1423" w:type="pct"/>
            <w:shd w:val="clear" w:color="auto" w:fill="auto"/>
            <w:vAlign w:val="center"/>
          </w:tcPr>
          <w:p w14:paraId="5692DE57" w14:textId="33199552" w:rsidR="001B2992" w:rsidRDefault="006531B8" w:rsidP="00F40FCD">
            <w:pPr>
              <w:spacing w:line="240" w:lineRule="auto"/>
              <w:rPr>
                <w:sz w:val="16"/>
                <w:lang w:eastAsia="de-DE"/>
              </w:rPr>
            </w:pPr>
            <w:r w:rsidRPr="006531B8">
              <w:rPr>
                <w:rFonts w:eastAsia="Times New Roman" w:cs="Arial"/>
                <w:sz w:val="16"/>
                <w:szCs w:val="20"/>
                <w:lang w:eastAsia="de-DE"/>
              </w:rPr>
              <w:t>Supplie</w:t>
            </w:r>
            <w:r w:rsidR="00336902" w:rsidRPr="00336902">
              <w:rPr>
                <w:rFonts w:eastAsia="Times New Roman" w:cs="Arial"/>
                <w:sz w:val="16"/>
                <w:szCs w:val="20"/>
                <w:lang w:eastAsia="de-DE"/>
              </w:rPr>
              <w:t>r</w:t>
            </w:r>
            <w:r w:rsidR="001B2992" w:rsidRPr="00E21F58">
              <w:rPr>
                <w:rFonts w:eastAsia="Times New Roman" w:cs="Arial"/>
                <w:sz w:val="16"/>
                <w:szCs w:val="20"/>
                <w:lang w:eastAsia="de-DE"/>
              </w:rPr>
              <w:t xml:space="preserve"> ERP creation date and time of the de</w:t>
            </w:r>
            <w:r w:rsidR="00336902">
              <w:rPr>
                <w:rFonts w:eastAsia="Times New Roman" w:cs="Arial"/>
                <w:sz w:val="16"/>
                <w:szCs w:val="20"/>
                <w:lang w:eastAsia="de-DE"/>
              </w:rPr>
              <w:t>mand forecast</w:t>
            </w:r>
            <w:r>
              <w:rPr>
                <w:rFonts w:eastAsia="Times New Roman" w:cs="Arial"/>
                <w:sz w:val="16"/>
                <w:szCs w:val="20"/>
                <w:lang w:eastAsia="de-DE"/>
              </w:rPr>
              <w:t xml:space="preserve"> response</w:t>
            </w:r>
            <w:r w:rsidR="00336902">
              <w:rPr>
                <w:rFonts w:eastAsia="Times New Roman" w:cs="Arial"/>
                <w:sz w:val="16"/>
                <w:szCs w:val="20"/>
                <w:lang w:eastAsia="de-DE"/>
              </w:rPr>
              <w:t xml:space="preserve"> message</w:t>
            </w:r>
          </w:p>
        </w:tc>
        <w:tc>
          <w:tcPr>
            <w:tcW w:w="1725" w:type="pct"/>
            <w:shd w:val="clear" w:color="auto" w:fill="auto"/>
            <w:vAlign w:val="center"/>
          </w:tcPr>
          <w:p w14:paraId="5B689B80" w14:textId="66B4D761" w:rsidR="001B2992" w:rsidRPr="00E21F58" w:rsidRDefault="008740C4" w:rsidP="000F731F">
            <w:pPr>
              <w:spacing w:line="240" w:lineRule="auto"/>
              <w:rPr>
                <w:sz w:val="16"/>
                <w:lang w:eastAsia="de-DE"/>
              </w:rPr>
            </w:pPr>
            <w:r w:rsidRPr="008740C4">
              <w:rPr>
                <w:sz w:val="16"/>
                <w:lang w:eastAsia="de-DE"/>
              </w:rPr>
              <w:t>/as:CI_DemandForecastResponse/as:CIExchangedDocumentContext/asram:ApplicationSpecifiedCIDocumentContextParameter/asram:SpecifiedCIDocumentVersion/asram:IssueDateTime</w:t>
            </w:r>
          </w:p>
        </w:tc>
      </w:tr>
    </w:tbl>
    <w:p w14:paraId="01024ACE" w14:textId="77777777" w:rsidR="00813B89" w:rsidRDefault="00813B89" w:rsidP="00813B89">
      <w:pPr>
        <w:pStyle w:val="berschrift1"/>
        <w:numPr>
          <w:ilvl w:val="0"/>
          <w:numId w:val="0"/>
        </w:numPr>
      </w:pPr>
      <w:bookmarkStart w:id="35" w:name="_Toc492388054"/>
    </w:p>
    <w:p w14:paraId="230412DE" w14:textId="77777777" w:rsidR="00813B89" w:rsidRDefault="00813B89" w:rsidP="00813B89">
      <w:pPr>
        <w:rPr>
          <w:rFonts w:eastAsia="Times New Roman"/>
          <w:sz w:val="24"/>
          <w:szCs w:val="28"/>
        </w:rPr>
      </w:pPr>
      <w:r>
        <w:br w:type="page"/>
      </w:r>
    </w:p>
    <w:p w14:paraId="46E86E24" w14:textId="4FFC743C" w:rsidR="00A07FC2" w:rsidRDefault="00330A22" w:rsidP="00B178ED">
      <w:pPr>
        <w:pStyle w:val="berschrift1"/>
        <w:numPr>
          <w:ilvl w:val="0"/>
          <w:numId w:val="3"/>
        </w:numPr>
      </w:pPr>
      <w:bookmarkStart w:id="36" w:name="_Toc492907177"/>
      <w:r w:rsidRPr="001B48B1">
        <w:lastRenderedPageBreak/>
        <w:t>as:CISExchangedDocument</w:t>
      </w:r>
      <w:bookmarkEnd w:id="35"/>
      <w:bookmarkEnd w:id="36"/>
    </w:p>
    <w:p w14:paraId="1330C575" w14:textId="2B2E0863" w:rsidR="009D6C94" w:rsidRPr="009D6C94" w:rsidRDefault="009D6C94" w:rsidP="009D6C94">
      <w:pPr>
        <w:rPr>
          <w:sz w:val="18"/>
        </w:rPr>
      </w:pPr>
      <w:r>
        <w:rPr>
          <w:sz w:val="18"/>
        </w:rPr>
        <w:t xml:space="preserve">as:CISExchangedDocument </w:t>
      </w:r>
      <w:r w:rsidRPr="009D6C94">
        <w:rPr>
          <w:sz w:val="18"/>
        </w:rPr>
        <w:t>contains adjustment information about the forecast data.</w:t>
      </w:r>
    </w:p>
    <w:p w14:paraId="46E86E25" w14:textId="49399098" w:rsidR="00717378" w:rsidRDefault="00717378" w:rsidP="009B0360">
      <w:pPr>
        <w:rPr>
          <w:szCs w:val="20"/>
        </w:rPr>
      </w:pPr>
    </w:p>
    <w:tbl>
      <w:tblPr>
        <w:tblStyle w:val="Tabellenraster"/>
        <w:tblW w:w="14075" w:type="dxa"/>
        <w:tblLook w:val="04A0" w:firstRow="1" w:lastRow="0" w:firstColumn="1" w:lastColumn="0" w:noHBand="0" w:noVBand="1"/>
      </w:tblPr>
      <w:tblGrid>
        <w:gridCol w:w="943"/>
        <w:gridCol w:w="282"/>
        <w:gridCol w:w="285"/>
        <w:gridCol w:w="6696"/>
        <w:gridCol w:w="492"/>
        <w:gridCol w:w="1025"/>
        <w:gridCol w:w="573"/>
        <w:gridCol w:w="540"/>
        <w:gridCol w:w="3239"/>
      </w:tblGrid>
      <w:tr w:rsidR="009D6C94" w:rsidRPr="004F51C8" w14:paraId="137CC62D" w14:textId="77777777" w:rsidTr="006624A0">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7A137C24" w14:textId="77777777" w:rsidR="009D6C94" w:rsidRPr="004F51C8" w:rsidRDefault="009D6C94"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63"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588E6810"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92" w:type="dxa"/>
            <w:tcBorders>
              <w:top w:val="single" w:sz="12" w:space="0" w:color="auto"/>
              <w:left w:val="dotted" w:sz="4" w:space="0" w:color="auto"/>
              <w:bottom w:val="single" w:sz="12" w:space="0" w:color="auto"/>
              <w:right w:val="dotted" w:sz="4" w:space="0" w:color="auto"/>
            </w:tcBorders>
            <w:shd w:val="clear" w:color="auto" w:fill="auto"/>
            <w:vAlign w:val="center"/>
          </w:tcPr>
          <w:p w14:paraId="6A3B18B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7830C5DA"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73" w:type="dxa"/>
            <w:tcBorders>
              <w:top w:val="single" w:sz="12" w:space="0" w:color="auto"/>
              <w:left w:val="dotted" w:sz="4" w:space="0" w:color="auto"/>
              <w:bottom w:val="single" w:sz="12" w:space="0" w:color="auto"/>
              <w:right w:val="dotted" w:sz="4" w:space="0" w:color="auto"/>
            </w:tcBorders>
            <w:shd w:val="clear" w:color="auto" w:fill="auto"/>
            <w:vAlign w:val="center"/>
          </w:tcPr>
          <w:p w14:paraId="02232912"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0" w:type="dxa"/>
            <w:tcBorders>
              <w:top w:val="single" w:sz="12" w:space="0" w:color="auto"/>
              <w:left w:val="dotted" w:sz="4" w:space="0" w:color="auto"/>
              <w:bottom w:val="single" w:sz="12" w:space="0" w:color="auto"/>
              <w:right w:val="dotted" w:sz="4" w:space="0" w:color="auto"/>
            </w:tcBorders>
            <w:shd w:val="clear" w:color="auto" w:fill="auto"/>
            <w:vAlign w:val="center"/>
          </w:tcPr>
          <w:p w14:paraId="19EB482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9" w:type="dxa"/>
            <w:tcBorders>
              <w:top w:val="single" w:sz="12" w:space="0" w:color="auto"/>
              <w:left w:val="dotted" w:sz="4" w:space="0" w:color="auto"/>
              <w:bottom w:val="single" w:sz="12" w:space="0" w:color="auto"/>
              <w:right w:val="single" w:sz="12" w:space="0" w:color="auto"/>
            </w:tcBorders>
            <w:shd w:val="clear" w:color="auto" w:fill="auto"/>
            <w:vAlign w:val="center"/>
          </w:tcPr>
          <w:p w14:paraId="723C6F0A"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9D6C94" w:rsidRPr="009D28F2" w14:paraId="3F454A43" w14:textId="77777777" w:rsidTr="006624A0">
        <w:trPr>
          <w:trHeight w:val="60"/>
        </w:trPr>
        <w:tc>
          <w:tcPr>
            <w:tcW w:w="943" w:type="dxa"/>
            <w:tcBorders>
              <w:top w:val="single" w:sz="12" w:space="0" w:color="auto"/>
              <w:left w:val="nil"/>
              <w:bottom w:val="dotted" w:sz="4" w:space="0" w:color="000000"/>
              <w:right w:val="nil"/>
            </w:tcBorders>
            <w:shd w:val="clear" w:color="auto" w:fill="auto"/>
            <w:vAlign w:val="center"/>
          </w:tcPr>
          <w:p w14:paraId="34CB636C" w14:textId="77777777" w:rsidR="009D6C94" w:rsidRPr="009D28F2" w:rsidRDefault="009D6C94" w:rsidP="001F1B92">
            <w:pPr>
              <w:spacing w:line="240" w:lineRule="auto"/>
              <w:ind w:left="-103"/>
              <w:rPr>
                <w:rFonts w:eastAsia="Times New Roman" w:cs="Arial"/>
                <w:b/>
                <w:bCs/>
                <w:color w:val="000000"/>
                <w:sz w:val="8"/>
                <w:szCs w:val="20"/>
                <w:lang w:eastAsia="de-DE"/>
              </w:rPr>
            </w:pPr>
          </w:p>
        </w:tc>
        <w:tc>
          <w:tcPr>
            <w:tcW w:w="7263" w:type="dxa"/>
            <w:gridSpan w:val="3"/>
            <w:tcBorders>
              <w:top w:val="single" w:sz="12" w:space="0" w:color="auto"/>
              <w:left w:val="nil"/>
              <w:bottom w:val="single" w:sz="4" w:space="0" w:color="000000"/>
              <w:right w:val="nil"/>
            </w:tcBorders>
            <w:shd w:val="clear" w:color="auto" w:fill="auto"/>
            <w:vAlign w:val="center"/>
          </w:tcPr>
          <w:p w14:paraId="79B1ED1D" w14:textId="77777777" w:rsidR="009D6C94" w:rsidRPr="009D28F2" w:rsidRDefault="009D6C94" w:rsidP="001F1B92">
            <w:pPr>
              <w:spacing w:line="240" w:lineRule="auto"/>
              <w:rPr>
                <w:rFonts w:eastAsia="Times New Roman" w:cs="Arial"/>
                <w:b/>
                <w:bCs/>
                <w:color w:val="000000"/>
                <w:sz w:val="8"/>
                <w:szCs w:val="20"/>
                <w:lang w:eastAsia="de-DE"/>
              </w:rPr>
            </w:pPr>
          </w:p>
        </w:tc>
        <w:tc>
          <w:tcPr>
            <w:tcW w:w="492" w:type="dxa"/>
            <w:tcBorders>
              <w:top w:val="single" w:sz="12" w:space="0" w:color="auto"/>
              <w:left w:val="nil"/>
              <w:bottom w:val="dotted" w:sz="4" w:space="0" w:color="000000"/>
              <w:right w:val="nil"/>
            </w:tcBorders>
            <w:vAlign w:val="center"/>
          </w:tcPr>
          <w:p w14:paraId="39E26B4B" w14:textId="77777777" w:rsidR="009D6C94" w:rsidRPr="009D28F2" w:rsidRDefault="009D6C94" w:rsidP="001F1B92">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E3AFC88"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573" w:type="dxa"/>
            <w:tcBorders>
              <w:top w:val="single" w:sz="12" w:space="0" w:color="auto"/>
              <w:left w:val="nil"/>
              <w:bottom w:val="dotted" w:sz="4" w:space="0" w:color="000000"/>
              <w:right w:val="nil"/>
            </w:tcBorders>
            <w:vAlign w:val="center"/>
          </w:tcPr>
          <w:p w14:paraId="77F6B08A"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540" w:type="dxa"/>
            <w:tcBorders>
              <w:top w:val="single" w:sz="12" w:space="0" w:color="auto"/>
              <w:left w:val="nil"/>
              <w:bottom w:val="dotted" w:sz="4" w:space="0" w:color="000000"/>
              <w:right w:val="nil"/>
            </w:tcBorders>
            <w:vAlign w:val="center"/>
          </w:tcPr>
          <w:p w14:paraId="4DDF94BE"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3239" w:type="dxa"/>
            <w:tcBorders>
              <w:top w:val="single" w:sz="12" w:space="0" w:color="auto"/>
              <w:left w:val="nil"/>
              <w:bottom w:val="dotted" w:sz="4" w:space="0" w:color="000000"/>
              <w:right w:val="nil"/>
            </w:tcBorders>
            <w:vAlign w:val="center"/>
          </w:tcPr>
          <w:p w14:paraId="155A2B8C" w14:textId="77777777" w:rsidR="009D6C94" w:rsidRPr="009D28F2" w:rsidRDefault="009D6C94" w:rsidP="001F1B92">
            <w:pPr>
              <w:spacing w:line="240" w:lineRule="auto"/>
              <w:rPr>
                <w:rFonts w:eastAsia="Times New Roman" w:cs="Arial"/>
                <w:b/>
                <w:bCs/>
                <w:color w:val="000000"/>
                <w:sz w:val="8"/>
                <w:szCs w:val="20"/>
                <w:lang w:eastAsia="de-DE"/>
              </w:rPr>
            </w:pPr>
          </w:p>
        </w:tc>
      </w:tr>
      <w:tr w:rsidR="009D6C94" w:rsidRPr="007156A7" w14:paraId="20912259" w14:textId="77777777" w:rsidTr="006624A0">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603ED337" w14:textId="77777777" w:rsidR="009D6C94" w:rsidRPr="008A2E18" w:rsidRDefault="009D6C94" w:rsidP="001F1B92">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63" w:type="dxa"/>
            <w:gridSpan w:val="3"/>
            <w:tcBorders>
              <w:top w:val="single" w:sz="4" w:space="0" w:color="000000"/>
              <w:right w:val="single" w:sz="4" w:space="0" w:color="000000"/>
            </w:tcBorders>
            <w:shd w:val="clear" w:color="auto" w:fill="auto"/>
            <w:vAlign w:val="center"/>
          </w:tcPr>
          <w:p w14:paraId="6539CDE1" w14:textId="77777777" w:rsidR="009D6C94" w:rsidRPr="008A2E18" w:rsidRDefault="009D6C94" w:rsidP="001F1B92">
            <w:pPr>
              <w:rPr>
                <w:rFonts w:ascii="Consolas" w:hAnsi="Consolas"/>
                <w:noProof/>
                <w:sz w:val="16"/>
                <w:szCs w:val="16"/>
                <w:lang w:eastAsia="de-DE"/>
              </w:rPr>
            </w:pPr>
            <w:r>
              <w:rPr>
                <w:rFonts w:ascii="Consolas" w:hAnsi="Consolas"/>
                <w:noProof/>
                <w:sz w:val="16"/>
                <w:szCs w:val="16"/>
                <w:lang w:eastAsia="de-DE"/>
              </w:rPr>
              <w:t>&lt;as:CIExchangedDocument</w:t>
            </w:r>
            <w:r w:rsidRPr="008A2E18">
              <w:rPr>
                <w:rFonts w:ascii="Consolas" w:hAnsi="Consolas"/>
                <w:noProof/>
                <w:sz w:val="16"/>
                <w:szCs w:val="16"/>
                <w:lang w:eastAsia="de-DE"/>
              </w:rPr>
              <w:t>&gt;</w:t>
            </w:r>
          </w:p>
        </w:tc>
        <w:tc>
          <w:tcPr>
            <w:tcW w:w="492"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59C15F7" w14:textId="77777777" w:rsidR="009D6C94" w:rsidRPr="00E21F58" w:rsidRDefault="009D6C94"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0038DC9" w14:textId="77777777" w:rsidR="009D6C94" w:rsidRPr="008A2E18" w:rsidRDefault="009D6C94" w:rsidP="001F1B92">
            <w:pPr>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2362FE9C" w14:textId="77777777" w:rsidR="009D6C94" w:rsidRPr="008A2E18" w:rsidRDefault="009D6C94" w:rsidP="001F1B92">
            <w:pPr>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27CE6F0E" w14:textId="77777777" w:rsidR="009D6C94" w:rsidRPr="008A2E18" w:rsidRDefault="009D6C94" w:rsidP="001F1B92">
            <w:pPr>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35873F38" w14:textId="77777777" w:rsidR="009D6C94" w:rsidRPr="008A2E18" w:rsidRDefault="009D6C94" w:rsidP="001F1B92">
            <w:pPr>
              <w:rPr>
                <w:rFonts w:cs="Arial"/>
                <w:sz w:val="16"/>
                <w:szCs w:val="16"/>
                <w:lang w:val="de-DE" w:eastAsia="zh-TW"/>
              </w:rPr>
            </w:pPr>
          </w:p>
        </w:tc>
      </w:tr>
      <w:tr w:rsidR="009D6C94" w:rsidRPr="007156A7" w14:paraId="5B653717"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3682F17B" w14:textId="5CAC6C3B" w:rsidR="009D6C94" w:rsidRPr="00744B1D" w:rsidRDefault="00744B1D" w:rsidP="006531B8">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5876DCA4" w14:textId="77777777" w:rsidR="009D6C94" w:rsidRPr="008A2E18" w:rsidRDefault="009D6C94" w:rsidP="009D6C94">
            <w:pPr>
              <w:rPr>
                <w:rFonts w:ascii="Consolas" w:hAnsi="Consolas"/>
                <w:b/>
                <w:noProof/>
                <w:sz w:val="16"/>
                <w:szCs w:val="16"/>
                <w:lang w:eastAsia="de-DE"/>
              </w:rPr>
            </w:pPr>
          </w:p>
        </w:tc>
        <w:tc>
          <w:tcPr>
            <w:tcW w:w="6981" w:type="dxa"/>
            <w:gridSpan w:val="2"/>
            <w:tcBorders>
              <w:left w:val="dotted" w:sz="4" w:space="0" w:color="auto"/>
              <w:right w:val="single" w:sz="4" w:space="0" w:color="000000"/>
            </w:tcBorders>
            <w:vAlign w:val="center"/>
          </w:tcPr>
          <w:p w14:paraId="62FB5B10" w14:textId="77777777" w:rsidR="009D6C94" w:rsidRPr="008A2E18" w:rsidRDefault="009D6C94" w:rsidP="009D6C94">
            <w:pPr>
              <w:rPr>
                <w:rFonts w:ascii="Consolas" w:hAnsi="Consolas"/>
                <w:noProof/>
                <w:sz w:val="16"/>
                <w:szCs w:val="16"/>
                <w:lang w:eastAsia="de-DE"/>
              </w:rPr>
            </w:pPr>
            <w:r w:rsidRPr="00D141B0">
              <w:rPr>
                <w:rFonts w:ascii="Consolas" w:hAnsi="Consolas"/>
                <w:noProof/>
                <w:sz w:val="16"/>
                <w:lang w:eastAsia="de-DE"/>
              </w:rPr>
              <w:t>&lt;asram:IncludedCINote&gt;</w:t>
            </w:r>
          </w:p>
        </w:tc>
        <w:tc>
          <w:tcPr>
            <w:tcW w:w="492" w:type="dxa"/>
            <w:tcBorders>
              <w:top w:val="dotted" w:sz="4" w:space="0" w:color="000000"/>
              <w:left w:val="single" w:sz="4" w:space="0" w:color="000000"/>
              <w:bottom w:val="dotted" w:sz="4" w:space="0" w:color="000000"/>
              <w:right w:val="dotted" w:sz="4" w:space="0" w:color="000000"/>
            </w:tcBorders>
            <w:vAlign w:val="center"/>
          </w:tcPr>
          <w:p w14:paraId="5FE16CB2" w14:textId="77777777" w:rsidR="009D6C94" w:rsidRPr="00E21F58" w:rsidRDefault="009D6C94" w:rsidP="009D6C94">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613DA7A"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22B17727"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0D34DE2D" w14:textId="77777777" w:rsidR="009D6C94" w:rsidRPr="00A666F6" w:rsidRDefault="009D6C94" w:rsidP="009D6C94">
            <w:pPr>
              <w:autoSpaceDE w:val="0"/>
              <w:autoSpaceDN w:val="0"/>
              <w:adjustRightInd w:val="0"/>
              <w:spacing w:line="240" w:lineRule="auto"/>
              <w:jc w:val="center"/>
              <w:rPr>
                <w:rFonts w:cs="Arial"/>
                <w:sz w:val="16"/>
                <w:szCs w:val="16"/>
                <w:lang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403C1101" w14:textId="77777777" w:rsidR="009D6C94" w:rsidRPr="00A666F6" w:rsidRDefault="009D6C94" w:rsidP="009D6C94">
            <w:pPr>
              <w:autoSpaceDE w:val="0"/>
              <w:autoSpaceDN w:val="0"/>
              <w:adjustRightInd w:val="0"/>
              <w:spacing w:line="240" w:lineRule="auto"/>
              <w:rPr>
                <w:rFonts w:cs="Arial"/>
                <w:sz w:val="16"/>
                <w:szCs w:val="16"/>
                <w:lang w:eastAsia="zh-TW"/>
              </w:rPr>
            </w:pPr>
          </w:p>
        </w:tc>
      </w:tr>
      <w:tr w:rsidR="006624A0" w:rsidRPr="007156A7" w14:paraId="1150793B" w14:textId="77777777" w:rsidTr="006624A0">
        <w:trPr>
          <w:trHeight w:hRule="exact" w:val="271"/>
        </w:trPr>
        <w:tc>
          <w:tcPr>
            <w:tcW w:w="943" w:type="dxa"/>
            <w:tcBorders>
              <w:top w:val="dotted" w:sz="4" w:space="0" w:color="000000"/>
              <w:left w:val="dotted" w:sz="4" w:space="0" w:color="000000"/>
              <w:bottom w:val="dotted" w:sz="4" w:space="0" w:color="000000"/>
            </w:tcBorders>
            <w:vAlign w:val="center"/>
          </w:tcPr>
          <w:p w14:paraId="6B4900A6" w14:textId="166C51B6"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AAAC5C1"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34717B38" w14:textId="77777777" w:rsidR="006624A0" w:rsidRPr="008A2E18" w:rsidRDefault="006624A0" w:rsidP="006624A0">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0090E1B9" w14:textId="44E04248" w:rsidR="006624A0" w:rsidRDefault="006624A0" w:rsidP="006624A0">
            <w:pPr>
              <w:rPr>
                <w:rFonts w:ascii="Consolas" w:hAnsi="Consolas"/>
                <w:noProof/>
                <w:sz w:val="16"/>
                <w:lang w:eastAsia="de-DE"/>
              </w:rPr>
            </w:pPr>
            <w:r>
              <w:rPr>
                <w:rFonts w:ascii="Consolas" w:hAnsi="Consolas"/>
                <w:noProof/>
                <w:sz w:val="16"/>
                <w:lang w:eastAsia="de-DE"/>
              </w:rPr>
              <w:t>&lt;</w:t>
            </w:r>
            <w:r w:rsidRPr="00B70294">
              <w:rPr>
                <w:rFonts w:ascii="Consolas" w:hAnsi="Consolas"/>
                <w:noProof/>
                <w:sz w:val="16"/>
                <w:lang w:eastAsia="de-DE"/>
              </w:rPr>
              <w:t>asram:IdentificationIdentifier</w:t>
            </w:r>
            <w:r>
              <w:rPr>
                <w:rFonts w:ascii="Consolas" w:hAnsi="Consolas"/>
                <w:noProof/>
                <w:sz w:val="16"/>
                <w:lang w:eastAsia="de-DE"/>
              </w:rPr>
              <w:t>&gt;</w:t>
            </w:r>
          </w:p>
        </w:tc>
        <w:tc>
          <w:tcPr>
            <w:tcW w:w="492" w:type="dxa"/>
            <w:tcBorders>
              <w:top w:val="dotted" w:sz="4" w:space="0" w:color="000000"/>
              <w:left w:val="single" w:sz="4" w:space="0" w:color="000000"/>
              <w:bottom w:val="dotted" w:sz="4" w:space="0" w:color="000000"/>
              <w:right w:val="dotted" w:sz="4" w:space="0" w:color="000000"/>
            </w:tcBorders>
            <w:vAlign w:val="center"/>
          </w:tcPr>
          <w:p w14:paraId="51302988" w14:textId="41EAAC1F"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FB63082" w14:textId="40322DB5" w:rsidR="006624A0"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B6FB1F5" w14:textId="7A3AF543" w:rsidR="006624A0"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70AEFD4" w14:textId="0E69A095" w:rsidR="006624A0" w:rsidRDefault="006624A0" w:rsidP="006624A0">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199F5A1B" w14:textId="5D6C61BE" w:rsidR="006624A0" w:rsidRDefault="006624A0" w:rsidP="006624A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HeaderFlexIdentifier</w:t>
            </w:r>
          </w:p>
        </w:tc>
      </w:tr>
      <w:tr w:rsidR="009D6C94" w:rsidRPr="007156A7" w14:paraId="1C2FFE08" w14:textId="77777777" w:rsidTr="00744B1D">
        <w:trPr>
          <w:trHeight w:val="227"/>
        </w:trPr>
        <w:tc>
          <w:tcPr>
            <w:tcW w:w="943" w:type="dxa"/>
            <w:tcBorders>
              <w:top w:val="dotted" w:sz="4" w:space="0" w:color="000000"/>
              <w:left w:val="dotted" w:sz="4" w:space="0" w:color="000000"/>
              <w:bottom w:val="dotted" w:sz="4" w:space="0" w:color="000000"/>
            </w:tcBorders>
            <w:vAlign w:val="center"/>
          </w:tcPr>
          <w:p w14:paraId="13E760FC" w14:textId="5D40E0BE" w:rsidR="009D6C94" w:rsidRPr="001D3755" w:rsidRDefault="001D3755" w:rsidP="00673116">
            <w:pPr>
              <w:ind w:left="-103"/>
              <w:jc w:val="right"/>
              <w:rPr>
                <w:rFonts w:ascii="Consolas" w:hAnsi="Consolas"/>
                <w:b/>
                <w:noProof/>
                <w:sz w:val="16"/>
                <w:szCs w:val="16"/>
                <w:lang w:eastAsia="de-DE"/>
              </w:rPr>
            </w:pPr>
            <w:r w:rsidRPr="001D3755">
              <w:rPr>
                <w:rFonts w:ascii="Consolas" w:hAnsi="Consolas"/>
                <w:b/>
                <w:noProof/>
                <w:sz w:val="16"/>
                <w:szCs w:val="16"/>
                <w:lang w:eastAsia="de-DE"/>
              </w:rPr>
              <w:t>0..</w:t>
            </w:r>
            <w:r w:rsidR="00673116" w:rsidRPr="001D3755">
              <w:rPr>
                <w:rFonts w:ascii="Consolas" w:hAnsi="Consolas"/>
                <w:b/>
                <w:noProof/>
                <w:sz w:val="16"/>
                <w:szCs w:val="16"/>
                <w:lang w:eastAsia="de-DE"/>
              </w:rPr>
              <w:t>1</w:t>
            </w:r>
          </w:p>
        </w:tc>
        <w:tc>
          <w:tcPr>
            <w:tcW w:w="282" w:type="dxa"/>
            <w:tcBorders>
              <w:right w:val="dotted" w:sz="4" w:space="0" w:color="auto"/>
            </w:tcBorders>
            <w:shd w:val="clear" w:color="auto" w:fill="BFBFBF" w:themeFill="background1" w:themeFillShade="BF"/>
            <w:vAlign w:val="center"/>
          </w:tcPr>
          <w:p w14:paraId="2E8055FA" w14:textId="77777777" w:rsidR="009D6C94" w:rsidRPr="008A2E18" w:rsidRDefault="009D6C94" w:rsidP="009D6C94">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0C6F14AA" w14:textId="77777777" w:rsidR="009D6C94" w:rsidRPr="008A2E18" w:rsidRDefault="009D6C94" w:rsidP="009D6C94">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1C78841E" w14:textId="77777777" w:rsidR="009D6C94" w:rsidRPr="00E21F58" w:rsidRDefault="009D6C94" w:rsidP="009D6C94">
            <w:pPr>
              <w:rPr>
                <w:rFonts w:ascii="Consolas" w:hAnsi="Consolas"/>
                <w:noProof/>
                <w:sz w:val="16"/>
                <w:szCs w:val="16"/>
                <w:lang w:eastAsia="de-DE"/>
              </w:rPr>
            </w:pPr>
            <w:r>
              <w:rPr>
                <w:rFonts w:ascii="Consolas" w:hAnsi="Consolas"/>
                <w:noProof/>
                <w:sz w:val="16"/>
                <w:lang w:eastAsia="de-DE"/>
              </w:rPr>
              <w:t>&lt;asram:SubjectCode&gt;</w:t>
            </w:r>
          </w:p>
        </w:tc>
        <w:tc>
          <w:tcPr>
            <w:tcW w:w="492" w:type="dxa"/>
            <w:tcBorders>
              <w:top w:val="dotted" w:sz="4" w:space="0" w:color="000000"/>
              <w:left w:val="single" w:sz="4" w:space="0" w:color="000000"/>
              <w:bottom w:val="dotted" w:sz="4" w:space="0" w:color="000000"/>
              <w:right w:val="dotted" w:sz="4" w:space="0" w:color="000000"/>
            </w:tcBorders>
            <w:vAlign w:val="center"/>
          </w:tcPr>
          <w:p w14:paraId="56713BE1" w14:textId="77777777" w:rsidR="009D6C94" w:rsidRPr="00A666F6" w:rsidRDefault="009D6C94" w:rsidP="009D6C94">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112FD6E" w14:textId="77777777" w:rsidR="009D6C94" w:rsidRPr="00A666F6" w:rsidRDefault="009D6C94"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609144DE" w14:textId="77777777" w:rsidR="009D6C94" w:rsidRPr="00A666F6" w:rsidRDefault="009D6C94"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00BE5AB" w14:textId="5CDD96BE" w:rsidR="009D6C94" w:rsidRPr="00A666F6" w:rsidRDefault="00744B1D" w:rsidP="009D6C94">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2376B5FA" w14:textId="77777777" w:rsidR="009D6C94" w:rsidRDefault="009D6C94" w:rsidP="009D6C94">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HeaderFlexCode</w:t>
            </w:r>
          </w:p>
        </w:tc>
      </w:tr>
      <w:tr w:rsidR="006624A0" w:rsidRPr="007156A7" w14:paraId="69AA4016"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783133F2"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2A2D037" w14:textId="77777777" w:rsidR="006624A0" w:rsidRPr="008A2E18" w:rsidRDefault="006624A0" w:rsidP="006624A0">
            <w:pPr>
              <w:rPr>
                <w:rFonts w:ascii="Consolas" w:hAnsi="Consolas"/>
                <w:b/>
                <w:noProof/>
                <w:sz w:val="16"/>
                <w:szCs w:val="16"/>
                <w:lang w:eastAsia="de-DE"/>
              </w:rPr>
            </w:pPr>
          </w:p>
        </w:tc>
        <w:tc>
          <w:tcPr>
            <w:tcW w:w="6981" w:type="dxa"/>
            <w:gridSpan w:val="2"/>
            <w:tcBorders>
              <w:left w:val="dotted" w:sz="4" w:space="0" w:color="auto"/>
              <w:right w:val="single" w:sz="4" w:space="0" w:color="000000"/>
            </w:tcBorders>
            <w:vAlign w:val="center"/>
          </w:tcPr>
          <w:p w14:paraId="0B1A86DB" w14:textId="77777777" w:rsidR="006624A0" w:rsidRPr="008A2E18" w:rsidRDefault="006624A0" w:rsidP="006624A0">
            <w:pPr>
              <w:rPr>
                <w:rFonts w:ascii="Consolas" w:hAnsi="Consolas"/>
                <w:noProof/>
                <w:sz w:val="16"/>
                <w:szCs w:val="16"/>
                <w:lang w:eastAsia="de-DE"/>
              </w:rPr>
            </w:pPr>
            <w:r>
              <w:rPr>
                <w:rFonts w:ascii="Consolas" w:hAnsi="Consolas"/>
                <w:noProof/>
                <w:sz w:val="16"/>
                <w:lang w:eastAsia="de-DE"/>
              </w:rPr>
              <w:t>&lt;asram:RecipientCITradeParty&gt;</w:t>
            </w:r>
          </w:p>
        </w:tc>
        <w:tc>
          <w:tcPr>
            <w:tcW w:w="492" w:type="dxa"/>
            <w:tcBorders>
              <w:top w:val="dotted" w:sz="4" w:space="0" w:color="000000"/>
              <w:left w:val="single" w:sz="4" w:space="0" w:color="000000"/>
              <w:bottom w:val="dotted" w:sz="4" w:space="0" w:color="000000"/>
              <w:right w:val="dotted" w:sz="4" w:space="0" w:color="000000"/>
            </w:tcBorders>
            <w:vAlign w:val="center"/>
          </w:tcPr>
          <w:p w14:paraId="13B42DDE" w14:textId="77777777" w:rsidR="006624A0" w:rsidRPr="00E21F58" w:rsidRDefault="006624A0" w:rsidP="006624A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2505ADE" w14:textId="77777777" w:rsidR="006624A0" w:rsidRPr="001D3755" w:rsidRDefault="006624A0" w:rsidP="006624A0">
            <w:pPr>
              <w:autoSpaceDE w:val="0"/>
              <w:autoSpaceDN w:val="0"/>
              <w:adjustRightInd w:val="0"/>
              <w:spacing w:line="240" w:lineRule="auto"/>
              <w:jc w:val="center"/>
              <w:rPr>
                <w:rFonts w:cs="Arial"/>
                <w:sz w:val="16"/>
                <w:szCs w:val="16"/>
                <w:lang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5FBAB97C" w14:textId="77777777" w:rsidR="006624A0" w:rsidRPr="001D3755" w:rsidRDefault="006624A0" w:rsidP="006624A0">
            <w:pPr>
              <w:autoSpaceDE w:val="0"/>
              <w:autoSpaceDN w:val="0"/>
              <w:adjustRightInd w:val="0"/>
              <w:spacing w:line="240" w:lineRule="auto"/>
              <w:jc w:val="center"/>
              <w:rPr>
                <w:rFonts w:cs="Arial"/>
                <w:sz w:val="16"/>
                <w:szCs w:val="16"/>
                <w:lang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196AA4CA" w14:textId="77777777" w:rsidR="006624A0" w:rsidRPr="001D3755" w:rsidRDefault="006624A0" w:rsidP="006624A0">
            <w:pPr>
              <w:autoSpaceDE w:val="0"/>
              <w:autoSpaceDN w:val="0"/>
              <w:adjustRightInd w:val="0"/>
              <w:spacing w:line="240" w:lineRule="auto"/>
              <w:jc w:val="center"/>
              <w:rPr>
                <w:rFonts w:cs="Arial"/>
                <w:sz w:val="16"/>
                <w:szCs w:val="16"/>
                <w:lang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2B40A297" w14:textId="77777777" w:rsidR="006624A0" w:rsidRPr="001D3755" w:rsidRDefault="006624A0" w:rsidP="006624A0">
            <w:pPr>
              <w:autoSpaceDE w:val="0"/>
              <w:autoSpaceDN w:val="0"/>
              <w:adjustRightInd w:val="0"/>
              <w:spacing w:line="240" w:lineRule="auto"/>
              <w:rPr>
                <w:rFonts w:cs="Arial"/>
                <w:sz w:val="16"/>
                <w:szCs w:val="16"/>
                <w:lang w:eastAsia="zh-TW"/>
              </w:rPr>
            </w:pPr>
          </w:p>
        </w:tc>
      </w:tr>
      <w:tr w:rsidR="006624A0" w:rsidRPr="007156A7" w14:paraId="540D3886"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436985E7"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242B6B3"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1467CB52" w14:textId="77777777" w:rsidR="006624A0" w:rsidRPr="008A2E18" w:rsidRDefault="006624A0" w:rsidP="006624A0">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6CEFB78B" w14:textId="77777777" w:rsidR="006624A0" w:rsidRPr="00E21F58" w:rsidRDefault="006624A0" w:rsidP="006624A0">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43613686" w14:textId="77777777"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375833B"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E382C06"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BFDC7DB"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31E9090E" w14:textId="77777777" w:rsidR="006624A0" w:rsidRDefault="006624A0" w:rsidP="006624A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ReceiverInfo</w:t>
            </w:r>
          </w:p>
        </w:tc>
      </w:tr>
      <w:tr w:rsidR="006624A0" w:rsidRPr="007156A7" w14:paraId="552D5F9B"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1A3E4FBD"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385BE14" w14:textId="77777777" w:rsidR="006624A0" w:rsidRPr="008A2E18" w:rsidRDefault="006624A0" w:rsidP="006624A0">
            <w:pPr>
              <w:rPr>
                <w:rFonts w:ascii="Consolas" w:hAnsi="Consolas"/>
                <w:b/>
                <w:noProof/>
                <w:sz w:val="16"/>
                <w:szCs w:val="16"/>
                <w:lang w:eastAsia="de-DE"/>
              </w:rPr>
            </w:pPr>
          </w:p>
        </w:tc>
        <w:tc>
          <w:tcPr>
            <w:tcW w:w="6981" w:type="dxa"/>
            <w:gridSpan w:val="2"/>
            <w:tcBorders>
              <w:left w:val="dotted" w:sz="4" w:space="0" w:color="auto"/>
              <w:right w:val="single" w:sz="4" w:space="0" w:color="000000"/>
            </w:tcBorders>
            <w:vAlign w:val="center"/>
          </w:tcPr>
          <w:p w14:paraId="1CD9FCDB" w14:textId="77777777" w:rsidR="006624A0" w:rsidRPr="008A2E18" w:rsidRDefault="006624A0" w:rsidP="006624A0">
            <w:pPr>
              <w:rPr>
                <w:rFonts w:ascii="Consolas" w:hAnsi="Consolas"/>
                <w:noProof/>
                <w:sz w:val="16"/>
                <w:szCs w:val="16"/>
                <w:lang w:eastAsia="de-DE"/>
              </w:rPr>
            </w:pPr>
            <w:r>
              <w:rPr>
                <w:rFonts w:ascii="Consolas" w:hAnsi="Consolas"/>
                <w:noProof/>
                <w:sz w:val="16"/>
                <w:lang w:eastAsia="de-DE"/>
              </w:rPr>
              <w:t>&lt;asram:SenderCITradeParty&gt;</w:t>
            </w:r>
          </w:p>
        </w:tc>
        <w:tc>
          <w:tcPr>
            <w:tcW w:w="492" w:type="dxa"/>
            <w:tcBorders>
              <w:top w:val="dotted" w:sz="4" w:space="0" w:color="000000"/>
              <w:left w:val="single" w:sz="4" w:space="0" w:color="000000"/>
              <w:bottom w:val="dotted" w:sz="4" w:space="0" w:color="000000"/>
              <w:right w:val="dotted" w:sz="4" w:space="0" w:color="000000"/>
            </w:tcBorders>
            <w:vAlign w:val="center"/>
          </w:tcPr>
          <w:p w14:paraId="71C60D23" w14:textId="77777777" w:rsidR="006624A0" w:rsidRPr="00E21F58" w:rsidRDefault="006624A0" w:rsidP="006624A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5F2DEAA"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61550FC6"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174B0DFA" w14:textId="77777777" w:rsidR="006624A0" w:rsidRPr="008A2E18" w:rsidRDefault="006624A0" w:rsidP="006624A0">
            <w:pPr>
              <w:autoSpaceDE w:val="0"/>
              <w:autoSpaceDN w:val="0"/>
              <w:adjustRightInd w:val="0"/>
              <w:spacing w:line="240" w:lineRule="auto"/>
              <w:jc w:val="center"/>
              <w:rPr>
                <w:rFonts w:cs="Arial"/>
                <w:sz w:val="16"/>
                <w:szCs w:val="16"/>
                <w:lang w:val="de-DE" w:eastAsia="zh-TW"/>
              </w:rPr>
            </w:pPr>
          </w:p>
        </w:tc>
        <w:tc>
          <w:tcPr>
            <w:tcW w:w="3239" w:type="dxa"/>
            <w:tcBorders>
              <w:top w:val="dotted" w:sz="4" w:space="0" w:color="000000"/>
              <w:left w:val="dotted" w:sz="4" w:space="0" w:color="000000"/>
              <w:bottom w:val="dotted" w:sz="4" w:space="0" w:color="000000"/>
              <w:right w:val="dotted" w:sz="4" w:space="0" w:color="000000"/>
            </w:tcBorders>
            <w:vAlign w:val="center"/>
          </w:tcPr>
          <w:p w14:paraId="3563EAA4" w14:textId="77777777" w:rsidR="006624A0" w:rsidRPr="008A2E18" w:rsidRDefault="006624A0" w:rsidP="006624A0">
            <w:pPr>
              <w:autoSpaceDE w:val="0"/>
              <w:autoSpaceDN w:val="0"/>
              <w:adjustRightInd w:val="0"/>
              <w:spacing w:line="240" w:lineRule="auto"/>
              <w:rPr>
                <w:rFonts w:cs="Arial"/>
                <w:sz w:val="16"/>
                <w:szCs w:val="16"/>
                <w:lang w:val="de-DE" w:eastAsia="zh-TW"/>
              </w:rPr>
            </w:pPr>
          </w:p>
        </w:tc>
      </w:tr>
      <w:tr w:rsidR="006624A0" w:rsidRPr="007156A7" w14:paraId="423E3281" w14:textId="77777777" w:rsidTr="006624A0">
        <w:trPr>
          <w:trHeight w:val="227"/>
        </w:trPr>
        <w:tc>
          <w:tcPr>
            <w:tcW w:w="943" w:type="dxa"/>
            <w:tcBorders>
              <w:top w:val="dotted" w:sz="4" w:space="0" w:color="000000"/>
              <w:left w:val="dotted" w:sz="4" w:space="0" w:color="000000"/>
              <w:bottom w:val="dotted" w:sz="4" w:space="0" w:color="000000"/>
            </w:tcBorders>
            <w:vAlign w:val="center"/>
          </w:tcPr>
          <w:p w14:paraId="48B9A8D5" w14:textId="77777777" w:rsidR="006624A0" w:rsidRPr="00AB081B" w:rsidRDefault="006624A0" w:rsidP="006624A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58EBFF5" w14:textId="77777777" w:rsidR="006624A0" w:rsidRPr="008A2E18" w:rsidRDefault="006624A0" w:rsidP="006624A0">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2066E5E9" w14:textId="77777777" w:rsidR="006624A0" w:rsidRPr="008A2E18" w:rsidRDefault="006624A0" w:rsidP="006624A0">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268ECF32" w14:textId="77777777" w:rsidR="006624A0" w:rsidRPr="00E21F58" w:rsidRDefault="006624A0" w:rsidP="006624A0">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4FAF89CE" w14:textId="77777777" w:rsidR="006624A0" w:rsidRPr="00917F15" w:rsidRDefault="006624A0" w:rsidP="006624A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C46791B"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56A0CF68"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241B75F" w14:textId="77777777" w:rsidR="006624A0" w:rsidRDefault="006624A0" w:rsidP="006624A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39" w:type="dxa"/>
            <w:tcBorders>
              <w:top w:val="dotted" w:sz="4" w:space="0" w:color="000000"/>
              <w:left w:val="dotted" w:sz="4" w:space="0" w:color="000000"/>
              <w:bottom w:val="dotted" w:sz="4" w:space="0" w:color="000000"/>
              <w:right w:val="dotted" w:sz="4" w:space="0" w:color="000000"/>
            </w:tcBorders>
            <w:vAlign w:val="center"/>
          </w:tcPr>
          <w:p w14:paraId="5E24BB9C" w14:textId="77777777" w:rsidR="006624A0" w:rsidRDefault="006624A0" w:rsidP="006624A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SenderInfo</w:t>
            </w:r>
          </w:p>
        </w:tc>
      </w:tr>
    </w:tbl>
    <w:p w14:paraId="406CE645" w14:textId="77777777" w:rsidR="009D6C94" w:rsidRDefault="009D6C94" w:rsidP="009B0360">
      <w:pPr>
        <w:rPr>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70294" w:rsidRPr="000B55CC" w14:paraId="0E7EF060" w14:textId="77777777" w:rsidTr="001F1B92">
        <w:trPr>
          <w:cantSplit/>
          <w:trHeight w:val="330"/>
          <w:tblHeader/>
        </w:trPr>
        <w:tc>
          <w:tcPr>
            <w:tcW w:w="644" w:type="pct"/>
            <w:tcBorders>
              <w:bottom w:val="single" w:sz="4" w:space="0" w:color="000000"/>
            </w:tcBorders>
            <w:shd w:val="clear" w:color="auto" w:fill="A6A6A6"/>
            <w:noWrap/>
            <w:vAlign w:val="center"/>
            <w:hideMark/>
          </w:tcPr>
          <w:p w14:paraId="2B0C5D0D" w14:textId="77777777" w:rsidR="00B70294" w:rsidRPr="005301E2" w:rsidRDefault="00B70294"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45A8D06" w14:textId="77777777" w:rsidR="00B70294" w:rsidRPr="005301E2" w:rsidRDefault="00B70294" w:rsidP="001F1B92">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70E0D5BA" w14:textId="77777777" w:rsidR="00B70294" w:rsidRPr="005301E2" w:rsidRDefault="00B70294"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C742366" w14:textId="77777777" w:rsidR="00B70294" w:rsidRPr="005301E2" w:rsidRDefault="00B70294"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B70294" w:rsidRPr="00696990" w14:paraId="651FFA73" w14:textId="77777777" w:rsidTr="001F1B92">
        <w:trPr>
          <w:cantSplit/>
          <w:trHeight w:val="358"/>
        </w:trPr>
        <w:tc>
          <w:tcPr>
            <w:tcW w:w="644" w:type="pct"/>
            <w:shd w:val="clear" w:color="auto" w:fill="auto"/>
            <w:noWrap/>
            <w:vAlign w:val="center"/>
          </w:tcPr>
          <w:p w14:paraId="5BF0D0ED" w14:textId="77777777" w:rsidR="00B70294" w:rsidRPr="00A854C5" w:rsidRDefault="00B70294" w:rsidP="001F1B92">
            <w:pPr>
              <w:spacing w:line="240" w:lineRule="auto"/>
              <w:jc w:val="center"/>
              <w:rPr>
                <w:sz w:val="16"/>
                <w:szCs w:val="16"/>
                <w:lang w:eastAsia="de-DE"/>
              </w:rPr>
            </w:pPr>
            <w:r>
              <w:rPr>
                <w:sz w:val="16"/>
                <w:szCs w:val="16"/>
                <w:lang w:eastAsia="de-DE"/>
              </w:rPr>
              <w:t>SubmissionDate</w:t>
            </w:r>
          </w:p>
        </w:tc>
        <w:tc>
          <w:tcPr>
            <w:tcW w:w="1208" w:type="pct"/>
            <w:shd w:val="clear" w:color="auto" w:fill="auto"/>
            <w:noWrap/>
            <w:vAlign w:val="center"/>
          </w:tcPr>
          <w:p w14:paraId="408BFD26" w14:textId="428F2195" w:rsidR="00B70294" w:rsidRPr="00A854C5" w:rsidRDefault="00B70294" w:rsidP="001F1B92">
            <w:pPr>
              <w:spacing w:line="240" w:lineRule="auto"/>
              <w:jc w:val="center"/>
              <w:rPr>
                <w:rFonts w:ascii="Consolas" w:eastAsia="Times New Roman" w:hAnsi="Consolas" w:cs="Arial"/>
                <w:color w:val="000000"/>
                <w:sz w:val="16"/>
                <w:szCs w:val="20"/>
                <w:lang w:val="de-DE" w:eastAsia="de-DE"/>
              </w:rPr>
            </w:pPr>
            <w:r w:rsidRPr="00B70294">
              <w:rPr>
                <w:rFonts w:ascii="Consolas" w:eastAsia="Times New Roman" w:hAnsi="Consolas" w:cs="Arial"/>
                <w:color w:val="000000"/>
                <w:sz w:val="16"/>
                <w:szCs w:val="20"/>
                <w:lang w:val="de-DE" w:eastAsia="de-DE"/>
              </w:rPr>
              <w:t>2017-07-10T13:31:58</w:t>
            </w:r>
          </w:p>
        </w:tc>
        <w:tc>
          <w:tcPr>
            <w:tcW w:w="1423" w:type="pct"/>
            <w:shd w:val="clear" w:color="auto" w:fill="auto"/>
            <w:vAlign w:val="center"/>
          </w:tcPr>
          <w:p w14:paraId="69014799" w14:textId="08A82E13" w:rsidR="00F66AFD" w:rsidRPr="006309FD" w:rsidRDefault="00F66AFD" w:rsidP="009233F0">
            <w:pPr>
              <w:spacing w:line="240" w:lineRule="auto"/>
              <w:rPr>
                <w:sz w:val="16"/>
                <w:lang w:eastAsia="de-DE"/>
              </w:rPr>
            </w:pPr>
            <w:r w:rsidRPr="006309FD">
              <w:rPr>
                <w:sz w:val="16"/>
                <w:lang w:eastAsia="de-DE"/>
              </w:rPr>
              <w:t>Defines the publishing date of the forecast.</w:t>
            </w:r>
          </w:p>
          <w:p w14:paraId="557B679B" w14:textId="71249A49" w:rsidR="00B70294" w:rsidRPr="00696990" w:rsidRDefault="00F66AFD" w:rsidP="009233F0">
            <w:pPr>
              <w:spacing w:line="240" w:lineRule="auto"/>
              <w:rPr>
                <w:sz w:val="16"/>
                <w:szCs w:val="16"/>
                <w:lang w:eastAsia="de-DE"/>
              </w:rPr>
            </w:pPr>
            <w:r w:rsidRPr="0099733D">
              <w:rPr>
                <w:sz w:val="16"/>
                <w:lang w:eastAsia="de-DE"/>
              </w:rPr>
              <w:t>Can contain "default"; AirSupply will immediately publish the forecast if no PublishingDate or the default is set.</w:t>
            </w:r>
          </w:p>
        </w:tc>
        <w:tc>
          <w:tcPr>
            <w:tcW w:w="1725" w:type="pct"/>
            <w:shd w:val="clear" w:color="auto" w:fill="auto"/>
            <w:vAlign w:val="center"/>
          </w:tcPr>
          <w:p w14:paraId="7A42861D" w14:textId="2A733B95" w:rsidR="00B70294" w:rsidRPr="00696990" w:rsidRDefault="008740C4" w:rsidP="001F1B92">
            <w:pPr>
              <w:spacing w:line="240" w:lineRule="auto"/>
              <w:rPr>
                <w:sz w:val="16"/>
                <w:szCs w:val="16"/>
                <w:lang w:eastAsia="de-DE"/>
              </w:rPr>
            </w:pPr>
            <w:r w:rsidRPr="008740C4">
              <w:rPr>
                <w:sz w:val="16"/>
                <w:szCs w:val="16"/>
                <w:lang w:eastAsia="de-DE"/>
              </w:rPr>
              <w:t>/as:CI_DemandForecastResponse/as:CISExchangedDocument/asram:SubmissionDateTime</w:t>
            </w:r>
          </w:p>
        </w:tc>
      </w:tr>
      <w:tr w:rsidR="009233F0" w:rsidRPr="00696990" w14:paraId="2C31E7FB" w14:textId="77777777" w:rsidTr="009233F0">
        <w:trPr>
          <w:cantSplit/>
          <w:trHeight w:val="2148"/>
        </w:trPr>
        <w:tc>
          <w:tcPr>
            <w:tcW w:w="644" w:type="pct"/>
            <w:shd w:val="clear" w:color="auto" w:fill="auto"/>
            <w:noWrap/>
            <w:vAlign w:val="center"/>
          </w:tcPr>
          <w:p w14:paraId="4575464C" w14:textId="12398687" w:rsidR="009233F0" w:rsidRDefault="009233F0" w:rsidP="001F1B92">
            <w:pPr>
              <w:spacing w:line="240" w:lineRule="auto"/>
              <w:jc w:val="center"/>
              <w:rPr>
                <w:rFonts w:eastAsia="Times New Roman" w:cs="Arial"/>
                <w:sz w:val="16"/>
                <w:szCs w:val="20"/>
                <w:lang w:eastAsia="de-DE"/>
              </w:rPr>
            </w:pPr>
            <w:r>
              <w:rPr>
                <w:rFonts w:eastAsia="Times New Roman" w:cs="Arial"/>
                <w:sz w:val="16"/>
                <w:szCs w:val="20"/>
                <w:lang w:eastAsia="de-DE"/>
              </w:rPr>
              <w:t>HeaderFlexIdentifier</w:t>
            </w:r>
          </w:p>
        </w:tc>
        <w:tc>
          <w:tcPr>
            <w:tcW w:w="1208" w:type="pct"/>
            <w:shd w:val="clear" w:color="auto" w:fill="auto"/>
            <w:noWrap/>
            <w:vAlign w:val="center"/>
          </w:tcPr>
          <w:p w14:paraId="3F16A9A7" w14:textId="4B7C2DDD" w:rsidR="009233F0" w:rsidRPr="0083791F" w:rsidRDefault="009233F0" w:rsidP="001F1B92">
            <w:pPr>
              <w:spacing w:line="240" w:lineRule="auto"/>
              <w:jc w:val="center"/>
              <w:rPr>
                <w:rFonts w:ascii="Consolas" w:eastAsia="Times New Roman" w:hAnsi="Consolas" w:cs="Arial"/>
                <w:color w:val="000000"/>
                <w:sz w:val="16"/>
                <w:szCs w:val="16"/>
                <w:lang w:val="de-DE" w:eastAsia="de-DE"/>
              </w:rPr>
            </w:pPr>
            <w:r w:rsidRPr="0083791F">
              <w:rPr>
                <w:rFonts w:ascii="Consolas" w:eastAsia="Times New Roman" w:hAnsi="Consolas" w:cs="Arial"/>
                <w:color w:val="000000"/>
                <w:sz w:val="16"/>
                <w:szCs w:val="16"/>
                <w:lang w:eastAsia="de-DE"/>
              </w:rPr>
              <w:t>Freekey2</w:t>
            </w:r>
          </w:p>
        </w:tc>
        <w:tc>
          <w:tcPr>
            <w:tcW w:w="1423" w:type="pct"/>
            <w:shd w:val="clear" w:color="auto" w:fill="auto"/>
            <w:vAlign w:val="center"/>
          </w:tcPr>
          <w:p w14:paraId="0132D006" w14:textId="6C3E64C1" w:rsidR="009233F0" w:rsidRDefault="009233F0" w:rsidP="009233F0">
            <w:pPr>
              <w:spacing w:line="240" w:lineRule="auto"/>
              <w:rPr>
                <w:sz w:val="16"/>
                <w:lang w:eastAsia="de-DE"/>
              </w:rPr>
            </w:pPr>
            <w:r>
              <w:rPr>
                <w:sz w:val="16"/>
                <w:lang w:eastAsia="de-DE"/>
              </w:rPr>
              <w:t>FreeKey.</w:t>
            </w:r>
          </w:p>
          <w:p w14:paraId="45E9A8D4" w14:textId="577253DA" w:rsidR="009233F0" w:rsidRPr="00EC563E" w:rsidRDefault="009233F0" w:rsidP="009233F0">
            <w:pPr>
              <w:spacing w:line="240" w:lineRule="auto"/>
              <w:rPr>
                <w:sz w:val="16"/>
                <w:lang w:eastAsia="de-DE"/>
              </w:rPr>
            </w:pPr>
            <w:r>
              <w:rPr>
                <w:sz w:val="16"/>
                <w:lang w:eastAsia="de-DE"/>
              </w:rPr>
              <w:t>T</w:t>
            </w:r>
            <w:r w:rsidRPr="00834897">
              <w:rPr>
                <w:sz w:val="16"/>
                <w:lang w:eastAsia="de-DE"/>
              </w:rPr>
              <w:t>his key d</w:t>
            </w:r>
            <w:r w:rsidRPr="00EC563E">
              <w:rPr>
                <w:sz w:val="16"/>
                <w:lang w:eastAsia="de-DE"/>
              </w:rPr>
              <w:t>efines the qualifier which groups all forecast contents to be used to generate the time-bucket aggregation (sum).</w:t>
            </w:r>
          </w:p>
          <w:p w14:paraId="2FFEA881" w14:textId="77777777" w:rsidR="009233F0" w:rsidRPr="00EC563E" w:rsidRDefault="009233F0" w:rsidP="009233F0">
            <w:pPr>
              <w:spacing w:line="240" w:lineRule="auto"/>
              <w:rPr>
                <w:sz w:val="16"/>
                <w:lang w:eastAsia="de-DE"/>
              </w:rPr>
            </w:pPr>
            <w:r w:rsidRPr="00EC563E">
              <w:rPr>
                <w:sz w:val="16"/>
                <w:lang w:eastAsia="de-DE"/>
              </w:rPr>
              <w:t>The Aggregation Level Code (ALC) can e.g. contain the name of a natco or the name of a plant in which case the forecast data will be aggregated by this entity or this plan.</w:t>
            </w:r>
          </w:p>
          <w:p w14:paraId="63772F8D" w14:textId="57932E62" w:rsidR="009233F0" w:rsidRPr="005301E2" w:rsidRDefault="009233F0" w:rsidP="009233F0">
            <w:pPr>
              <w:spacing w:line="240" w:lineRule="auto"/>
              <w:rPr>
                <w:rFonts w:eastAsia="Times New Roman" w:cs="Arial"/>
                <w:color w:val="000000"/>
                <w:sz w:val="16"/>
                <w:szCs w:val="20"/>
                <w:lang w:eastAsia="de-DE"/>
              </w:rPr>
            </w:pPr>
            <w:r w:rsidRPr="00EC563E">
              <w:rPr>
                <w:sz w:val="16"/>
                <w:lang w:eastAsia="de-DE"/>
              </w:rPr>
              <w:t>However – the system has no restriction in content on this field, accordingly the exporting service (SAP) can utilize it in any appropriate fashion (e.g. by combining the plant and the buyer code within the ALC).</w:t>
            </w:r>
          </w:p>
        </w:tc>
        <w:tc>
          <w:tcPr>
            <w:tcW w:w="1725" w:type="pct"/>
            <w:shd w:val="clear" w:color="auto" w:fill="auto"/>
            <w:vAlign w:val="center"/>
          </w:tcPr>
          <w:p w14:paraId="6E6823CA" w14:textId="01DB9178" w:rsidR="009233F0" w:rsidRPr="00696990" w:rsidRDefault="008740C4" w:rsidP="000306C3">
            <w:pPr>
              <w:spacing w:line="240" w:lineRule="auto"/>
              <w:rPr>
                <w:sz w:val="16"/>
                <w:szCs w:val="16"/>
                <w:lang w:eastAsia="de-DE"/>
              </w:rPr>
            </w:pPr>
            <w:r w:rsidRPr="008740C4">
              <w:rPr>
                <w:sz w:val="16"/>
                <w:szCs w:val="16"/>
                <w:lang w:eastAsia="de-DE"/>
              </w:rPr>
              <w:t>/as:CI_DemandForecastResponse/as:CISExchangedDocument/asram:IncludedCINote/asram:IdentificationIdentifier</w:t>
            </w:r>
          </w:p>
        </w:tc>
      </w:tr>
      <w:tr w:rsidR="009233F0" w:rsidRPr="00696990" w14:paraId="00A6FE75" w14:textId="77777777" w:rsidTr="009233F0">
        <w:trPr>
          <w:cantSplit/>
          <w:trHeight w:val="1244"/>
        </w:trPr>
        <w:tc>
          <w:tcPr>
            <w:tcW w:w="644" w:type="pct"/>
            <w:shd w:val="clear" w:color="auto" w:fill="auto"/>
            <w:noWrap/>
            <w:vAlign w:val="center"/>
          </w:tcPr>
          <w:p w14:paraId="0AFFD42C" w14:textId="6660FD31" w:rsidR="009233F0" w:rsidRPr="00696990" w:rsidRDefault="009233F0" w:rsidP="001F1B92">
            <w:pPr>
              <w:spacing w:line="240" w:lineRule="auto"/>
              <w:jc w:val="center"/>
              <w:rPr>
                <w:rFonts w:cs="Arial"/>
                <w:bCs/>
                <w:sz w:val="16"/>
                <w:szCs w:val="16"/>
              </w:rPr>
            </w:pPr>
            <w:r>
              <w:rPr>
                <w:rFonts w:eastAsia="Times New Roman" w:cs="Arial"/>
                <w:sz w:val="16"/>
                <w:szCs w:val="20"/>
                <w:lang w:eastAsia="de-DE"/>
              </w:rPr>
              <w:t>HeaderFlexCode</w:t>
            </w:r>
          </w:p>
        </w:tc>
        <w:tc>
          <w:tcPr>
            <w:tcW w:w="1208" w:type="pct"/>
            <w:shd w:val="clear" w:color="auto" w:fill="auto"/>
            <w:noWrap/>
            <w:vAlign w:val="center"/>
          </w:tcPr>
          <w:p w14:paraId="137B56E2" w14:textId="6E4E551D" w:rsidR="009233F0" w:rsidRPr="00A854C5" w:rsidRDefault="009233F0" w:rsidP="001F1B92">
            <w:pPr>
              <w:spacing w:line="240" w:lineRule="auto"/>
              <w:jc w:val="center"/>
              <w:rPr>
                <w:rFonts w:ascii="Consolas" w:eastAsia="Times New Roman" w:hAnsi="Consolas" w:cs="Arial"/>
                <w:color w:val="000000"/>
                <w:sz w:val="16"/>
                <w:szCs w:val="16"/>
                <w:lang w:eastAsia="de-DE"/>
              </w:rPr>
            </w:pPr>
            <w:r w:rsidRPr="0083791F">
              <w:rPr>
                <w:rFonts w:ascii="Consolas" w:eastAsia="Times New Roman" w:hAnsi="Consolas" w:cs="Arial"/>
                <w:color w:val="000000"/>
                <w:sz w:val="16"/>
                <w:szCs w:val="16"/>
                <w:lang w:eastAsia="de-DE"/>
              </w:rPr>
              <w:t>FK</w:t>
            </w:r>
          </w:p>
        </w:tc>
        <w:tc>
          <w:tcPr>
            <w:tcW w:w="1423" w:type="pct"/>
            <w:shd w:val="clear" w:color="auto" w:fill="auto"/>
            <w:vAlign w:val="center"/>
          </w:tcPr>
          <w:p w14:paraId="571051DD" w14:textId="27634302" w:rsidR="009233F0" w:rsidRDefault="009233F0" w:rsidP="009233F0">
            <w:pPr>
              <w:spacing w:line="240" w:lineRule="auto"/>
              <w:rPr>
                <w:sz w:val="16"/>
                <w:szCs w:val="16"/>
                <w:lang w:eastAsia="de-DE"/>
              </w:rPr>
            </w:pPr>
            <w:r>
              <w:rPr>
                <w:sz w:val="16"/>
                <w:szCs w:val="16"/>
                <w:lang w:eastAsia="de-DE"/>
              </w:rPr>
              <w:t>Fixed code:</w:t>
            </w:r>
          </w:p>
          <w:p w14:paraId="53C02749" w14:textId="2A871DFE" w:rsidR="009233F0" w:rsidRDefault="009233F0" w:rsidP="009233F0">
            <w:pPr>
              <w:spacing w:line="240" w:lineRule="auto"/>
              <w:rPr>
                <w:sz w:val="16"/>
                <w:szCs w:val="16"/>
                <w:lang w:eastAsia="de-DE"/>
              </w:rPr>
            </w:pPr>
            <w:r w:rsidRPr="0083791F">
              <w:rPr>
                <w:b/>
                <w:sz w:val="16"/>
                <w:szCs w:val="16"/>
                <w:lang w:eastAsia="de-DE"/>
              </w:rPr>
              <w:t>FK</w:t>
            </w:r>
            <w:r>
              <w:rPr>
                <w:sz w:val="16"/>
                <w:szCs w:val="16"/>
                <w:lang w:eastAsia="de-DE"/>
              </w:rPr>
              <w:t xml:space="preserve"> = FreeKey</w:t>
            </w:r>
          </w:p>
          <w:p w14:paraId="44DB497C" w14:textId="52576DF4" w:rsidR="009233F0" w:rsidRDefault="009233F0" w:rsidP="009233F0">
            <w:pPr>
              <w:spacing w:line="240" w:lineRule="auto"/>
              <w:rPr>
                <w:sz w:val="16"/>
                <w:szCs w:val="16"/>
                <w:lang w:eastAsia="de-DE"/>
              </w:rPr>
            </w:pPr>
          </w:p>
          <w:p w14:paraId="28A5DB6C" w14:textId="3F07CE73" w:rsidR="009233F0" w:rsidRPr="000306C3" w:rsidRDefault="009233F0" w:rsidP="009233F0">
            <w:pPr>
              <w:spacing w:line="240" w:lineRule="auto"/>
              <w:rPr>
                <w:sz w:val="16"/>
                <w:szCs w:val="16"/>
                <w:lang w:eastAsia="de-DE"/>
              </w:rPr>
            </w:pPr>
            <w:r w:rsidRPr="0083791F">
              <w:rPr>
                <w:color w:val="0070C0"/>
                <w:sz w:val="16"/>
                <w:szCs w:val="16"/>
                <w:lang w:eastAsia="de-DE"/>
              </w:rPr>
              <w:t>Attention</w:t>
            </w:r>
            <w:r w:rsidRPr="000306C3">
              <w:rPr>
                <w:sz w:val="16"/>
                <w:szCs w:val="16"/>
                <w:lang w:eastAsia="de-DE"/>
              </w:rPr>
              <w:t xml:space="preserve">: the </w:t>
            </w:r>
            <w:r>
              <w:rPr>
                <w:sz w:val="16"/>
                <w:szCs w:val="16"/>
                <w:lang w:eastAsia="de-DE"/>
              </w:rPr>
              <w:t>HeaderFlexCode</w:t>
            </w:r>
            <w:r w:rsidRPr="000306C3">
              <w:rPr>
                <w:sz w:val="16"/>
                <w:szCs w:val="16"/>
                <w:lang w:eastAsia="de-DE"/>
              </w:rPr>
              <w:t xml:space="preserve"> </w:t>
            </w:r>
            <w:r w:rsidRPr="00A07223">
              <w:rPr>
                <w:sz w:val="16"/>
                <w:szCs w:val="16"/>
                <w:lang w:eastAsia="de-DE"/>
              </w:rPr>
              <w:t xml:space="preserve">plus the respective </w:t>
            </w:r>
            <w:r>
              <w:rPr>
                <w:sz w:val="16"/>
                <w:szCs w:val="16"/>
                <w:lang w:eastAsia="de-DE"/>
              </w:rPr>
              <w:t>HeaderFlexIdentifier</w:t>
            </w:r>
            <w:r w:rsidRPr="00A07223">
              <w:rPr>
                <w:sz w:val="16"/>
                <w:szCs w:val="16"/>
                <w:lang w:eastAsia="de-DE"/>
              </w:rPr>
              <w:t xml:space="preserve"> containing the value of the free key are mandatory and appear exactly once in the message.</w:t>
            </w:r>
          </w:p>
        </w:tc>
        <w:tc>
          <w:tcPr>
            <w:tcW w:w="1725" w:type="pct"/>
            <w:shd w:val="clear" w:color="auto" w:fill="auto"/>
            <w:vAlign w:val="center"/>
          </w:tcPr>
          <w:p w14:paraId="7DDF7561" w14:textId="341430AD" w:rsidR="009233F0" w:rsidRPr="00696990" w:rsidRDefault="008740C4" w:rsidP="00673116">
            <w:pPr>
              <w:spacing w:line="240" w:lineRule="auto"/>
              <w:rPr>
                <w:sz w:val="16"/>
                <w:szCs w:val="16"/>
                <w:lang w:eastAsia="de-DE"/>
              </w:rPr>
            </w:pPr>
            <w:r w:rsidRPr="008740C4">
              <w:rPr>
                <w:sz w:val="16"/>
                <w:szCs w:val="16"/>
                <w:lang w:eastAsia="de-DE"/>
              </w:rPr>
              <w:t>/as:CI_DemandForecastResponse/as:CISExchangedDocument/asram:IncludedCINote/asram:SubjectCode</w:t>
            </w:r>
          </w:p>
        </w:tc>
      </w:tr>
      <w:tr w:rsidR="00B70294" w:rsidRPr="00696990" w14:paraId="536A901C" w14:textId="77777777" w:rsidTr="001F1B92">
        <w:trPr>
          <w:cantSplit/>
          <w:trHeight w:val="358"/>
        </w:trPr>
        <w:tc>
          <w:tcPr>
            <w:tcW w:w="644" w:type="pct"/>
            <w:shd w:val="clear" w:color="auto" w:fill="auto"/>
            <w:noWrap/>
            <w:vAlign w:val="center"/>
          </w:tcPr>
          <w:p w14:paraId="217C777E" w14:textId="77777777" w:rsidR="00B70294" w:rsidRPr="00696990" w:rsidRDefault="00B70294" w:rsidP="001F1B92">
            <w:pPr>
              <w:spacing w:line="240" w:lineRule="auto"/>
              <w:jc w:val="center"/>
              <w:rPr>
                <w:rFonts w:cs="Arial"/>
                <w:bCs/>
                <w:sz w:val="16"/>
                <w:szCs w:val="16"/>
              </w:rPr>
            </w:pPr>
            <w:r>
              <w:rPr>
                <w:rFonts w:cs="Arial"/>
                <w:bCs/>
                <w:sz w:val="16"/>
                <w:szCs w:val="16"/>
              </w:rPr>
              <w:t>ReceiverInfo</w:t>
            </w:r>
          </w:p>
        </w:tc>
        <w:tc>
          <w:tcPr>
            <w:tcW w:w="1208" w:type="pct"/>
            <w:shd w:val="clear" w:color="auto" w:fill="auto"/>
            <w:noWrap/>
            <w:vAlign w:val="center"/>
          </w:tcPr>
          <w:p w14:paraId="3F00DDF6" w14:textId="25BB4C34" w:rsidR="00B70294" w:rsidRPr="00A854C5" w:rsidRDefault="001719E1"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AIRSUPPLY</w:t>
            </w:r>
          </w:p>
        </w:tc>
        <w:tc>
          <w:tcPr>
            <w:tcW w:w="1423" w:type="pct"/>
            <w:shd w:val="clear" w:color="auto" w:fill="auto"/>
            <w:vAlign w:val="center"/>
          </w:tcPr>
          <w:p w14:paraId="1F500CC2" w14:textId="77777777" w:rsidR="00B70294" w:rsidRPr="00696990" w:rsidRDefault="00B70294" w:rsidP="009233F0">
            <w:pPr>
              <w:spacing w:line="240" w:lineRule="auto"/>
              <w:rPr>
                <w:sz w:val="16"/>
                <w:szCs w:val="16"/>
                <w:lang w:eastAsia="de-DE"/>
              </w:rPr>
            </w:pPr>
            <w:r>
              <w:rPr>
                <w:sz w:val="16"/>
                <w:szCs w:val="16"/>
                <w:lang w:eastAsia="de-DE"/>
              </w:rPr>
              <w:t>Indicates the party who receives the</w:t>
            </w:r>
            <w:r w:rsidRPr="00CA726E">
              <w:rPr>
                <w:sz w:val="16"/>
                <w:szCs w:val="16"/>
                <w:lang w:eastAsia="de-DE"/>
              </w:rPr>
              <w:t xml:space="preserve"> XML message. No key, just</w:t>
            </w:r>
            <w:r>
              <w:rPr>
                <w:sz w:val="16"/>
                <w:szCs w:val="16"/>
                <w:lang w:eastAsia="de-DE"/>
              </w:rPr>
              <w:t xml:space="preserve"> used for better traceability.</w:t>
            </w:r>
          </w:p>
        </w:tc>
        <w:tc>
          <w:tcPr>
            <w:tcW w:w="1725" w:type="pct"/>
            <w:shd w:val="clear" w:color="auto" w:fill="auto"/>
            <w:vAlign w:val="center"/>
          </w:tcPr>
          <w:p w14:paraId="5D063D4D" w14:textId="5270E3D2" w:rsidR="00B70294" w:rsidRPr="00696990" w:rsidRDefault="008740C4" w:rsidP="001F1B92">
            <w:pPr>
              <w:spacing w:line="240" w:lineRule="auto"/>
              <w:rPr>
                <w:sz w:val="16"/>
                <w:szCs w:val="16"/>
                <w:lang w:eastAsia="de-DE"/>
              </w:rPr>
            </w:pPr>
            <w:r w:rsidRPr="008740C4">
              <w:rPr>
                <w:sz w:val="16"/>
                <w:szCs w:val="16"/>
                <w:lang w:eastAsia="de-DE"/>
              </w:rPr>
              <w:t>/as:CI_DemandForecastResponse/as:CISExchangedDocument/asram:RecipientCITradeParty/asram:IdentificationIdentifier</w:t>
            </w:r>
          </w:p>
        </w:tc>
      </w:tr>
      <w:tr w:rsidR="00B70294" w:rsidRPr="00696990" w14:paraId="7344CF5A" w14:textId="77777777" w:rsidTr="001F1B92">
        <w:trPr>
          <w:cantSplit/>
          <w:trHeight w:val="358"/>
        </w:trPr>
        <w:tc>
          <w:tcPr>
            <w:tcW w:w="644" w:type="pct"/>
            <w:shd w:val="clear" w:color="auto" w:fill="auto"/>
            <w:noWrap/>
            <w:vAlign w:val="center"/>
          </w:tcPr>
          <w:p w14:paraId="3A27538B" w14:textId="77777777" w:rsidR="00B70294" w:rsidRPr="00696990" w:rsidRDefault="00B70294" w:rsidP="001F1B92">
            <w:pPr>
              <w:spacing w:line="240" w:lineRule="auto"/>
              <w:jc w:val="center"/>
              <w:rPr>
                <w:rFonts w:cs="Arial"/>
                <w:bCs/>
                <w:sz w:val="16"/>
                <w:szCs w:val="16"/>
              </w:rPr>
            </w:pPr>
            <w:r>
              <w:rPr>
                <w:rFonts w:cs="Arial"/>
                <w:bCs/>
                <w:sz w:val="16"/>
                <w:szCs w:val="16"/>
              </w:rPr>
              <w:t>SenderInfo</w:t>
            </w:r>
          </w:p>
        </w:tc>
        <w:tc>
          <w:tcPr>
            <w:tcW w:w="1208" w:type="pct"/>
            <w:shd w:val="clear" w:color="auto" w:fill="auto"/>
            <w:noWrap/>
            <w:vAlign w:val="center"/>
          </w:tcPr>
          <w:p w14:paraId="11BCDF61" w14:textId="6E15EB0F" w:rsidR="00B70294" w:rsidRPr="00A854C5" w:rsidRDefault="000F731F"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100007544</w:t>
            </w:r>
          </w:p>
        </w:tc>
        <w:tc>
          <w:tcPr>
            <w:tcW w:w="1423" w:type="pct"/>
            <w:shd w:val="clear" w:color="auto" w:fill="auto"/>
            <w:vAlign w:val="center"/>
          </w:tcPr>
          <w:p w14:paraId="15D24496" w14:textId="77777777" w:rsidR="00B70294" w:rsidRDefault="00B70294" w:rsidP="009233F0">
            <w:pPr>
              <w:spacing w:line="240" w:lineRule="auto"/>
              <w:rPr>
                <w:sz w:val="16"/>
                <w:szCs w:val="16"/>
                <w:lang w:eastAsia="de-DE"/>
              </w:rPr>
            </w:pPr>
            <w:r>
              <w:rPr>
                <w:sz w:val="16"/>
                <w:szCs w:val="16"/>
                <w:lang w:eastAsia="de-DE"/>
              </w:rPr>
              <w:t xml:space="preserve">Indicates the party who sends the </w:t>
            </w:r>
            <w:r w:rsidRPr="00CA726E">
              <w:rPr>
                <w:sz w:val="16"/>
                <w:szCs w:val="16"/>
                <w:lang w:eastAsia="de-DE"/>
              </w:rPr>
              <w:t xml:space="preserve">XML message. </w:t>
            </w:r>
          </w:p>
          <w:p w14:paraId="3E9DF8BF" w14:textId="77777777" w:rsidR="00B70294" w:rsidRPr="00696990" w:rsidRDefault="00B70294" w:rsidP="009233F0">
            <w:pPr>
              <w:spacing w:line="240" w:lineRule="auto"/>
              <w:rPr>
                <w:sz w:val="16"/>
                <w:szCs w:val="16"/>
                <w:lang w:eastAsia="de-DE"/>
              </w:rPr>
            </w:pPr>
            <w:r w:rsidRPr="00CA726E">
              <w:rPr>
                <w:sz w:val="16"/>
                <w:szCs w:val="16"/>
                <w:lang w:eastAsia="de-DE"/>
              </w:rPr>
              <w:t>No key</w:t>
            </w:r>
            <w:r>
              <w:rPr>
                <w:sz w:val="16"/>
                <w:szCs w:val="16"/>
                <w:lang w:eastAsia="de-DE"/>
              </w:rPr>
              <w:t>, used just for better traceability.</w:t>
            </w:r>
          </w:p>
        </w:tc>
        <w:tc>
          <w:tcPr>
            <w:tcW w:w="1725" w:type="pct"/>
            <w:shd w:val="clear" w:color="auto" w:fill="auto"/>
            <w:vAlign w:val="center"/>
          </w:tcPr>
          <w:p w14:paraId="4D5C9173" w14:textId="512573FF" w:rsidR="00B70294" w:rsidRPr="00696990" w:rsidRDefault="008740C4" w:rsidP="001F1B92">
            <w:pPr>
              <w:spacing w:line="240" w:lineRule="auto"/>
              <w:rPr>
                <w:sz w:val="16"/>
                <w:szCs w:val="16"/>
                <w:lang w:eastAsia="de-DE"/>
              </w:rPr>
            </w:pPr>
            <w:r w:rsidRPr="008740C4">
              <w:rPr>
                <w:sz w:val="16"/>
                <w:szCs w:val="16"/>
                <w:lang w:eastAsia="de-DE"/>
              </w:rPr>
              <w:t>/as:CI_DemandForecastResponse/as:CISExchangedDocument/asram:SenderCITradeParty/asram:IdentificationIdentifier</w:t>
            </w:r>
          </w:p>
        </w:tc>
      </w:tr>
    </w:tbl>
    <w:p w14:paraId="46E86F3F" w14:textId="3E047217" w:rsidR="00A07FC2" w:rsidRPr="001B48B1" w:rsidRDefault="00F40FCD" w:rsidP="00B178ED">
      <w:pPr>
        <w:pStyle w:val="berschrift1"/>
        <w:numPr>
          <w:ilvl w:val="0"/>
          <w:numId w:val="3"/>
        </w:numPr>
      </w:pPr>
      <w:bookmarkStart w:id="37" w:name="_as:CIOExchangedDocument"/>
      <w:bookmarkStart w:id="38" w:name="_as:CISDFSupplyChainTradeTransaction"/>
      <w:bookmarkStart w:id="39" w:name="_asram:RecipientCITradeParty"/>
      <w:bookmarkStart w:id="40" w:name="_as:CISDFSupplyChainTradeTransaction_1"/>
      <w:bookmarkStart w:id="41" w:name="_Toc492388055"/>
      <w:bookmarkStart w:id="42" w:name="_Toc492907178"/>
      <w:bookmarkEnd w:id="37"/>
      <w:bookmarkEnd w:id="38"/>
      <w:bookmarkEnd w:id="39"/>
      <w:bookmarkEnd w:id="40"/>
      <w:r>
        <w:lastRenderedPageBreak/>
        <w:t>as:CISDR</w:t>
      </w:r>
      <w:r w:rsidR="00ED7CD2" w:rsidRPr="001B48B1">
        <w:t>SupplyChainTradeTransaction</w:t>
      </w:r>
      <w:bookmarkEnd w:id="41"/>
      <w:bookmarkEnd w:id="42"/>
    </w:p>
    <w:p w14:paraId="46E86F40" w14:textId="556820FF" w:rsidR="00717378" w:rsidRDefault="00F40FCD" w:rsidP="009B0360">
      <w:pPr>
        <w:rPr>
          <w:rFonts w:cs="Arial"/>
          <w:bCs/>
          <w:szCs w:val="20"/>
        </w:rPr>
      </w:pPr>
      <w:r>
        <w:rPr>
          <w:rFonts w:cs="Arial"/>
          <w:b/>
          <w:bCs/>
          <w:szCs w:val="20"/>
        </w:rPr>
        <w:t>as:CISDR</w:t>
      </w:r>
      <w:r w:rsidR="00BE1FF8" w:rsidRPr="00BA7B95">
        <w:rPr>
          <w:rFonts w:cs="Arial"/>
          <w:b/>
          <w:bCs/>
          <w:szCs w:val="20"/>
        </w:rPr>
        <w:t xml:space="preserve">SupplyChainTradeTransaction </w:t>
      </w:r>
      <w:r w:rsidR="00BE1FF8">
        <w:rPr>
          <w:rFonts w:cs="Arial"/>
          <w:bCs/>
          <w:szCs w:val="20"/>
        </w:rPr>
        <w:t xml:space="preserve">contains child segments which carry the </w:t>
      </w:r>
      <w:r w:rsidR="00BA7B95">
        <w:rPr>
          <w:rFonts w:cs="Arial"/>
          <w:bCs/>
          <w:szCs w:val="20"/>
        </w:rPr>
        <w:t xml:space="preserve">customer and supplier </w:t>
      </w:r>
      <w:r w:rsidR="00BE1FF8">
        <w:rPr>
          <w:rFonts w:cs="Arial"/>
          <w:bCs/>
          <w:szCs w:val="20"/>
        </w:rPr>
        <w:t>addresses</w:t>
      </w:r>
      <w:r w:rsidR="00BA7B95">
        <w:rPr>
          <w:rFonts w:cs="Arial"/>
          <w:bCs/>
          <w:szCs w:val="20"/>
        </w:rPr>
        <w:t xml:space="preserve"> as well as the material data and the delivery location. These child segments are:</w:t>
      </w:r>
    </w:p>
    <w:p w14:paraId="2D770913" w14:textId="1C7E3422" w:rsidR="00BA7B95" w:rsidRPr="00BA7B95" w:rsidRDefault="00BA7B95" w:rsidP="00B178ED">
      <w:pPr>
        <w:pStyle w:val="Listenabsatz"/>
        <w:numPr>
          <w:ilvl w:val="0"/>
          <w:numId w:val="5"/>
        </w:numPr>
        <w:rPr>
          <w:rFonts w:cs="Arial"/>
          <w:bCs/>
          <w:szCs w:val="20"/>
        </w:rPr>
      </w:pPr>
      <w:r w:rsidRPr="00BA7B95">
        <w:rPr>
          <w:rFonts w:cs="Arial"/>
          <w:bCs/>
          <w:szCs w:val="20"/>
        </w:rPr>
        <w:t>asram:ApplicableCISSupplyChainTradeAgreement</w:t>
      </w:r>
    </w:p>
    <w:p w14:paraId="4AA3D978" w14:textId="4775806C" w:rsidR="00BA7B95" w:rsidRPr="00BA7B95" w:rsidRDefault="00F40FCD" w:rsidP="00B178ED">
      <w:pPr>
        <w:pStyle w:val="Listenabsatz"/>
        <w:numPr>
          <w:ilvl w:val="0"/>
          <w:numId w:val="5"/>
        </w:numPr>
        <w:rPr>
          <w:rFonts w:cs="Arial"/>
          <w:bCs/>
          <w:szCs w:val="20"/>
        </w:rPr>
      </w:pPr>
      <w:r>
        <w:rPr>
          <w:rFonts w:cs="Arial"/>
          <w:bCs/>
          <w:szCs w:val="20"/>
        </w:rPr>
        <w:t>asram:IncludedCISDR</w:t>
      </w:r>
      <w:r w:rsidR="00BA7B95" w:rsidRPr="00BA7B95">
        <w:rPr>
          <w:rFonts w:cs="Arial"/>
          <w:bCs/>
          <w:szCs w:val="20"/>
        </w:rPr>
        <w:t>LSupplyChainTradeLineItem</w:t>
      </w:r>
    </w:p>
    <w:p w14:paraId="42472758" w14:textId="22DDAD78" w:rsidR="00BA7B95" w:rsidRPr="00BA7B95" w:rsidRDefault="00BA7B95" w:rsidP="00B178ED">
      <w:pPr>
        <w:pStyle w:val="Listenabsatz"/>
        <w:numPr>
          <w:ilvl w:val="0"/>
          <w:numId w:val="5"/>
        </w:numPr>
        <w:rPr>
          <w:rFonts w:cs="Arial"/>
          <w:bCs/>
          <w:szCs w:val="20"/>
        </w:rPr>
      </w:pPr>
      <w:r w:rsidRPr="00BA7B95">
        <w:rPr>
          <w:rFonts w:cs="Arial"/>
          <w:bCs/>
          <w:szCs w:val="20"/>
        </w:rPr>
        <w:t>asram:ApplicableCISHSupplyChainTradeDelivery</w:t>
      </w:r>
    </w:p>
    <w:p w14:paraId="46E86F41" w14:textId="241AF7C9" w:rsidR="005C4DB8" w:rsidRDefault="005C4DB8" w:rsidP="009B0360"/>
    <w:tbl>
      <w:tblPr>
        <w:tblStyle w:val="Tabellenraster"/>
        <w:tblW w:w="14075" w:type="dxa"/>
        <w:tblLayout w:type="fixed"/>
        <w:tblLook w:val="04A0" w:firstRow="1" w:lastRow="0" w:firstColumn="1" w:lastColumn="0" w:noHBand="0" w:noVBand="1"/>
      </w:tblPr>
      <w:tblGrid>
        <w:gridCol w:w="944"/>
        <w:gridCol w:w="281"/>
        <w:gridCol w:w="6977"/>
        <w:gridCol w:w="504"/>
        <w:gridCol w:w="1022"/>
        <w:gridCol w:w="560"/>
        <w:gridCol w:w="560"/>
        <w:gridCol w:w="3227"/>
      </w:tblGrid>
      <w:tr w:rsidR="00BA7B95" w:rsidRPr="004F51C8" w14:paraId="00E87098" w14:textId="77777777" w:rsidTr="001F1B92">
        <w:trPr>
          <w:trHeight w:val="285"/>
        </w:trPr>
        <w:tc>
          <w:tcPr>
            <w:tcW w:w="944" w:type="dxa"/>
            <w:tcBorders>
              <w:top w:val="single" w:sz="12" w:space="0" w:color="auto"/>
              <w:left w:val="single" w:sz="12" w:space="0" w:color="auto"/>
              <w:bottom w:val="single" w:sz="12" w:space="0" w:color="auto"/>
              <w:right w:val="dotted" w:sz="4" w:space="0" w:color="auto"/>
            </w:tcBorders>
            <w:shd w:val="clear" w:color="auto" w:fill="auto"/>
            <w:vAlign w:val="center"/>
          </w:tcPr>
          <w:p w14:paraId="36338A55"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58"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724E9D11"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04" w:type="dxa"/>
            <w:tcBorders>
              <w:top w:val="single" w:sz="12" w:space="0" w:color="auto"/>
              <w:left w:val="dotted" w:sz="4" w:space="0" w:color="auto"/>
              <w:bottom w:val="single" w:sz="12" w:space="0" w:color="auto"/>
              <w:right w:val="dotted" w:sz="4" w:space="0" w:color="auto"/>
            </w:tcBorders>
            <w:shd w:val="clear" w:color="auto" w:fill="auto"/>
            <w:vAlign w:val="center"/>
          </w:tcPr>
          <w:p w14:paraId="4CEC8C3D"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29CCCB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60" w:type="dxa"/>
            <w:tcBorders>
              <w:top w:val="single" w:sz="12" w:space="0" w:color="auto"/>
              <w:left w:val="dotted" w:sz="4" w:space="0" w:color="auto"/>
              <w:bottom w:val="single" w:sz="12" w:space="0" w:color="auto"/>
              <w:right w:val="dotted" w:sz="4" w:space="0" w:color="auto"/>
            </w:tcBorders>
            <w:shd w:val="clear" w:color="auto" w:fill="auto"/>
            <w:vAlign w:val="center"/>
          </w:tcPr>
          <w:p w14:paraId="30B1DC3F"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0" w:type="dxa"/>
            <w:tcBorders>
              <w:top w:val="single" w:sz="12" w:space="0" w:color="auto"/>
              <w:left w:val="dotted" w:sz="4" w:space="0" w:color="auto"/>
              <w:bottom w:val="single" w:sz="12" w:space="0" w:color="auto"/>
              <w:right w:val="dotted" w:sz="4" w:space="0" w:color="auto"/>
            </w:tcBorders>
            <w:shd w:val="clear" w:color="auto" w:fill="auto"/>
            <w:vAlign w:val="center"/>
          </w:tcPr>
          <w:p w14:paraId="325B1FA6"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27" w:type="dxa"/>
            <w:tcBorders>
              <w:top w:val="single" w:sz="12" w:space="0" w:color="auto"/>
              <w:left w:val="dotted" w:sz="4" w:space="0" w:color="auto"/>
              <w:bottom w:val="single" w:sz="12" w:space="0" w:color="auto"/>
              <w:right w:val="single" w:sz="12" w:space="0" w:color="auto"/>
            </w:tcBorders>
            <w:shd w:val="clear" w:color="auto" w:fill="auto"/>
            <w:vAlign w:val="center"/>
          </w:tcPr>
          <w:p w14:paraId="6CD9F712"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3C3C21C0" w14:textId="77777777" w:rsidTr="001F1B92">
        <w:trPr>
          <w:trHeight w:val="60"/>
        </w:trPr>
        <w:tc>
          <w:tcPr>
            <w:tcW w:w="944" w:type="dxa"/>
            <w:tcBorders>
              <w:top w:val="single" w:sz="12" w:space="0" w:color="auto"/>
              <w:left w:val="nil"/>
              <w:bottom w:val="dotted" w:sz="4" w:space="0" w:color="000000"/>
              <w:right w:val="nil"/>
            </w:tcBorders>
            <w:shd w:val="clear" w:color="auto" w:fill="auto"/>
            <w:vAlign w:val="center"/>
          </w:tcPr>
          <w:p w14:paraId="70341EDA"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58" w:type="dxa"/>
            <w:gridSpan w:val="2"/>
            <w:tcBorders>
              <w:top w:val="single" w:sz="12" w:space="0" w:color="auto"/>
              <w:left w:val="nil"/>
              <w:bottom w:val="single" w:sz="4" w:space="0" w:color="000000"/>
              <w:right w:val="nil"/>
            </w:tcBorders>
            <w:shd w:val="clear" w:color="auto" w:fill="auto"/>
            <w:vAlign w:val="center"/>
          </w:tcPr>
          <w:p w14:paraId="1A9094C6" w14:textId="77777777" w:rsidR="00BA7B95" w:rsidRPr="009D28F2" w:rsidRDefault="00BA7B95" w:rsidP="001F1B92">
            <w:pPr>
              <w:spacing w:line="240" w:lineRule="auto"/>
              <w:rPr>
                <w:rFonts w:eastAsia="Times New Roman" w:cs="Arial"/>
                <w:b/>
                <w:bCs/>
                <w:color w:val="000000"/>
                <w:sz w:val="8"/>
                <w:szCs w:val="20"/>
                <w:lang w:eastAsia="de-DE"/>
              </w:rPr>
            </w:pPr>
          </w:p>
        </w:tc>
        <w:tc>
          <w:tcPr>
            <w:tcW w:w="504" w:type="dxa"/>
            <w:tcBorders>
              <w:top w:val="single" w:sz="12" w:space="0" w:color="auto"/>
              <w:left w:val="nil"/>
              <w:bottom w:val="dotted" w:sz="4" w:space="0" w:color="000000"/>
              <w:right w:val="nil"/>
            </w:tcBorders>
            <w:vAlign w:val="center"/>
          </w:tcPr>
          <w:p w14:paraId="37A82D72" w14:textId="77777777" w:rsidR="00BA7B95" w:rsidRPr="009D28F2" w:rsidRDefault="00BA7B95" w:rsidP="001F1B92">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49E44D20"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60" w:type="dxa"/>
            <w:tcBorders>
              <w:top w:val="single" w:sz="12" w:space="0" w:color="auto"/>
              <w:left w:val="nil"/>
              <w:bottom w:val="dotted" w:sz="4" w:space="0" w:color="000000"/>
              <w:right w:val="nil"/>
            </w:tcBorders>
            <w:vAlign w:val="center"/>
          </w:tcPr>
          <w:p w14:paraId="566F8EE1"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60" w:type="dxa"/>
            <w:tcBorders>
              <w:top w:val="single" w:sz="12" w:space="0" w:color="auto"/>
              <w:left w:val="nil"/>
              <w:bottom w:val="dotted" w:sz="4" w:space="0" w:color="000000"/>
              <w:right w:val="nil"/>
            </w:tcBorders>
            <w:vAlign w:val="center"/>
          </w:tcPr>
          <w:p w14:paraId="10C927C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227" w:type="dxa"/>
            <w:tcBorders>
              <w:top w:val="single" w:sz="12" w:space="0" w:color="auto"/>
              <w:left w:val="nil"/>
              <w:bottom w:val="dotted" w:sz="4" w:space="0" w:color="000000"/>
              <w:right w:val="nil"/>
            </w:tcBorders>
            <w:vAlign w:val="center"/>
          </w:tcPr>
          <w:p w14:paraId="1008CA0E" w14:textId="77777777" w:rsidR="00BA7B95" w:rsidRPr="009D28F2" w:rsidRDefault="00BA7B95" w:rsidP="001F1B92">
            <w:pPr>
              <w:spacing w:line="240" w:lineRule="auto"/>
              <w:rPr>
                <w:rFonts w:eastAsia="Times New Roman" w:cs="Arial"/>
                <w:b/>
                <w:bCs/>
                <w:color w:val="000000"/>
                <w:sz w:val="8"/>
                <w:szCs w:val="20"/>
                <w:lang w:eastAsia="de-DE"/>
              </w:rPr>
            </w:pPr>
          </w:p>
        </w:tc>
      </w:tr>
      <w:tr w:rsidR="00BA7B95" w:rsidRPr="007156A7" w14:paraId="7B1D3520" w14:textId="77777777" w:rsidTr="001F1B92">
        <w:trPr>
          <w:trHeight w:val="185"/>
        </w:trPr>
        <w:tc>
          <w:tcPr>
            <w:tcW w:w="944" w:type="dxa"/>
            <w:tcBorders>
              <w:top w:val="dotted" w:sz="4" w:space="0" w:color="000000"/>
              <w:left w:val="dotted" w:sz="4" w:space="0" w:color="000000"/>
              <w:bottom w:val="dotted" w:sz="4" w:space="0" w:color="000000"/>
            </w:tcBorders>
            <w:shd w:val="clear" w:color="auto" w:fill="auto"/>
            <w:vAlign w:val="center"/>
          </w:tcPr>
          <w:p w14:paraId="69E79219" w14:textId="77777777" w:rsidR="00BA7B95" w:rsidRPr="0059648E" w:rsidRDefault="00BA7B95" w:rsidP="001F1B92">
            <w:pPr>
              <w:ind w:left="-103"/>
              <w:jc w:val="right"/>
              <w:rPr>
                <w:rFonts w:ascii="Consolas" w:hAnsi="Consolas"/>
                <w:noProof/>
                <w:color w:val="0070C0"/>
                <w:sz w:val="16"/>
                <w:szCs w:val="16"/>
                <w:lang w:eastAsia="de-DE"/>
              </w:rPr>
            </w:pPr>
            <w:r w:rsidRPr="00BA7B95">
              <w:rPr>
                <w:rFonts w:ascii="Consolas" w:hAnsi="Consolas"/>
                <w:b/>
                <w:noProof/>
                <w:sz w:val="16"/>
                <w:szCs w:val="16"/>
                <w:lang w:eastAsia="de-DE"/>
              </w:rPr>
              <w:t>1</w:t>
            </w:r>
          </w:p>
        </w:tc>
        <w:tc>
          <w:tcPr>
            <w:tcW w:w="7258" w:type="dxa"/>
            <w:gridSpan w:val="2"/>
            <w:tcBorders>
              <w:top w:val="single" w:sz="4" w:space="0" w:color="000000"/>
              <w:right w:val="single" w:sz="4" w:space="0" w:color="000000"/>
            </w:tcBorders>
            <w:shd w:val="clear" w:color="auto" w:fill="auto"/>
            <w:vAlign w:val="center"/>
          </w:tcPr>
          <w:p w14:paraId="73DCB0A1" w14:textId="69863ECA" w:rsidR="00BA7B95" w:rsidRPr="008A2E18" w:rsidRDefault="00BA7B95" w:rsidP="00BA7B95">
            <w:pPr>
              <w:rPr>
                <w:rFonts w:ascii="Consolas" w:hAnsi="Consolas"/>
                <w:noProof/>
                <w:sz w:val="16"/>
                <w:szCs w:val="16"/>
                <w:lang w:eastAsia="de-DE"/>
              </w:rPr>
            </w:pPr>
            <w:r w:rsidRPr="002B1EEC">
              <w:rPr>
                <w:rFonts w:ascii="Consolas" w:hAnsi="Consolas"/>
                <w:noProof/>
                <w:sz w:val="16"/>
                <w:lang w:eastAsia="de-DE"/>
              </w:rPr>
              <w:t>&lt;as:</w:t>
            </w:r>
            <w:r>
              <w:t xml:space="preserve"> </w:t>
            </w:r>
            <w:r w:rsidRPr="00BA7B95">
              <w:rPr>
                <w:rFonts w:ascii="Consolas" w:hAnsi="Consolas"/>
                <w:noProof/>
                <w:sz w:val="16"/>
                <w:lang w:eastAsia="de-DE"/>
              </w:rPr>
              <w:t>CISDFSupplyChainTradeTransaction</w:t>
            </w:r>
            <w:r w:rsidRPr="002B1EEC">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47111BD" w14:textId="77777777" w:rsidR="00BA7B95" w:rsidRPr="00E21F58" w:rsidRDefault="00BA7B95"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C2663D" w14:textId="77777777" w:rsidR="00BA7B95" w:rsidRPr="008A2E18" w:rsidRDefault="00BA7B95" w:rsidP="001F1B92">
            <w:pPr>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2CD8FF43" w14:textId="77777777" w:rsidR="00BA7B95" w:rsidRPr="008A2E18" w:rsidRDefault="00BA7B95" w:rsidP="001F1B92">
            <w:pPr>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1BC583A9" w14:textId="77777777" w:rsidR="00BA7B95" w:rsidRPr="008A2E18" w:rsidRDefault="00BA7B95" w:rsidP="001F1B92">
            <w:pPr>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0358A777" w14:textId="77777777" w:rsidR="00BA7B95" w:rsidRPr="008A2E18" w:rsidRDefault="00BA7B95" w:rsidP="001F1B92">
            <w:pPr>
              <w:rPr>
                <w:rFonts w:cs="Arial"/>
                <w:sz w:val="16"/>
                <w:szCs w:val="16"/>
                <w:lang w:val="de-DE" w:eastAsia="zh-TW"/>
              </w:rPr>
            </w:pPr>
          </w:p>
        </w:tc>
      </w:tr>
      <w:tr w:rsidR="00BA7B95" w:rsidRPr="007156A7" w14:paraId="022635A0" w14:textId="77777777" w:rsidTr="001F1B92">
        <w:trPr>
          <w:trHeight w:val="227"/>
        </w:trPr>
        <w:tc>
          <w:tcPr>
            <w:tcW w:w="944" w:type="dxa"/>
            <w:tcBorders>
              <w:top w:val="dotted" w:sz="4" w:space="0" w:color="000000"/>
              <w:left w:val="dotted" w:sz="4" w:space="0" w:color="000000"/>
              <w:bottom w:val="dotted" w:sz="4" w:space="0" w:color="000000"/>
            </w:tcBorders>
            <w:vAlign w:val="center"/>
          </w:tcPr>
          <w:p w14:paraId="2B56CFFE" w14:textId="77777777" w:rsidR="00BA7B95" w:rsidRPr="008A2E18" w:rsidRDefault="00BA7B95" w:rsidP="001F1B92">
            <w:pPr>
              <w:ind w:left="-103"/>
              <w:jc w:val="right"/>
              <w:rPr>
                <w:rFonts w:ascii="Consolas" w:hAnsi="Consolas"/>
                <w:b/>
                <w:noProof/>
                <w:sz w:val="16"/>
                <w:szCs w:val="16"/>
                <w:lang w:eastAsia="de-DE"/>
              </w:rPr>
            </w:pPr>
            <w:r w:rsidRPr="008A2E18">
              <w:rPr>
                <w:rFonts w:ascii="Consolas" w:hAnsi="Consolas"/>
                <w:b/>
                <w:noProof/>
                <w:sz w:val="16"/>
                <w:szCs w:val="16"/>
                <w:lang w:eastAsia="de-DE"/>
              </w:rPr>
              <w:t>1</w:t>
            </w:r>
          </w:p>
        </w:tc>
        <w:tc>
          <w:tcPr>
            <w:tcW w:w="281" w:type="dxa"/>
            <w:tcBorders>
              <w:right w:val="dotted" w:sz="4" w:space="0" w:color="auto"/>
            </w:tcBorders>
            <w:shd w:val="clear" w:color="auto" w:fill="BFBFBF" w:themeFill="background1" w:themeFillShade="BF"/>
            <w:vAlign w:val="center"/>
          </w:tcPr>
          <w:p w14:paraId="3C760104" w14:textId="77777777" w:rsidR="00BA7B95" w:rsidRPr="008A2E18" w:rsidRDefault="00BA7B95" w:rsidP="001F1B92">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1611C3B5" w14:textId="1B0FCB53" w:rsidR="00BA7B95" w:rsidRPr="008A2E18" w:rsidRDefault="00BA7B95" w:rsidP="00BA7B95">
            <w:pPr>
              <w:rPr>
                <w:rFonts w:ascii="Consolas" w:hAnsi="Consolas"/>
                <w:noProof/>
                <w:sz w:val="16"/>
                <w:szCs w:val="16"/>
                <w:lang w:eastAsia="de-DE"/>
              </w:rPr>
            </w:pPr>
            <w:r w:rsidRPr="002B1EEC">
              <w:rPr>
                <w:rFonts w:ascii="Consolas" w:hAnsi="Consolas"/>
                <w:noProof/>
                <w:sz w:val="16"/>
                <w:lang w:eastAsia="de-DE"/>
              </w:rPr>
              <w:t>&lt;asram:</w:t>
            </w:r>
            <w:r>
              <w:t xml:space="preserve"> </w:t>
            </w:r>
            <w:r w:rsidRPr="00BA7B95">
              <w:rPr>
                <w:rFonts w:ascii="Consolas" w:hAnsi="Consolas"/>
                <w:noProof/>
                <w:sz w:val="16"/>
                <w:lang w:eastAsia="de-DE"/>
              </w:rPr>
              <w:t>ApplicableCISSupplyChainTradeAgreement</w:t>
            </w:r>
            <w:r w:rsidRPr="002B1EEC">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428DB4A5"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5157F921"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36FD4300"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D0032F0"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7BAEF627" w14:textId="77777777" w:rsidR="00BA7B95" w:rsidRPr="008A2E18" w:rsidRDefault="00BA7B95" w:rsidP="001F1B92">
            <w:pPr>
              <w:autoSpaceDE w:val="0"/>
              <w:autoSpaceDN w:val="0"/>
              <w:adjustRightInd w:val="0"/>
              <w:spacing w:line="240" w:lineRule="auto"/>
              <w:rPr>
                <w:rFonts w:cs="Arial"/>
                <w:sz w:val="16"/>
                <w:szCs w:val="16"/>
                <w:lang w:val="de-DE" w:eastAsia="zh-TW"/>
              </w:rPr>
            </w:pPr>
          </w:p>
        </w:tc>
      </w:tr>
      <w:tr w:rsidR="00BA7B95" w:rsidRPr="007156A7" w14:paraId="506526D1" w14:textId="77777777" w:rsidTr="001F1B92">
        <w:trPr>
          <w:trHeight w:val="227"/>
        </w:trPr>
        <w:tc>
          <w:tcPr>
            <w:tcW w:w="944" w:type="dxa"/>
            <w:tcBorders>
              <w:top w:val="dotted" w:sz="4" w:space="0" w:color="000000"/>
              <w:left w:val="dotted" w:sz="4" w:space="0" w:color="000000"/>
              <w:bottom w:val="dotted" w:sz="4" w:space="0" w:color="000000"/>
            </w:tcBorders>
            <w:vAlign w:val="center"/>
          </w:tcPr>
          <w:p w14:paraId="7B26B6DD"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1" w:type="dxa"/>
            <w:tcBorders>
              <w:right w:val="dotted" w:sz="4" w:space="0" w:color="auto"/>
            </w:tcBorders>
            <w:shd w:val="clear" w:color="auto" w:fill="BFBFBF" w:themeFill="background1" w:themeFillShade="BF"/>
            <w:vAlign w:val="center"/>
          </w:tcPr>
          <w:p w14:paraId="17424256" w14:textId="77777777" w:rsidR="00BA7B95" w:rsidRPr="008A2E18" w:rsidRDefault="00BA7B95" w:rsidP="001F1B92">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63F78F11" w14:textId="1F08D93E" w:rsidR="00BA7B95" w:rsidRPr="00D141B0" w:rsidRDefault="00BA7B95" w:rsidP="00BA7B95">
            <w:pPr>
              <w:rPr>
                <w:rFonts w:ascii="Consolas" w:hAnsi="Consolas"/>
                <w:noProof/>
                <w:sz w:val="16"/>
                <w:lang w:eastAsia="de-DE"/>
              </w:rPr>
            </w:pPr>
            <w:r w:rsidRPr="006C731F">
              <w:rPr>
                <w:rFonts w:ascii="Consolas" w:hAnsi="Consolas"/>
                <w:noProof/>
                <w:sz w:val="16"/>
                <w:lang w:eastAsia="de-DE"/>
              </w:rPr>
              <w:t>&lt;asram:</w:t>
            </w:r>
            <w:r>
              <w:t xml:space="preserve"> </w:t>
            </w:r>
            <w:r w:rsidRPr="00BA7B95">
              <w:rPr>
                <w:rFonts w:ascii="Consolas" w:hAnsi="Consolas"/>
                <w:noProof/>
                <w:sz w:val="16"/>
                <w:lang w:eastAsia="de-DE"/>
              </w:rPr>
              <w:t>IncludedCISDFLSupplyChainTradeLineItem</w:t>
            </w:r>
            <w:r w:rsidRPr="006C731F">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2B38775D" w14:textId="77777777" w:rsidR="00BA7B95" w:rsidRPr="003F206E" w:rsidRDefault="00BA7B95" w:rsidP="001F1B92">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47EBC0"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522BEABB"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79D8FACC"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41A4F69" w14:textId="77777777" w:rsidR="00BA7B95" w:rsidRPr="00A666F6" w:rsidRDefault="00BA7B95" w:rsidP="001F1B92">
            <w:pPr>
              <w:autoSpaceDE w:val="0"/>
              <w:autoSpaceDN w:val="0"/>
              <w:adjustRightInd w:val="0"/>
              <w:spacing w:line="240" w:lineRule="auto"/>
              <w:rPr>
                <w:rFonts w:cs="Arial"/>
                <w:sz w:val="16"/>
                <w:szCs w:val="16"/>
                <w:lang w:eastAsia="zh-TW"/>
              </w:rPr>
            </w:pPr>
          </w:p>
        </w:tc>
      </w:tr>
      <w:tr w:rsidR="00BA7B95" w:rsidRPr="007156A7" w14:paraId="69540B6A" w14:textId="77777777" w:rsidTr="001F1B92">
        <w:trPr>
          <w:trHeight w:val="227"/>
        </w:trPr>
        <w:tc>
          <w:tcPr>
            <w:tcW w:w="944" w:type="dxa"/>
            <w:tcBorders>
              <w:top w:val="dotted" w:sz="4" w:space="0" w:color="000000"/>
              <w:left w:val="dotted" w:sz="4" w:space="0" w:color="000000"/>
              <w:bottom w:val="dotted" w:sz="4" w:space="0" w:color="000000"/>
            </w:tcBorders>
            <w:vAlign w:val="center"/>
          </w:tcPr>
          <w:p w14:paraId="0EE3ED8E" w14:textId="77777777" w:rsidR="00BA7B95" w:rsidRPr="008A2E18" w:rsidRDefault="00BA7B95" w:rsidP="001F1B92">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81" w:type="dxa"/>
            <w:tcBorders>
              <w:right w:val="dotted" w:sz="4" w:space="0" w:color="auto"/>
            </w:tcBorders>
            <w:shd w:val="clear" w:color="auto" w:fill="BFBFBF" w:themeFill="background1" w:themeFillShade="BF"/>
            <w:vAlign w:val="center"/>
          </w:tcPr>
          <w:p w14:paraId="591D1D6E" w14:textId="77777777" w:rsidR="00BA7B95" w:rsidRPr="008A2E18" w:rsidRDefault="00BA7B95" w:rsidP="001F1B92">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4CFEE252" w14:textId="7989DD16" w:rsidR="00BA7B95" w:rsidRPr="008A2E18" w:rsidRDefault="00BA7B95" w:rsidP="00BA7B95">
            <w:pPr>
              <w:rPr>
                <w:rFonts w:ascii="Consolas" w:hAnsi="Consolas"/>
                <w:noProof/>
                <w:sz w:val="16"/>
                <w:szCs w:val="16"/>
                <w:lang w:eastAsia="de-DE"/>
              </w:rPr>
            </w:pPr>
            <w:r w:rsidRPr="006C731F">
              <w:rPr>
                <w:rFonts w:ascii="Consolas" w:hAnsi="Consolas"/>
                <w:noProof/>
                <w:sz w:val="16"/>
                <w:lang w:eastAsia="de-DE"/>
              </w:rPr>
              <w:t>&lt;asram:</w:t>
            </w:r>
            <w:r>
              <w:t xml:space="preserve"> </w:t>
            </w:r>
            <w:r w:rsidRPr="00BA7B95">
              <w:rPr>
                <w:rFonts w:ascii="Consolas" w:hAnsi="Consolas"/>
                <w:noProof/>
                <w:sz w:val="16"/>
                <w:lang w:eastAsia="de-DE"/>
              </w:rPr>
              <w:t>ApplicableCISHSupplyChainTradeDelivery</w:t>
            </w:r>
            <w:r w:rsidRPr="006C731F">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693D4A10"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F4F45B1"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4F317722"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37B4397B"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80DED44" w14:textId="77777777" w:rsidR="00BA7B95" w:rsidRPr="00A666F6" w:rsidRDefault="00BA7B95" w:rsidP="001F1B92">
            <w:pPr>
              <w:autoSpaceDE w:val="0"/>
              <w:autoSpaceDN w:val="0"/>
              <w:adjustRightInd w:val="0"/>
              <w:spacing w:line="240" w:lineRule="auto"/>
              <w:rPr>
                <w:rFonts w:cs="Arial"/>
                <w:sz w:val="16"/>
                <w:szCs w:val="16"/>
                <w:lang w:eastAsia="zh-TW"/>
              </w:rPr>
            </w:pPr>
          </w:p>
        </w:tc>
      </w:tr>
    </w:tbl>
    <w:p w14:paraId="39A09B22" w14:textId="77777777" w:rsidR="00BA7B95" w:rsidRDefault="00BA7B95" w:rsidP="009B0360"/>
    <w:p w14:paraId="46E86F49" w14:textId="77777777" w:rsidR="00437BE9" w:rsidRPr="00BA7B95" w:rsidRDefault="00437BE9" w:rsidP="00B178ED">
      <w:pPr>
        <w:pStyle w:val="berschrift2"/>
        <w:numPr>
          <w:ilvl w:val="1"/>
          <w:numId w:val="3"/>
        </w:numPr>
      </w:pPr>
      <w:bookmarkStart w:id="43" w:name="_asram:ApplicableCISSupplyChainTrade"/>
      <w:bookmarkStart w:id="44" w:name="_Toc492388056"/>
      <w:bookmarkStart w:id="45" w:name="_Toc492907179"/>
      <w:bookmarkEnd w:id="43"/>
      <w:r w:rsidRPr="00BA7B95">
        <w:t>asram:ApplicableCISSupplyChainTradeAgreement</w:t>
      </w:r>
      <w:bookmarkEnd w:id="44"/>
      <w:bookmarkEnd w:id="45"/>
    </w:p>
    <w:p w14:paraId="46E86F4A" w14:textId="3897D63A" w:rsidR="00717378" w:rsidRDefault="00BA7B95" w:rsidP="009B0360">
      <w:r w:rsidRPr="006309FD">
        <w:rPr>
          <w:b/>
        </w:rPr>
        <w:t xml:space="preserve">asram:ApplicableCISSupplyChainTradeAgreement </w:t>
      </w:r>
      <w:r w:rsidRPr="006309FD">
        <w:t>contains messasge information about the customer and supplier classification as well as data and references of the agreement contract.</w:t>
      </w:r>
    </w:p>
    <w:p w14:paraId="5DDF935F" w14:textId="48056C18" w:rsidR="00BA7B95" w:rsidRDefault="00BA7B95" w:rsidP="009B0360"/>
    <w:tbl>
      <w:tblPr>
        <w:tblStyle w:val="Tabellenraster"/>
        <w:tblW w:w="14079" w:type="dxa"/>
        <w:tblLayout w:type="fixed"/>
        <w:tblLook w:val="04A0" w:firstRow="1" w:lastRow="0" w:firstColumn="1" w:lastColumn="0" w:noHBand="0" w:noVBand="1"/>
      </w:tblPr>
      <w:tblGrid>
        <w:gridCol w:w="946"/>
        <w:gridCol w:w="276"/>
        <w:gridCol w:w="281"/>
        <w:gridCol w:w="283"/>
        <w:gridCol w:w="6380"/>
        <w:gridCol w:w="526"/>
        <w:gridCol w:w="1074"/>
        <w:gridCol w:w="536"/>
        <w:gridCol w:w="546"/>
        <w:gridCol w:w="3231"/>
      </w:tblGrid>
      <w:tr w:rsidR="00BA7B95" w:rsidRPr="004F51C8" w14:paraId="64D195A2" w14:textId="77777777" w:rsidTr="001F1B92">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5257D80"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6A4C771B"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12823E53"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299D9E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1EE089EA"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27179F24"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5040E658"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2B7826BE" w14:textId="77777777" w:rsidTr="001F1B92">
        <w:trPr>
          <w:trHeight w:val="60"/>
        </w:trPr>
        <w:tc>
          <w:tcPr>
            <w:tcW w:w="946" w:type="dxa"/>
            <w:tcBorders>
              <w:top w:val="single" w:sz="12" w:space="0" w:color="auto"/>
              <w:left w:val="nil"/>
              <w:bottom w:val="dotted" w:sz="4" w:space="0" w:color="000000"/>
              <w:right w:val="nil"/>
            </w:tcBorders>
            <w:shd w:val="clear" w:color="auto" w:fill="auto"/>
            <w:vAlign w:val="center"/>
          </w:tcPr>
          <w:p w14:paraId="5766559F"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20" w:type="dxa"/>
            <w:gridSpan w:val="4"/>
            <w:tcBorders>
              <w:top w:val="single" w:sz="12" w:space="0" w:color="auto"/>
              <w:left w:val="nil"/>
              <w:bottom w:val="single" w:sz="4" w:space="0" w:color="000000"/>
              <w:right w:val="nil"/>
            </w:tcBorders>
            <w:shd w:val="clear" w:color="auto" w:fill="auto"/>
            <w:vAlign w:val="center"/>
          </w:tcPr>
          <w:p w14:paraId="0BEF9293" w14:textId="77777777" w:rsidR="00BA7B95" w:rsidRPr="009D28F2" w:rsidRDefault="00BA7B95" w:rsidP="001F1B92">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00D6D4C4" w14:textId="77777777" w:rsidR="00BA7B95" w:rsidRPr="009D28F2" w:rsidRDefault="00BA7B95" w:rsidP="001F1B92">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4CAD21F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28FDEF5C"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0D45272"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5C6BB7D4" w14:textId="77777777" w:rsidR="00BA7B95" w:rsidRPr="009D28F2" w:rsidRDefault="00BA7B95" w:rsidP="001F1B92">
            <w:pPr>
              <w:spacing w:line="240" w:lineRule="auto"/>
              <w:rPr>
                <w:rFonts w:eastAsia="Times New Roman" w:cs="Arial"/>
                <w:b/>
                <w:bCs/>
                <w:color w:val="000000"/>
                <w:sz w:val="8"/>
                <w:szCs w:val="20"/>
                <w:lang w:eastAsia="de-DE"/>
              </w:rPr>
            </w:pPr>
          </w:p>
        </w:tc>
      </w:tr>
      <w:tr w:rsidR="00BA7B95" w:rsidRPr="007156A7" w14:paraId="7AF13461" w14:textId="77777777" w:rsidTr="001F1B92">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3B7321FD" w14:textId="77777777" w:rsidR="00BA7B95" w:rsidRPr="008A2E18" w:rsidRDefault="00BA7B95" w:rsidP="001F1B92">
            <w:pPr>
              <w:ind w:left="-103"/>
              <w:jc w:val="right"/>
              <w:rPr>
                <w:rFonts w:ascii="Consolas" w:hAnsi="Consolas"/>
                <w:noProof/>
                <w:sz w:val="16"/>
                <w:szCs w:val="16"/>
                <w:lang w:eastAsia="de-DE"/>
              </w:rPr>
            </w:pPr>
            <w:r w:rsidRPr="00DC4289">
              <w:rPr>
                <w:rFonts w:ascii="Consolas" w:hAnsi="Consolas"/>
                <w:b/>
                <w:noProof/>
                <w:sz w:val="16"/>
                <w:szCs w:val="16"/>
                <w:lang w:eastAsia="de-DE"/>
              </w:rPr>
              <w:t>1</w:t>
            </w:r>
          </w:p>
        </w:tc>
        <w:tc>
          <w:tcPr>
            <w:tcW w:w="7220" w:type="dxa"/>
            <w:gridSpan w:val="4"/>
            <w:tcBorders>
              <w:top w:val="single" w:sz="4" w:space="0" w:color="000000"/>
              <w:right w:val="single" w:sz="4" w:space="0" w:color="000000"/>
            </w:tcBorders>
            <w:shd w:val="clear" w:color="auto" w:fill="auto"/>
            <w:vAlign w:val="center"/>
          </w:tcPr>
          <w:p w14:paraId="4AEBAE04" w14:textId="2775F355" w:rsidR="00BA7B95" w:rsidRPr="008A2E18" w:rsidRDefault="00BA7B95" w:rsidP="002A40B3">
            <w:pPr>
              <w:rPr>
                <w:rFonts w:ascii="Consolas" w:hAnsi="Consolas"/>
                <w:noProof/>
                <w:sz w:val="16"/>
                <w:szCs w:val="16"/>
                <w:lang w:eastAsia="de-DE"/>
              </w:rPr>
            </w:pPr>
            <w:r w:rsidRPr="002B1EEC">
              <w:rPr>
                <w:rFonts w:ascii="Consolas" w:hAnsi="Consolas"/>
                <w:noProof/>
                <w:sz w:val="16"/>
                <w:lang w:eastAsia="de-DE"/>
              </w:rPr>
              <w:t>&lt;asram:ApplicableCI</w:t>
            </w:r>
            <w:r w:rsidR="002A40B3">
              <w:rPr>
                <w:rFonts w:ascii="Consolas" w:hAnsi="Consolas"/>
                <w:noProof/>
                <w:sz w:val="16"/>
                <w:lang w:eastAsia="de-DE"/>
              </w:rPr>
              <w:t>S</w:t>
            </w:r>
            <w:r w:rsidRPr="002B1EEC">
              <w:rPr>
                <w:rFonts w:ascii="Consolas" w:hAnsi="Consolas"/>
                <w:noProof/>
                <w:sz w:val="16"/>
                <w:lang w:eastAsia="de-DE"/>
              </w:rPr>
              <w:t>SupplyChainTradeAgreement&gt;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4E7FB7C1" w14:textId="77777777" w:rsidR="00BA7B95" w:rsidRPr="00E21F58" w:rsidRDefault="00BA7B95"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4B93AF6" w14:textId="77777777" w:rsidR="00BA7B95" w:rsidRPr="008A2E18" w:rsidRDefault="00BA7B95" w:rsidP="001F1B92">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117ACA9" w14:textId="77777777" w:rsidR="00BA7B95" w:rsidRPr="008A2E18" w:rsidRDefault="00BA7B95" w:rsidP="001F1B92">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4479933" w14:textId="77777777" w:rsidR="00BA7B95" w:rsidRPr="008A2E18" w:rsidRDefault="00BA7B95" w:rsidP="001F1B92">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9CD1024" w14:textId="77777777" w:rsidR="00BA7B95" w:rsidRPr="008A2E18" w:rsidRDefault="00BA7B95" w:rsidP="001F1B92">
            <w:pPr>
              <w:rPr>
                <w:rFonts w:cs="Arial"/>
                <w:sz w:val="16"/>
                <w:szCs w:val="16"/>
                <w:lang w:val="de-DE" w:eastAsia="zh-TW"/>
              </w:rPr>
            </w:pPr>
          </w:p>
        </w:tc>
      </w:tr>
      <w:tr w:rsidR="00BA7B95" w:rsidRPr="007156A7" w14:paraId="1C84CCAE" w14:textId="77777777" w:rsidTr="001F1B92">
        <w:trPr>
          <w:trHeight w:val="237"/>
        </w:trPr>
        <w:tc>
          <w:tcPr>
            <w:tcW w:w="946" w:type="dxa"/>
            <w:tcBorders>
              <w:top w:val="dotted" w:sz="4" w:space="0" w:color="000000"/>
              <w:left w:val="dotted" w:sz="4" w:space="0" w:color="000000"/>
              <w:bottom w:val="dotted" w:sz="4" w:space="0" w:color="000000"/>
            </w:tcBorders>
            <w:vAlign w:val="center"/>
          </w:tcPr>
          <w:p w14:paraId="12735E62"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EF893DD" w14:textId="77777777" w:rsidR="00BA7B95" w:rsidRPr="008A2E18" w:rsidRDefault="00BA7B95" w:rsidP="001F1B92">
            <w:pPr>
              <w:rPr>
                <w:rFonts w:ascii="Consolas" w:hAnsi="Consolas"/>
                <w:b/>
                <w:noProof/>
                <w:sz w:val="16"/>
                <w:szCs w:val="16"/>
                <w:lang w:eastAsia="de-DE"/>
              </w:rPr>
            </w:pPr>
          </w:p>
        </w:tc>
        <w:tc>
          <w:tcPr>
            <w:tcW w:w="6944" w:type="dxa"/>
            <w:gridSpan w:val="3"/>
            <w:tcBorders>
              <w:left w:val="dotted" w:sz="4" w:space="0" w:color="auto"/>
              <w:right w:val="single" w:sz="4" w:space="0" w:color="000000"/>
            </w:tcBorders>
            <w:vAlign w:val="center"/>
          </w:tcPr>
          <w:p w14:paraId="514D8350" w14:textId="77777777" w:rsidR="00BA7B95" w:rsidRPr="008A2E18" w:rsidRDefault="00BA7B95" w:rsidP="001F1B92">
            <w:pPr>
              <w:rPr>
                <w:rFonts w:ascii="Consolas" w:hAnsi="Consolas"/>
                <w:noProof/>
                <w:sz w:val="16"/>
                <w:szCs w:val="16"/>
                <w:lang w:eastAsia="de-DE"/>
              </w:rPr>
            </w:pPr>
            <w:r w:rsidRPr="007E6470">
              <w:rPr>
                <w:rFonts w:ascii="Consolas" w:hAnsi="Consolas"/>
                <w:noProof/>
                <w:sz w:val="16"/>
                <w:lang w:eastAsia="de-DE"/>
              </w:rPr>
              <w:t>&lt;asram:BuyerCITradeParty&gt;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25B381FC"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28E65ED"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BE93CF1"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DD3CF88" w14:textId="77777777" w:rsidR="00BA7B95" w:rsidRPr="008A2E18" w:rsidRDefault="00BA7B95" w:rsidP="001F1B92">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1CD500C" w14:textId="77777777" w:rsidR="00BA7B95" w:rsidRPr="008A2E18" w:rsidRDefault="00BA7B95" w:rsidP="001F1B92">
            <w:pPr>
              <w:autoSpaceDE w:val="0"/>
              <w:autoSpaceDN w:val="0"/>
              <w:adjustRightInd w:val="0"/>
              <w:spacing w:line="240" w:lineRule="auto"/>
              <w:rPr>
                <w:rFonts w:cs="Arial"/>
                <w:sz w:val="16"/>
                <w:szCs w:val="16"/>
                <w:lang w:eastAsia="zh-TW"/>
              </w:rPr>
            </w:pPr>
          </w:p>
        </w:tc>
      </w:tr>
      <w:tr w:rsidR="00F14A62" w:rsidRPr="007156A7" w14:paraId="02CCB282" w14:textId="77777777" w:rsidTr="00F40FCD">
        <w:trPr>
          <w:trHeight w:val="227"/>
        </w:trPr>
        <w:tc>
          <w:tcPr>
            <w:tcW w:w="946" w:type="dxa"/>
            <w:tcBorders>
              <w:top w:val="dotted" w:sz="4" w:space="0" w:color="000000"/>
              <w:left w:val="dotted" w:sz="4" w:space="0" w:color="000000"/>
              <w:bottom w:val="dotted" w:sz="4" w:space="0" w:color="000000"/>
            </w:tcBorders>
            <w:vAlign w:val="center"/>
          </w:tcPr>
          <w:p w14:paraId="4CA3768B" w14:textId="0F7AB441" w:rsidR="00F14A62" w:rsidRPr="001D3755" w:rsidRDefault="001D3755" w:rsidP="001D3755">
            <w:pPr>
              <w:ind w:left="-103"/>
              <w:jc w:val="right"/>
              <w:rPr>
                <w:rFonts w:ascii="Consolas" w:hAnsi="Consolas"/>
                <w:b/>
                <w:noProof/>
                <w:sz w:val="16"/>
                <w:szCs w:val="16"/>
                <w:lang w:eastAsia="de-DE"/>
              </w:rPr>
            </w:pPr>
            <w:r w:rsidRPr="001D3755">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60785AB" w14:textId="77777777" w:rsidR="00F14A62" w:rsidRPr="008A2E18" w:rsidRDefault="00F14A6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99FBC6C" w14:textId="77777777" w:rsidR="00F14A62" w:rsidRPr="008A2E18" w:rsidRDefault="00F14A62"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600C6A20" w14:textId="77777777" w:rsidR="00F14A62" w:rsidRPr="00E21F58" w:rsidRDefault="00F14A6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750473C" w14:textId="77777777" w:rsidR="00F14A62" w:rsidRPr="00A666F6" w:rsidRDefault="00F14A6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DC99B12" w14:textId="48086CF9"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A4EC5F2" w14:textId="7707E6DE"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B0CCEE6" w14:textId="31AC5738" w:rsidR="00F14A62" w:rsidRPr="00F40FCD" w:rsidRDefault="00F40FCD"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56A1C4D" w14:textId="31D67145" w:rsidR="00F14A62" w:rsidRDefault="00E0795F" w:rsidP="001F1B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CustomerOrgCode</w:t>
            </w:r>
          </w:p>
        </w:tc>
      </w:tr>
      <w:tr w:rsidR="00F14A62" w:rsidRPr="007156A7" w14:paraId="158BDD22" w14:textId="77777777" w:rsidTr="00F40FCD">
        <w:trPr>
          <w:trHeight w:val="227"/>
        </w:trPr>
        <w:tc>
          <w:tcPr>
            <w:tcW w:w="946" w:type="dxa"/>
            <w:tcBorders>
              <w:top w:val="dotted" w:sz="4" w:space="0" w:color="000000"/>
              <w:left w:val="dotted" w:sz="4" w:space="0" w:color="000000"/>
              <w:bottom w:val="dotted" w:sz="4" w:space="0" w:color="000000"/>
            </w:tcBorders>
            <w:vAlign w:val="center"/>
          </w:tcPr>
          <w:p w14:paraId="0E379F79" w14:textId="46B996FD" w:rsidR="00F14A62" w:rsidRPr="001D3755" w:rsidRDefault="001D3755" w:rsidP="001F1B92">
            <w:pPr>
              <w:ind w:left="-103"/>
              <w:jc w:val="right"/>
              <w:rPr>
                <w:rFonts w:ascii="Consolas" w:hAnsi="Consolas"/>
                <w:b/>
                <w:noProof/>
                <w:sz w:val="16"/>
                <w:szCs w:val="16"/>
                <w:lang w:eastAsia="de-DE"/>
              </w:rPr>
            </w:pPr>
            <w:r w:rsidRPr="001D3755">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6EDAA0B" w14:textId="77777777" w:rsidR="00F14A62" w:rsidRPr="008A2E18" w:rsidRDefault="00F14A6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6A12D9A" w14:textId="77777777" w:rsidR="00F14A62" w:rsidRPr="008A2E18" w:rsidRDefault="00F14A62"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505F6355" w14:textId="440547BC" w:rsidR="00F14A62" w:rsidRPr="00E21F58" w:rsidRDefault="00F14A62" w:rsidP="00F14A6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6728D6A" w14:textId="77777777" w:rsidR="00F14A62" w:rsidRPr="00A666F6" w:rsidRDefault="00F14A6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3A81E09" w14:textId="43EA50EF"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39502EF" w14:textId="6861E9F5" w:rsidR="00F14A62"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69E3F21" w14:textId="7890781E" w:rsidR="00F14A62" w:rsidRPr="00F40FCD" w:rsidRDefault="00F40FCD"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FE88038" w14:textId="65FC7B73" w:rsidR="00F14A62" w:rsidRDefault="00E0795F" w:rsidP="001F1B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CustomerOrgName</w:t>
            </w:r>
          </w:p>
        </w:tc>
      </w:tr>
      <w:tr w:rsidR="00BA7B95" w:rsidRPr="007156A7" w14:paraId="1199740E"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2DACED67" w14:textId="00C704B2" w:rsidR="00BA7B95" w:rsidRPr="0059648E" w:rsidRDefault="00BA7B95" w:rsidP="001D3755">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E1C591D" w14:textId="77777777" w:rsidR="00BA7B95" w:rsidRPr="008A2E18" w:rsidRDefault="00BA7B95"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0939F6E" w14:textId="77777777" w:rsidR="00BA7B95" w:rsidRPr="008A2E18" w:rsidRDefault="00BA7B95"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3A57F609" w14:textId="77777777" w:rsidR="00BA7B95" w:rsidRPr="00E21F58" w:rsidRDefault="00BA7B95" w:rsidP="001F1B92">
            <w:pPr>
              <w:rPr>
                <w:rFonts w:ascii="Consolas" w:hAnsi="Consolas"/>
                <w:noProof/>
                <w:sz w:val="16"/>
                <w:szCs w:val="16"/>
                <w:lang w:eastAsia="de-DE"/>
              </w:rPr>
            </w:pPr>
            <w:r w:rsidRPr="007E6470">
              <w:rPr>
                <w:rFonts w:ascii="Consolas" w:hAnsi="Consolas"/>
                <w:noProof/>
                <w:sz w:val="16"/>
                <w:lang w:eastAsia="de-DE"/>
              </w:rPr>
              <w:t>&lt;asram:SpecifiedCILegalOrganization&gt;</w:t>
            </w:r>
          </w:p>
        </w:tc>
        <w:tc>
          <w:tcPr>
            <w:tcW w:w="526" w:type="dxa"/>
            <w:tcBorders>
              <w:top w:val="dotted" w:sz="4" w:space="0" w:color="000000"/>
              <w:left w:val="single" w:sz="4" w:space="0" w:color="000000"/>
              <w:bottom w:val="dotted" w:sz="4" w:space="0" w:color="000000"/>
              <w:right w:val="dotted" w:sz="4" w:space="0" w:color="000000"/>
            </w:tcBorders>
            <w:vAlign w:val="center"/>
          </w:tcPr>
          <w:p w14:paraId="5B867E27" w14:textId="77777777" w:rsidR="00BA7B95" w:rsidRPr="00A666F6" w:rsidRDefault="00BA7B95"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1A27D07"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1A34DBB"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0E9F71E" w14:textId="77777777" w:rsidR="00BA7B95" w:rsidRPr="00A666F6" w:rsidRDefault="00BA7B95"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ABA213A" w14:textId="77777777" w:rsidR="00BA7B95" w:rsidRDefault="00BA7B95" w:rsidP="001F1B92">
            <w:pPr>
              <w:autoSpaceDE w:val="0"/>
              <w:autoSpaceDN w:val="0"/>
              <w:adjustRightInd w:val="0"/>
              <w:spacing w:line="240" w:lineRule="auto"/>
              <w:rPr>
                <w:rFonts w:eastAsia="Times New Roman" w:cs="Arial"/>
                <w:sz w:val="16"/>
                <w:szCs w:val="20"/>
                <w:lang w:eastAsia="de-DE"/>
              </w:rPr>
            </w:pPr>
          </w:p>
        </w:tc>
      </w:tr>
      <w:tr w:rsidR="00F14A62" w:rsidRPr="007156A7" w14:paraId="3EB80FD2"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37605257" w14:textId="77777777" w:rsidR="00F14A62" w:rsidRPr="0059648E" w:rsidRDefault="00F14A62"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543995E" w14:textId="77777777" w:rsidR="00F14A62" w:rsidRPr="008A2E18" w:rsidRDefault="00F14A6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D5F62C0" w14:textId="77777777" w:rsidR="00F14A62" w:rsidRPr="008A2E18" w:rsidRDefault="00F14A62"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F5C0AB0" w14:textId="77777777" w:rsidR="00F14A62" w:rsidRPr="00E21F58" w:rsidRDefault="00F14A62" w:rsidP="001F1B92">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2912B87D" w14:textId="77777777" w:rsidR="00F14A62" w:rsidRPr="00E21F58" w:rsidRDefault="00F14A62" w:rsidP="001F1B92">
            <w:pPr>
              <w:rPr>
                <w:rFonts w:ascii="Consolas" w:hAnsi="Consolas"/>
                <w:noProof/>
                <w:sz w:val="16"/>
                <w:szCs w:val="16"/>
                <w:lang w:eastAsia="de-DE"/>
              </w:rPr>
            </w:pPr>
            <w:r w:rsidRPr="007E6470">
              <w:rPr>
                <w:rFonts w:ascii="Consolas" w:hAnsi="Consolas"/>
                <w:noProof/>
                <w:sz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4E3C4FE0" w14:textId="77777777" w:rsidR="00F14A62" w:rsidRPr="00A666F6" w:rsidRDefault="00F14A6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AD1349D" w14:textId="77777777" w:rsidR="00F14A62" w:rsidRPr="00A666F6" w:rsidRDefault="00F14A6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6DC6EFC" w14:textId="77777777" w:rsidR="00F14A62" w:rsidRPr="00A666F6" w:rsidRDefault="00F14A6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19A8E72" w14:textId="77777777" w:rsidR="00F14A62" w:rsidRPr="00A666F6" w:rsidRDefault="00F14A6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157572B" w14:textId="77777777" w:rsidR="00F14A62" w:rsidRDefault="00F14A62" w:rsidP="001F1B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CustomerGroupCode</w:t>
            </w:r>
          </w:p>
        </w:tc>
      </w:tr>
      <w:tr w:rsidR="00BA7B95" w:rsidRPr="007156A7" w14:paraId="4A5AC275" w14:textId="77777777" w:rsidTr="00F40FCD">
        <w:trPr>
          <w:trHeight w:val="227"/>
        </w:trPr>
        <w:tc>
          <w:tcPr>
            <w:tcW w:w="946" w:type="dxa"/>
            <w:tcBorders>
              <w:top w:val="dotted" w:sz="4" w:space="0" w:color="000000"/>
              <w:left w:val="dotted" w:sz="4" w:space="0" w:color="000000"/>
              <w:bottom w:val="dotted" w:sz="4" w:space="0" w:color="000000"/>
            </w:tcBorders>
            <w:vAlign w:val="center"/>
          </w:tcPr>
          <w:p w14:paraId="47060996" w14:textId="163E6E1A" w:rsidR="00BA7B95" w:rsidRPr="001D3755" w:rsidRDefault="001D3755" w:rsidP="001F1B92">
            <w:pPr>
              <w:ind w:left="-103"/>
              <w:jc w:val="right"/>
              <w:rPr>
                <w:rFonts w:ascii="Consolas" w:hAnsi="Consolas"/>
                <w:b/>
                <w:noProof/>
                <w:sz w:val="16"/>
                <w:szCs w:val="16"/>
                <w:lang w:eastAsia="de-DE"/>
              </w:rPr>
            </w:pPr>
            <w:r w:rsidRPr="001D3755">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DAAAACA" w14:textId="77777777" w:rsidR="00BA7B95" w:rsidRPr="008A2E18" w:rsidRDefault="00BA7B95"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766E56B" w14:textId="77777777" w:rsidR="00BA7B95" w:rsidRPr="008A2E18" w:rsidRDefault="00BA7B95" w:rsidP="001F1B9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17C1223" w14:textId="77777777" w:rsidR="00BA7B95" w:rsidRPr="00E21F58" w:rsidRDefault="00BA7B95" w:rsidP="001F1B92">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7FD0A180" w14:textId="2E908AD6" w:rsidR="00BA7B95" w:rsidRPr="00E21F58" w:rsidRDefault="00BA7B95" w:rsidP="00F14A62">
            <w:pPr>
              <w:rPr>
                <w:rFonts w:ascii="Consolas" w:hAnsi="Consolas"/>
                <w:noProof/>
                <w:sz w:val="16"/>
                <w:szCs w:val="16"/>
                <w:lang w:eastAsia="de-DE"/>
              </w:rPr>
            </w:pPr>
            <w:r w:rsidRPr="007E6470">
              <w:rPr>
                <w:rFonts w:ascii="Consolas" w:hAnsi="Consolas"/>
                <w:noProof/>
                <w:sz w:val="16"/>
                <w:lang w:eastAsia="de-DE"/>
              </w:rPr>
              <w:t>&lt;asram:</w:t>
            </w:r>
            <w:r w:rsidR="00F14A62">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1D0B513" w14:textId="77777777" w:rsidR="00BA7B95" w:rsidRPr="00A666F6" w:rsidRDefault="00BA7B95"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EBF39E6" w14:textId="77777777" w:rsidR="00BA7B95" w:rsidRPr="00A666F6" w:rsidRDefault="00BA7B95"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91CF589" w14:textId="055148CA" w:rsidR="00BA7B95" w:rsidRPr="00A666F6" w:rsidRDefault="00BA7B95"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5</w:t>
            </w:r>
            <w:r w:rsidR="00E0795F">
              <w:rPr>
                <w:rFonts w:cs="Arial"/>
                <w:sz w:val="16"/>
                <w:szCs w:val="16"/>
                <w:lang w:eastAsia="zh-TW"/>
              </w:rPr>
              <w:t>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7047676" w14:textId="5E7FFF8A" w:rsidR="00BA7B95" w:rsidRPr="00A666F6" w:rsidRDefault="00F40FCD"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1418A14" w14:textId="2C211A9F" w:rsidR="00BA7B95" w:rsidRDefault="00F14A62" w:rsidP="001F1B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CustomerGroupName</w:t>
            </w:r>
          </w:p>
        </w:tc>
      </w:tr>
      <w:tr w:rsidR="00BA7B95" w:rsidRPr="007156A7" w14:paraId="1419C72E"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00D0343F" w14:textId="77777777" w:rsidR="00BA7B95" w:rsidRPr="0059648E" w:rsidRDefault="00BA7B95" w:rsidP="001F1B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E70F94D" w14:textId="77777777" w:rsidR="00BA7B95" w:rsidRPr="008A2E18" w:rsidRDefault="00BA7B95" w:rsidP="001F1B92">
            <w:pPr>
              <w:rPr>
                <w:rFonts w:ascii="Consolas" w:hAnsi="Consolas"/>
                <w:b/>
                <w:noProof/>
                <w:sz w:val="16"/>
                <w:szCs w:val="16"/>
                <w:lang w:eastAsia="de-DE"/>
              </w:rPr>
            </w:pPr>
          </w:p>
        </w:tc>
        <w:tc>
          <w:tcPr>
            <w:tcW w:w="6944" w:type="dxa"/>
            <w:gridSpan w:val="3"/>
            <w:tcBorders>
              <w:left w:val="dotted" w:sz="4" w:space="0" w:color="auto"/>
              <w:right w:val="single" w:sz="4" w:space="0" w:color="000000"/>
            </w:tcBorders>
            <w:vAlign w:val="center"/>
          </w:tcPr>
          <w:p w14:paraId="5F18E373" w14:textId="77777777" w:rsidR="00BA7B95" w:rsidRPr="008A2E18" w:rsidRDefault="00BA7B95" w:rsidP="001F1B92">
            <w:pPr>
              <w:rPr>
                <w:rFonts w:ascii="Consolas" w:hAnsi="Consolas"/>
                <w:noProof/>
                <w:sz w:val="16"/>
                <w:szCs w:val="16"/>
                <w:lang w:eastAsia="de-DE"/>
              </w:rPr>
            </w:pPr>
            <w:r w:rsidRPr="006C731F">
              <w:rPr>
                <w:rFonts w:ascii="Consolas" w:hAnsi="Consolas"/>
                <w:noProof/>
                <w:sz w:val="16"/>
                <w:lang w:eastAsia="de-DE"/>
              </w:rPr>
              <w:t>&lt;asram:SellerCITradeParty&gt;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58DAAE55"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85EE0DF"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AE5BDBA"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AAC65EE"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2CF41BC" w14:textId="77777777" w:rsidR="00BA7B95" w:rsidRPr="00BE47DF" w:rsidRDefault="00BA7B95" w:rsidP="001F1B92">
            <w:pPr>
              <w:autoSpaceDE w:val="0"/>
              <w:autoSpaceDN w:val="0"/>
              <w:adjustRightInd w:val="0"/>
              <w:spacing w:line="240" w:lineRule="auto"/>
              <w:rPr>
                <w:rFonts w:cs="Arial"/>
                <w:sz w:val="16"/>
                <w:szCs w:val="16"/>
                <w:lang w:eastAsia="zh-TW"/>
              </w:rPr>
            </w:pPr>
          </w:p>
        </w:tc>
      </w:tr>
      <w:tr w:rsidR="001F1B92" w:rsidRPr="007156A7" w14:paraId="675BD5A4" w14:textId="77777777" w:rsidTr="001F1B92">
        <w:trPr>
          <w:trHeight w:val="227"/>
        </w:trPr>
        <w:tc>
          <w:tcPr>
            <w:tcW w:w="946" w:type="dxa"/>
            <w:tcBorders>
              <w:top w:val="dotted" w:sz="4" w:space="0" w:color="000000"/>
              <w:left w:val="dotted" w:sz="4" w:space="0" w:color="000000"/>
              <w:bottom w:val="dotted" w:sz="4" w:space="0" w:color="000000"/>
            </w:tcBorders>
            <w:vAlign w:val="center"/>
          </w:tcPr>
          <w:p w14:paraId="11E68C4D" w14:textId="45066F19" w:rsidR="001F1B92" w:rsidRPr="0059648E" w:rsidRDefault="001F1B92" w:rsidP="001D3755">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4A10F7B"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1DBD3A6" w14:textId="77777777" w:rsidR="001F1B92" w:rsidRPr="008A2E18" w:rsidRDefault="001F1B92"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29536BB6" w14:textId="77777777" w:rsidR="001F1B92" w:rsidRPr="00E21F58" w:rsidRDefault="001F1B92" w:rsidP="001F1B92">
            <w:pPr>
              <w:rPr>
                <w:rFonts w:ascii="Consolas" w:hAnsi="Consolas"/>
                <w:noProof/>
                <w:sz w:val="16"/>
                <w:szCs w:val="16"/>
                <w:lang w:eastAsia="de-DE"/>
              </w:rPr>
            </w:pPr>
            <w:r w:rsidRPr="006C731F">
              <w:rPr>
                <w:rFonts w:ascii="Consolas" w:hAnsi="Consolas"/>
                <w:noProof/>
                <w:sz w:val="16"/>
                <w:lang w:eastAsia="de-DE"/>
              </w:rPr>
              <w:t>&lt;asram:Ide</w:t>
            </w:r>
            <w:r>
              <w:rPr>
                <w:rFonts w:ascii="Consolas" w:hAnsi="Consolas"/>
                <w:noProof/>
                <w:sz w:val="16"/>
                <w:lang w:eastAsia="de-DE"/>
              </w:rPr>
              <w:t>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057E7E2"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67768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73A35EA"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F332E5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2984D13D" w14:textId="0514DFEE" w:rsidR="001F1B92" w:rsidRDefault="001F1B92" w:rsidP="001F1B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SupplierNumber</w:t>
            </w:r>
          </w:p>
        </w:tc>
      </w:tr>
      <w:tr w:rsidR="001F1B92" w:rsidRPr="007156A7" w14:paraId="73AB6687" w14:textId="77777777" w:rsidTr="000F731F">
        <w:trPr>
          <w:trHeight w:val="227"/>
        </w:trPr>
        <w:tc>
          <w:tcPr>
            <w:tcW w:w="946" w:type="dxa"/>
            <w:tcBorders>
              <w:top w:val="dotted" w:sz="4" w:space="0" w:color="000000"/>
              <w:left w:val="dotted" w:sz="4" w:space="0" w:color="000000"/>
              <w:bottom w:val="dotted" w:sz="4" w:space="0" w:color="000000"/>
            </w:tcBorders>
            <w:vAlign w:val="center"/>
          </w:tcPr>
          <w:p w14:paraId="7AF0BC34" w14:textId="61962539" w:rsidR="001F1B92" w:rsidRPr="001D3755" w:rsidRDefault="001D3755" w:rsidP="001F1B92">
            <w:pPr>
              <w:ind w:left="-103"/>
              <w:jc w:val="right"/>
              <w:rPr>
                <w:rFonts w:ascii="Consolas" w:hAnsi="Consolas"/>
                <w:b/>
                <w:noProof/>
                <w:sz w:val="16"/>
                <w:szCs w:val="16"/>
                <w:lang w:eastAsia="de-DE"/>
              </w:rPr>
            </w:pPr>
            <w:r w:rsidRPr="001D3755">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07109AF"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B8D3C8B" w14:textId="77777777" w:rsidR="001F1B92" w:rsidRPr="008A2E18" w:rsidRDefault="001F1B92"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44585C4A" w14:textId="77777777" w:rsidR="001F1B92" w:rsidRPr="00E21F58" w:rsidRDefault="001F1B92" w:rsidP="001F1B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CD96647"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B35766E" w14:textId="78B4A235"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D0D1C20" w14:textId="5CB62B46"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AFCBA04" w14:textId="36FA7A39" w:rsidR="001F1B92" w:rsidRPr="00A666F6" w:rsidRDefault="000F731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C78DC61" w14:textId="45559D66" w:rsidR="001F1B92" w:rsidRDefault="001F1B92" w:rsidP="001F1B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SupplierOrgName</w:t>
            </w:r>
          </w:p>
        </w:tc>
      </w:tr>
    </w:tbl>
    <w:p w14:paraId="46E86F4B" w14:textId="458D6EC7" w:rsidR="00C156C3" w:rsidRDefault="00C156C3"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A7B95" w:rsidRPr="000B55CC" w14:paraId="1E46F0B0" w14:textId="77777777" w:rsidTr="001F1B92">
        <w:trPr>
          <w:cantSplit/>
          <w:trHeight w:val="330"/>
          <w:tblHeader/>
        </w:trPr>
        <w:tc>
          <w:tcPr>
            <w:tcW w:w="644" w:type="pct"/>
            <w:tcBorders>
              <w:bottom w:val="single" w:sz="4" w:space="0" w:color="000000"/>
            </w:tcBorders>
            <w:shd w:val="clear" w:color="auto" w:fill="A6A6A6"/>
            <w:noWrap/>
            <w:vAlign w:val="center"/>
            <w:hideMark/>
          </w:tcPr>
          <w:p w14:paraId="007AF5BA" w14:textId="77777777" w:rsidR="00BA7B95" w:rsidRPr="005301E2" w:rsidRDefault="00BA7B95"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lastRenderedPageBreak/>
              <w:t>Keyword</w:t>
            </w:r>
          </w:p>
        </w:tc>
        <w:tc>
          <w:tcPr>
            <w:tcW w:w="1208" w:type="pct"/>
            <w:tcBorders>
              <w:bottom w:val="single" w:sz="4" w:space="0" w:color="000000"/>
            </w:tcBorders>
            <w:shd w:val="clear" w:color="auto" w:fill="A6A6A6"/>
            <w:noWrap/>
            <w:vAlign w:val="center"/>
            <w:hideMark/>
          </w:tcPr>
          <w:p w14:paraId="083195C6" w14:textId="77777777" w:rsidR="00BA7B95" w:rsidRPr="005301E2" w:rsidRDefault="00BA7B95" w:rsidP="001F1B92">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714B7F0E" w14:textId="77777777" w:rsidR="00BA7B95" w:rsidRPr="005301E2" w:rsidRDefault="00BA7B95"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8563548" w14:textId="77777777" w:rsidR="00BA7B95" w:rsidRPr="005301E2" w:rsidRDefault="00BA7B95"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BA7B95" w:rsidRPr="000B55CC" w14:paraId="6EEF59F9" w14:textId="77777777" w:rsidTr="001F1B92">
        <w:trPr>
          <w:cantSplit/>
          <w:trHeight w:val="580"/>
        </w:trPr>
        <w:tc>
          <w:tcPr>
            <w:tcW w:w="644" w:type="pct"/>
            <w:shd w:val="clear" w:color="auto" w:fill="auto"/>
            <w:noWrap/>
            <w:vAlign w:val="center"/>
          </w:tcPr>
          <w:p w14:paraId="66960443" w14:textId="26662EFD" w:rsidR="00BA7B95" w:rsidRDefault="00E0795F" w:rsidP="001F1B92">
            <w:pPr>
              <w:spacing w:line="240" w:lineRule="auto"/>
              <w:jc w:val="center"/>
              <w:rPr>
                <w:rFonts w:eastAsia="Times New Roman" w:cs="Arial"/>
                <w:sz w:val="16"/>
                <w:szCs w:val="20"/>
                <w:lang w:eastAsia="de-DE"/>
              </w:rPr>
            </w:pPr>
            <w:r>
              <w:rPr>
                <w:rFonts w:eastAsia="Times New Roman" w:cs="Arial"/>
                <w:sz w:val="16"/>
                <w:szCs w:val="20"/>
                <w:lang w:eastAsia="de-DE"/>
              </w:rPr>
              <w:t>CustomerOrgCode</w:t>
            </w:r>
          </w:p>
        </w:tc>
        <w:tc>
          <w:tcPr>
            <w:tcW w:w="1208" w:type="pct"/>
            <w:tcBorders>
              <w:top w:val="single" w:sz="4" w:space="0" w:color="000000"/>
              <w:bottom w:val="single" w:sz="4" w:space="0" w:color="000000"/>
            </w:tcBorders>
            <w:shd w:val="clear" w:color="auto" w:fill="auto"/>
            <w:noWrap/>
            <w:vAlign w:val="center"/>
          </w:tcPr>
          <w:p w14:paraId="242E5A34" w14:textId="675B9769" w:rsidR="00BA7B95" w:rsidRPr="00401D29" w:rsidRDefault="00A1664B" w:rsidP="001F1B9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AFR</w:t>
            </w:r>
          </w:p>
        </w:tc>
        <w:tc>
          <w:tcPr>
            <w:tcW w:w="1423" w:type="pct"/>
            <w:tcBorders>
              <w:top w:val="single" w:sz="4" w:space="0" w:color="000000"/>
              <w:bottom w:val="single" w:sz="4" w:space="0" w:color="000000"/>
            </w:tcBorders>
            <w:shd w:val="clear" w:color="auto" w:fill="auto"/>
            <w:vAlign w:val="center"/>
          </w:tcPr>
          <w:p w14:paraId="21474AE5" w14:textId="1556969D" w:rsidR="00BA7B95" w:rsidRPr="00046C29" w:rsidRDefault="00A1664B" w:rsidP="001F1B92">
            <w:pPr>
              <w:rPr>
                <w:rFonts w:eastAsia="Times New Roman" w:cs="Arial"/>
                <w:sz w:val="16"/>
                <w:szCs w:val="20"/>
                <w:lang w:eastAsia="de-DE"/>
              </w:rPr>
            </w:pPr>
            <w:r>
              <w:rPr>
                <w:rFonts w:eastAsia="Times New Roman" w:cs="Arial"/>
                <w:sz w:val="16"/>
                <w:szCs w:val="20"/>
                <w:lang w:eastAsia="de-DE"/>
              </w:rPr>
              <w:t>Short name of the customer organization.</w:t>
            </w:r>
          </w:p>
        </w:tc>
        <w:tc>
          <w:tcPr>
            <w:tcW w:w="1725" w:type="pct"/>
            <w:shd w:val="clear" w:color="auto" w:fill="auto"/>
            <w:vAlign w:val="center"/>
          </w:tcPr>
          <w:p w14:paraId="4710EA0A" w14:textId="50F11BE3" w:rsidR="00BA7B95" w:rsidRPr="00046C29" w:rsidRDefault="008740C4" w:rsidP="001F1B92">
            <w:pPr>
              <w:spacing w:line="240" w:lineRule="auto"/>
              <w:rPr>
                <w:rFonts w:eastAsia="Times New Roman" w:cs="Arial"/>
                <w:sz w:val="16"/>
                <w:szCs w:val="20"/>
                <w:lang w:eastAsia="de-DE"/>
              </w:rPr>
            </w:pPr>
            <w:r w:rsidRPr="008740C4">
              <w:rPr>
                <w:rFonts w:eastAsia="Times New Roman" w:cs="Arial"/>
                <w:sz w:val="16"/>
                <w:szCs w:val="20"/>
                <w:lang w:eastAsia="de-DE"/>
              </w:rPr>
              <w:t>/as:CI_DemandForecastResponse/as:CISDRSupplyChainTradeTransaction/asram:ApplicableCISSupplyChainTradeAgreement/asram:BuyerCITradeParty/asram:IdentificationIdentifier</w:t>
            </w:r>
          </w:p>
        </w:tc>
      </w:tr>
      <w:tr w:rsidR="00BA7B95" w:rsidRPr="000B55CC" w14:paraId="0A405032" w14:textId="77777777" w:rsidTr="001F1B92">
        <w:trPr>
          <w:cantSplit/>
          <w:trHeight w:val="580"/>
        </w:trPr>
        <w:tc>
          <w:tcPr>
            <w:tcW w:w="644" w:type="pct"/>
            <w:shd w:val="clear" w:color="auto" w:fill="auto"/>
            <w:noWrap/>
            <w:vAlign w:val="center"/>
          </w:tcPr>
          <w:p w14:paraId="6F5B8536" w14:textId="403FB236" w:rsidR="00BA7B95" w:rsidRDefault="00E0795F" w:rsidP="001F1B92">
            <w:pPr>
              <w:spacing w:line="240" w:lineRule="auto"/>
              <w:jc w:val="center"/>
              <w:rPr>
                <w:rFonts w:eastAsia="Times New Roman" w:cs="Arial"/>
                <w:sz w:val="16"/>
                <w:szCs w:val="20"/>
                <w:lang w:eastAsia="de-DE"/>
              </w:rPr>
            </w:pPr>
            <w:r>
              <w:rPr>
                <w:rFonts w:eastAsia="Times New Roman" w:cs="Arial"/>
                <w:sz w:val="16"/>
                <w:szCs w:val="20"/>
                <w:lang w:eastAsia="de-DE"/>
              </w:rPr>
              <w:t>CustomerOrgName</w:t>
            </w:r>
          </w:p>
        </w:tc>
        <w:tc>
          <w:tcPr>
            <w:tcW w:w="1208" w:type="pct"/>
            <w:tcBorders>
              <w:top w:val="single" w:sz="4" w:space="0" w:color="000000"/>
              <w:bottom w:val="single" w:sz="4" w:space="0" w:color="000000"/>
            </w:tcBorders>
            <w:shd w:val="clear" w:color="auto" w:fill="auto"/>
            <w:noWrap/>
            <w:vAlign w:val="center"/>
          </w:tcPr>
          <w:p w14:paraId="25126E37" w14:textId="3289C63A" w:rsidR="00BA7B95" w:rsidRPr="00401D29" w:rsidRDefault="00A1664B" w:rsidP="001F1B9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PD_Airbus France LE</w:t>
            </w:r>
          </w:p>
        </w:tc>
        <w:tc>
          <w:tcPr>
            <w:tcW w:w="1423" w:type="pct"/>
            <w:tcBorders>
              <w:top w:val="single" w:sz="4" w:space="0" w:color="000000"/>
              <w:bottom w:val="single" w:sz="4" w:space="0" w:color="000000"/>
            </w:tcBorders>
            <w:shd w:val="clear" w:color="auto" w:fill="auto"/>
            <w:vAlign w:val="center"/>
          </w:tcPr>
          <w:p w14:paraId="4F1B08B9" w14:textId="63613127" w:rsidR="00BA7B95" w:rsidRPr="00046C29" w:rsidRDefault="00A1664B" w:rsidP="001F1B92">
            <w:pPr>
              <w:rPr>
                <w:rFonts w:eastAsia="Times New Roman" w:cs="Arial"/>
                <w:sz w:val="16"/>
                <w:szCs w:val="20"/>
                <w:lang w:eastAsia="de-DE"/>
              </w:rPr>
            </w:pPr>
            <w:r>
              <w:rPr>
                <w:rFonts w:eastAsia="Times New Roman" w:cs="Arial"/>
                <w:sz w:val="16"/>
                <w:szCs w:val="20"/>
                <w:lang w:eastAsia="de-DE"/>
              </w:rPr>
              <w:t>Defines the organizational unit of the customer.</w:t>
            </w:r>
          </w:p>
        </w:tc>
        <w:tc>
          <w:tcPr>
            <w:tcW w:w="1725" w:type="pct"/>
            <w:shd w:val="clear" w:color="auto" w:fill="auto"/>
            <w:vAlign w:val="center"/>
          </w:tcPr>
          <w:p w14:paraId="5B2A8BC1" w14:textId="6FC480B7" w:rsidR="00BA7B95" w:rsidRPr="00046C29" w:rsidRDefault="008740C4" w:rsidP="001F1B92">
            <w:pPr>
              <w:spacing w:line="240" w:lineRule="auto"/>
              <w:rPr>
                <w:rFonts w:eastAsia="Times New Roman" w:cs="Arial"/>
                <w:sz w:val="16"/>
                <w:szCs w:val="20"/>
                <w:lang w:eastAsia="de-DE"/>
              </w:rPr>
            </w:pPr>
            <w:r w:rsidRPr="008740C4">
              <w:rPr>
                <w:rFonts w:eastAsia="Times New Roman" w:cs="Arial"/>
                <w:sz w:val="16"/>
                <w:szCs w:val="20"/>
                <w:lang w:eastAsia="de-DE"/>
              </w:rPr>
              <w:t>/as:CI_DemandForecastResponse/as:CISDRSupplyChainTradeTransaction/asram:ApplicableCISSupplyChainTradeAgreement/asram:BuyerCITradeParty/asram:NameText</w:t>
            </w:r>
          </w:p>
        </w:tc>
      </w:tr>
      <w:tr w:rsidR="00A1664B" w:rsidRPr="000B55CC" w14:paraId="4B422EF0" w14:textId="77777777" w:rsidTr="001F1B92">
        <w:trPr>
          <w:cantSplit/>
          <w:trHeight w:val="580"/>
        </w:trPr>
        <w:tc>
          <w:tcPr>
            <w:tcW w:w="644" w:type="pct"/>
            <w:shd w:val="clear" w:color="auto" w:fill="auto"/>
            <w:noWrap/>
            <w:vAlign w:val="center"/>
          </w:tcPr>
          <w:p w14:paraId="605142E9" w14:textId="5CF98C1B" w:rsidR="00A1664B" w:rsidRDefault="00A1664B" w:rsidP="00A1664B">
            <w:pPr>
              <w:spacing w:line="240" w:lineRule="auto"/>
              <w:jc w:val="center"/>
              <w:rPr>
                <w:rFonts w:eastAsia="Times New Roman" w:cs="Arial"/>
                <w:sz w:val="16"/>
                <w:szCs w:val="20"/>
                <w:lang w:eastAsia="de-DE"/>
              </w:rPr>
            </w:pPr>
            <w:r>
              <w:rPr>
                <w:rFonts w:eastAsia="Times New Roman" w:cs="Arial"/>
                <w:sz w:val="16"/>
                <w:szCs w:val="20"/>
                <w:lang w:eastAsia="de-DE"/>
              </w:rPr>
              <w:t>CustomerGroupCode</w:t>
            </w:r>
          </w:p>
        </w:tc>
        <w:tc>
          <w:tcPr>
            <w:tcW w:w="1208" w:type="pct"/>
            <w:tcBorders>
              <w:top w:val="single" w:sz="4" w:space="0" w:color="000000"/>
              <w:bottom w:val="single" w:sz="4" w:space="0" w:color="000000"/>
            </w:tcBorders>
            <w:shd w:val="clear" w:color="auto" w:fill="auto"/>
            <w:noWrap/>
            <w:vAlign w:val="center"/>
          </w:tcPr>
          <w:p w14:paraId="2880E00E" w14:textId="78BC19BF" w:rsidR="00A1664B" w:rsidRPr="00401D29" w:rsidRDefault="00A1664B" w:rsidP="00A166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AIRB</w:t>
            </w:r>
          </w:p>
        </w:tc>
        <w:tc>
          <w:tcPr>
            <w:tcW w:w="1423" w:type="pct"/>
            <w:tcBorders>
              <w:top w:val="single" w:sz="4" w:space="0" w:color="000000"/>
              <w:bottom w:val="single" w:sz="4" w:space="0" w:color="000000"/>
            </w:tcBorders>
            <w:shd w:val="clear" w:color="auto" w:fill="auto"/>
            <w:vAlign w:val="center"/>
          </w:tcPr>
          <w:p w14:paraId="3EAE61BC" w14:textId="37876215" w:rsidR="00A1664B" w:rsidRPr="00DC4289" w:rsidRDefault="00596133" w:rsidP="00A1664B">
            <w:pPr>
              <w:spacing w:line="240" w:lineRule="auto"/>
              <w:rPr>
                <w:sz w:val="16"/>
                <w:lang w:eastAsia="de-DE"/>
              </w:rPr>
            </w:pPr>
            <w:r>
              <w:rPr>
                <w:sz w:val="16"/>
                <w:lang w:eastAsia="de-DE"/>
              </w:rPr>
              <w:t>Buyer</w:t>
            </w:r>
            <w:r w:rsidR="00A1664B" w:rsidRPr="00DC4289">
              <w:rPr>
                <w:sz w:val="16"/>
                <w:lang w:eastAsia="de-DE"/>
              </w:rPr>
              <w:t xml:space="preserve"> Corporate Group </w:t>
            </w:r>
            <w:r w:rsidR="00A1664B">
              <w:rPr>
                <w:sz w:val="16"/>
                <w:lang w:eastAsia="de-DE"/>
              </w:rPr>
              <w:t>Code,</w:t>
            </w:r>
          </w:p>
          <w:p w14:paraId="732032C7" w14:textId="60340C1D" w:rsidR="00A1664B" w:rsidRPr="00046C29" w:rsidRDefault="00A1664B" w:rsidP="00A1664B">
            <w:pPr>
              <w:rPr>
                <w:rFonts w:eastAsia="Times New Roman" w:cs="Arial"/>
                <w:sz w:val="16"/>
                <w:szCs w:val="20"/>
                <w:lang w:eastAsia="de-DE"/>
              </w:rPr>
            </w:pPr>
            <w:r>
              <w:rPr>
                <w:sz w:val="16"/>
                <w:lang w:eastAsia="de-DE"/>
              </w:rPr>
              <w:t xml:space="preserve">e.g. </w:t>
            </w:r>
            <w:r w:rsidRPr="000B7623">
              <w:rPr>
                <w:b/>
                <w:sz w:val="16"/>
                <w:lang w:eastAsia="de-DE"/>
              </w:rPr>
              <w:t>IAIR</w:t>
            </w:r>
            <w:r>
              <w:rPr>
                <w:sz w:val="16"/>
                <w:lang w:eastAsia="de-DE"/>
              </w:rPr>
              <w:t xml:space="preserve"> for Airbus SAS, </w:t>
            </w:r>
            <w:r w:rsidRPr="000B7623">
              <w:rPr>
                <w:b/>
                <w:sz w:val="16"/>
                <w:lang w:eastAsia="de-DE"/>
              </w:rPr>
              <w:t>EUROC</w:t>
            </w:r>
            <w:r>
              <w:rPr>
                <w:sz w:val="16"/>
                <w:lang w:eastAsia="de-DE"/>
              </w:rPr>
              <w:t xml:space="preserve"> for Airbus Helicopters, </w:t>
            </w:r>
            <w:r w:rsidRPr="000B7623">
              <w:rPr>
                <w:b/>
                <w:sz w:val="16"/>
                <w:lang w:eastAsia="de-DE"/>
              </w:rPr>
              <w:t>PAG</w:t>
            </w:r>
            <w:r>
              <w:rPr>
                <w:sz w:val="16"/>
                <w:lang w:eastAsia="de-DE"/>
              </w:rPr>
              <w:t xml:space="preserve"> for Permium Aerotec etc.</w:t>
            </w:r>
          </w:p>
        </w:tc>
        <w:tc>
          <w:tcPr>
            <w:tcW w:w="1725" w:type="pct"/>
            <w:shd w:val="clear" w:color="auto" w:fill="auto"/>
            <w:vAlign w:val="center"/>
          </w:tcPr>
          <w:p w14:paraId="3548F740" w14:textId="11D10FBE" w:rsidR="00A1664B" w:rsidRPr="00046C29" w:rsidRDefault="008740C4" w:rsidP="00A1664B">
            <w:pPr>
              <w:spacing w:line="240" w:lineRule="auto"/>
              <w:rPr>
                <w:rFonts w:eastAsia="Times New Roman" w:cs="Arial"/>
                <w:sz w:val="16"/>
                <w:szCs w:val="20"/>
                <w:lang w:eastAsia="de-DE"/>
              </w:rPr>
            </w:pPr>
            <w:r w:rsidRPr="008740C4">
              <w:rPr>
                <w:rFonts w:eastAsia="Times New Roman" w:cs="Arial"/>
                <w:sz w:val="16"/>
                <w:szCs w:val="20"/>
                <w:lang w:eastAsia="de-DE"/>
              </w:rPr>
              <w:t>/as:CI_DemandForecastResponse/as:CISDRSupplyChainTradeTransaction/asram:ApplicableCISSupplyChainTradeAgreement/asram:BuyerCITradeParty/asram:SpecifiedCILegalOrganization/asram:IdentificationIdentifier</w:t>
            </w:r>
          </w:p>
        </w:tc>
      </w:tr>
      <w:tr w:rsidR="00A1664B" w:rsidRPr="000B55CC" w14:paraId="2FD5587C" w14:textId="77777777" w:rsidTr="001F1B92">
        <w:trPr>
          <w:cantSplit/>
          <w:trHeight w:val="580"/>
        </w:trPr>
        <w:tc>
          <w:tcPr>
            <w:tcW w:w="644" w:type="pct"/>
            <w:shd w:val="clear" w:color="auto" w:fill="auto"/>
            <w:noWrap/>
            <w:vAlign w:val="center"/>
          </w:tcPr>
          <w:p w14:paraId="450F7B1D" w14:textId="7E3DD167" w:rsidR="00A1664B" w:rsidRDefault="00A1664B" w:rsidP="00A1664B">
            <w:pPr>
              <w:spacing w:line="240" w:lineRule="auto"/>
              <w:jc w:val="center"/>
              <w:rPr>
                <w:rFonts w:eastAsia="Times New Roman" w:cs="Arial"/>
                <w:sz w:val="16"/>
                <w:szCs w:val="20"/>
                <w:lang w:eastAsia="de-DE"/>
              </w:rPr>
            </w:pPr>
            <w:r>
              <w:rPr>
                <w:rFonts w:eastAsia="Times New Roman" w:cs="Arial"/>
                <w:sz w:val="16"/>
                <w:szCs w:val="20"/>
                <w:lang w:eastAsia="de-DE"/>
              </w:rPr>
              <w:t>CustomerGroupName</w:t>
            </w:r>
          </w:p>
        </w:tc>
        <w:tc>
          <w:tcPr>
            <w:tcW w:w="1208" w:type="pct"/>
            <w:tcBorders>
              <w:top w:val="single" w:sz="4" w:space="0" w:color="000000"/>
              <w:bottom w:val="single" w:sz="4" w:space="0" w:color="000000"/>
            </w:tcBorders>
            <w:shd w:val="clear" w:color="auto" w:fill="auto"/>
            <w:noWrap/>
            <w:vAlign w:val="center"/>
          </w:tcPr>
          <w:p w14:paraId="7DF2DDC6" w14:textId="07136B28" w:rsidR="00A1664B" w:rsidRPr="00401D29" w:rsidRDefault="00A1664B" w:rsidP="00A166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PD_AIRBUS</w:t>
            </w:r>
          </w:p>
        </w:tc>
        <w:tc>
          <w:tcPr>
            <w:tcW w:w="1423" w:type="pct"/>
            <w:tcBorders>
              <w:top w:val="single" w:sz="4" w:space="0" w:color="000000"/>
              <w:bottom w:val="single" w:sz="4" w:space="0" w:color="000000"/>
            </w:tcBorders>
            <w:shd w:val="clear" w:color="auto" w:fill="auto"/>
            <w:vAlign w:val="center"/>
          </w:tcPr>
          <w:p w14:paraId="6932F7C1" w14:textId="4FD7C1DC" w:rsidR="00A1664B" w:rsidRPr="00046C29" w:rsidRDefault="00A1664B" w:rsidP="00A1664B">
            <w:pPr>
              <w:rPr>
                <w:rFonts w:eastAsia="Times New Roman" w:cs="Arial"/>
                <w:sz w:val="16"/>
                <w:szCs w:val="20"/>
                <w:lang w:eastAsia="de-DE"/>
              </w:rPr>
            </w:pPr>
            <w:r>
              <w:rPr>
                <w:rFonts w:eastAsia="Times New Roman" w:cs="Arial"/>
                <w:sz w:val="16"/>
                <w:szCs w:val="20"/>
                <w:lang w:eastAsia="de-DE"/>
              </w:rPr>
              <w:t>The top level name of the customer.</w:t>
            </w:r>
          </w:p>
        </w:tc>
        <w:tc>
          <w:tcPr>
            <w:tcW w:w="1725" w:type="pct"/>
            <w:shd w:val="clear" w:color="auto" w:fill="auto"/>
            <w:vAlign w:val="center"/>
          </w:tcPr>
          <w:p w14:paraId="635786A5" w14:textId="6A2A9760" w:rsidR="00A1664B" w:rsidRPr="00046C29" w:rsidRDefault="008740C4" w:rsidP="00A1664B">
            <w:pPr>
              <w:spacing w:line="240" w:lineRule="auto"/>
              <w:rPr>
                <w:rFonts w:eastAsia="Times New Roman" w:cs="Arial"/>
                <w:sz w:val="16"/>
                <w:szCs w:val="20"/>
                <w:lang w:eastAsia="de-DE"/>
              </w:rPr>
            </w:pPr>
            <w:r w:rsidRPr="008740C4">
              <w:rPr>
                <w:rFonts w:eastAsia="Times New Roman" w:cs="Arial"/>
                <w:sz w:val="16"/>
                <w:szCs w:val="20"/>
                <w:lang w:eastAsia="de-DE"/>
              </w:rPr>
              <w:t>/as:CI_DemandForecastResponse/as:CISDRSupplyChainTradeTransaction/asram:ApplicableCISSupplyChainTradeAgreement/asram:BuyerCITradeParty/asram:SpecifiedCILegalOrganization/asram:NameText</w:t>
            </w:r>
          </w:p>
        </w:tc>
      </w:tr>
      <w:tr w:rsidR="00A1664B" w:rsidRPr="000B55CC" w14:paraId="6CFD5E05" w14:textId="77777777" w:rsidTr="001F1B92">
        <w:trPr>
          <w:cantSplit/>
          <w:trHeight w:val="580"/>
        </w:trPr>
        <w:tc>
          <w:tcPr>
            <w:tcW w:w="644" w:type="pct"/>
            <w:shd w:val="clear" w:color="auto" w:fill="auto"/>
            <w:noWrap/>
            <w:vAlign w:val="center"/>
          </w:tcPr>
          <w:p w14:paraId="407F17A3" w14:textId="2EBE173A" w:rsidR="00A1664B" w:rsidRDefault="00A1664B" w:rsidP="00A1664B">
            <w:pPr>
              <w:spacing w:line="240" w:lineRule="auto"/>
              <w:jc w:val="center"/>
              <w:rPr>
                <w:rFonts w:eastAsia="Times New Roman" w:cs="Arial"/>
                <w:sz w:val="16"/>
                <w:szCs w:val="20"/>
                <w:lang w:eastAsia="de-DE"/>
              </w:rPr>
            </w:pPr>
            <w:r>
              <w:rPr>
                <w:rFonts w:eastAsia="Times New Roman" w:cs="Arial"/>
                <w:sz w:val="16"/>
                <w:szCs w:val="20"/>
                <w:lang w:eastAsia="de-DE"/>
              </w:rPr>
              <w:t>SupplierNumber</w:t>
            </w:r>
          </w:p>
        </w:tc>
        <w:tc>
          <w:tcPr>
            <w:tcW w:w="1208" w:type="pct"/>
            <w:tcBorders>
              <w:top w:val="single" w:sz="4" w:space="0" w:color="000000"/>
              <w:bottom w:val="single" w:sz="4" w:space="0" w:color="000000"/>
            </w:tcBorders>
            <w:shd w:val="clear" w:color="auto" w:fill="auto"/>
            <w:noWrap/>
            <w:vAlign w:val="center"/>
          </w:tcPr>
          <w:p w14:paraId="66BAB0E3" w14:textId="7D4DF2E3" w:rsidR="00A1664B" w:rsidRPr="00401D29" w:rsidRDefault="00A1664B" w:rsidP="00A166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807317</w:t>
            </w:r>
          </w:p>
        </w:tc>
        <w:tc>
          <w:tcPr>
            <w:tcW w:w="1423" w:type="pct"/>
            <w:tcBorders>
              <w:top w:val="single" w:sz="4" w:space="0" w:color="000000"/>
              <w:bottom w:val="single" w:sz="4" w:space="0" w:color="000000"/>
            </w:tcBorders>
            <w:shd w:val="clear" w:color="auto" w:fill="auto"/>
            <w:vAlign w:val="center"/>
          </w:tcPr>
          <w:p w14:paraId="2320EB27" w14:textId="35DC0671" w:rsidR="00A1664B" w:rsidRPr="00046C29" w:rsidRDefault="009C28A3" w:rsidP="00A1664B">
            <w:pPr>
              <w:rPr>
                <w:rFonts w:eastAsia="Times New Roman" w:cs="Arial"/>
                <w:sz w:val="16"/>
                <w:szCs w:val="20"/>
                <w:lang w:eastAsia="de-DE"/>
              </w:rPr>
            </w:pPr>
            <w:r>
              <w:rPr>
                <w:sz w:val="16"/>
                <w:lang w:eastAsia="de-DE"/>
              </w:rPr>
              <w:t xml:space="preserve">Defines the supplier </w:t>
            </w:r>
            <w:r w:rsidR="00596133" w:rsidRPr="006309FD">
              <w:rPr>
                <w:sz w:val="16"/>
                <w:lang w:eastAsia="de-DE"/>
              </w:rPr>
              <w:t>number assigned by the customer. This ID is a key for response messages and identifies the supplier within AirSupply and all corresponding messages.</w:t>
            </w:r>
          </w:p>
        </w:tc>
        <w:tc>
          <w:tcPr>
            <w:tcW w:w="1725" w:type="pct"/>
            <w:shd w:val="clear" w:color="auto" w:fill="auto"/>
            <w:vAlign w:val="center"/>
          </w:tcPr>
          <w:p w14:paraId="40EA0638" w14:textId="10EB2DF1" w:rsidR="00A1664B" w:rsidRPr="00046C29" w:rsidRDefault="008740C4" w:rsidP="00A1664B">
            <w:pPr>
              <w:spacing w:line="240" w:lineRule="auto"/>
              <w:rPr>
                <w:rFonts w:eastAsia="Times New Roman" w:cs="Arial"/>
                <w:sz w:val="16"/>
                <w:szCs w:val="20"/>
                <w:lang w:eastAsia="de-DE"/>
              </w:rPr>
            </w:pPr>
            <w:r w:rsidRPr="008740C4">
              <w:rPr>
                <w:rFonts w:eastAsia="Times New Roman" w:cs="Arial"/>
                <w:sz w:val="16"/>
                <w:szCs w:val="20"/>
                <w:lang w:eastAsia="de-DE"/>
              </w:rPr>
              <w:t>/as:CI_DemandForecastResponse/as:CISDRSupplyChainTradeTransaction/asram:ApplicableCISSupplyChainTradeAgreement/asram:SellerCITradeParty/asram:IdentificationIdentifier</w:t>
            </w:r>
          </w:p>
        </w:tc>
      </w:tr>
      <w:tr w:rsidR="00A1664B" w:rsidRPr="000B55CC" w14:paraId="2DFDB5F3" w14:textId="77777777" w:rsidTr="001F1B92">
        <w:trPr>
          <w:cantSplit/>
          <w:trHeight w:val="580"/>
        </w:trPr>
        <w:tc>
          <w:tcPr>
            <w:tcW w:w="644" w:type="pct"/>
            <w:shd w:val="clear" w:color="auto" w:fill="auto"/>
            <w:noWrap/>
            <w:vAlign w:val="center"/>
          </w:tcPr>
          <w:p w14:paraId="09C9F86F" w14:textId="1EA836D4" w:rsidR="00A1664B" w:rsidRDefault="00A1664B" w:rsidP="00A1664B">
            <w:pPr>
              <w:spacing w:line="240" w:lineRule="auto"/>
              <w:jc w:val="center"/>
              <w:rPr>
                <w:rFonts w:eastAsia="Times New Roman" w:cs="Arial"/>
                <w:sz w:val="16"/>
                <w:szCs w:val="20"/>
                <w:lang w:eastAsia="de-DE"/>
              </w:rPr>
            </w:pPr>
            <w:r>
              <w:rPr>
                <w:rFonts w:eastAsia="Times New Roman" w:cs="Arial"/>
                <w:sz w:val="16"/>
                <w:szCs w:val="20"/>
                <w:lang w:eastAsia="de-DE"/>
              </w:rPr>
              <w:t>SupplierOrgName</w:t>
            </w:r>
          </w:p>
        </w:tc>
        <w:tc>
          <w:tcPr>
            <w:tcW w:w="1208" w:type="pct"/>
            <w:tcBorders>
              <w:top w:val="single" w:sz="4" w:space="0" w:color="000000"/>
              <w:bottom w:val="single" w:sz="4" w:space="0" w:color="000000"/>
            </w:tcBorders>
            <w:shd w:val="clear" w:color="auto" w:fill="auto"/>
            <w:noWrap/>
            <w:vAlign w:val="center"/>
          </w:tcPr>
          <w:p w14:paraId="244C66E9" w14:textId="106B4DA2" w:rsidR="00A1664B" w:rsidRPr="00401D29" w:rsidRDefault="00A1664B" w:rsidP="00A166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HONEY</w:t>
            </w:r>
          </w:p>
        </w:tc>
        <w:tc>
          <w:tcPr>
            <w:tcW w:w="1423" w:type="pct"/>
            <w:tcBorders>
              <w:top w:val="single" w:sz="4" w:space="0" w:color="000000"/>
              <w:bottom w:val="single" w:sz="4" w:space="0" w:color="000000"/>
            </w:tcBorders>
            <w:shd w:val="clear" w:color="auto" w:fill="auto"/>
            <w:vAlign w:val="center"/>
          </w:tcPr>
          <w:p w14:paraId="2214AF0B" w14:textId="3721B74E" w:rsidR="00A1664B" w:rsidRPr="00046C29" w:rsidRDefault="00596133" w:rsidP="00A1664B">
            <w:pPr>
              <w:rPr>
                <w:rFonts w:eastAsia="Times New Roman" w:cs="Arial"/>
                <w:sz w:val="16"/>
                <w:szCs w:val="20"/>
                <w:lang w:eastAsia="de-DE"/>
              </w:rPr>
            </w:pPr>
            <w:r>
              <w:rPr>
                <w:rFonts w:eastAsia="Times New Roman" w:cs="Arial"/>
                <w:sz w:val="16"/>
                <w:szCs w:val="20"/>
                <w:lang w:eastAsia="de-DE"/>
              </w:rPr>
              <w:t>Defines the organizational unit of the supplier.</w:t>
            </w:r>
          </w:p>
        </w:tc>
        <w:tc>
          <w:tcPr>
            <w:tcW w:w="1725" w:type="pct"/>
            <w:shd w:val="clear" w:color="auto" w:fill="auto"/>
            <w:vAlign w:val="center"/>
          </w:tcPr>
          <w:p w14:paraId="0E8C0DE5" w14:textId="50C75263" w:rsidR="00A1664B" w:rsidRPr="00046C29" w:rsidRDefault="008740C4" w:rsidP="00A1664B">
            <w:pPr>
              <w:spacing w:line="240" w:lineRule="auto"/>
              <w:rPr>
                <w:rFonts w:eastAsia="Times New Roman" w:cs="Arial"/>
                <w:sz w:val="16"/>
                <w:szCs w:val="20"/>
                <w:lang w:eastAsia="de-DE"/>
              </w:rPr>
            </w:pPr>
            <w:r w:rsidRPr="008740C4">
              <w:rPr>
                <w:rFonts w:eastAsia="Times New Roman" w:cs="Arial"/>
                <w:sz w:val="16"/>
                <w:szCs w:val="20"/>
                <w:lang w:eastAsia="de-DE"/>
              </w:rPr>
              <w:t>/as:CI_DemandForecastResponse/as:CISDRSupplyChainTradeTransaction/asram:ApplicableCISSupplyChainTradeAgreement/asram:SellerCITradeParty/asram:NameText</w:t>
            </w:r>
          </w:p>
        </w:tc>
      </w:tr>
    </w:tbl>
    <w:p w14:paraId="46E87092" w14:textId="5F7032CB" w:rsidR="00437BE9" w:rsidRPr="001B48B1" w:rsidRDefault="0027203D" w:rsidP="00B178ED">
      <w:pPr>
        <w:pStyle w:val="berschrift2"/>
        <w:numPr>
          <w:ilvl w:val="1"/>
          <w:numId w:val="3"/>
        </w:numPr>
      </w:pPr>
      <w:bookmarkStart w:id="46" w:name="_asram:_ContractReferencedCIReferenc"/>
      <w:bookmarkStart w:id="47" w:name="_asram:BuyerCITradeParty"/>
      <w:bookmarkStart w:id="48" w:name="_asram:IncludedCISDFLSupplyChainTrad"/>
      <w:bookmarkStart w:id="49" w:name="_Toc492388067"/>
      <w:bookmarkStart w:id="50" w:name="_Toc492907180"/>
      <w:bookmarkEnd w:id="46"/>
      <w:bookmarkEnd w:id="47"/>
      <w:bookmarkEnd w:id="48"/>
      <w:r>
        <w:t>a</w:t>
      </w:r>
      <w:r w:rsidR="00B63FBB">
        <w:t>sram:IncludedCISDR</w:t>
      </w:r>
      <w:r w:rsidR="00437BE9" w:rsidRPr="001B48B1">
        <w:t>LSupplyChainTradeLineItem</w:t>
      </w:r>
      <w:bookmarkEnd w:id="49"/>
      <w:bookmarkEnd w:id="50"/>
    </w:p>
    <w:p w14:paraId="2754CEFE" w14:textId="1DB060A0" w:rsidR="0027203D" w:rsidRPr="006309FD" w:rsidRDefault="0027203D" w:rsidP="0027203D">
      <w:r w:rsidRPr="006309FD">
        <w:rPr>
          <w:b/>
        </w:rPr>
        <w:t>asram:Include</w:t>
      </w:r>
      <w:r>
        <w:rPr>
          <w:b/>
        </w:rPr>
        <w:t>dCISD</w:t>
      </w:r>
      <w:r w:rsidR="00B63FBB">
        <w:rPr>
          <w:b/>
        </w:rPr>
        <w:t>R</w:t>
      </w:r>
      <w:r>
        <w:rPr>
          <w:b/>
        </w:rPr>
        <w:t>LSupplyChainTradeLineItem</w:t>
      </w:r>
      <w:r w:rsidRPr="006309FD">
        <w:rPr>
          <w:b/>
        </w:rPr>
        <w:t xml:space="preserve"> </w:t>
      </w:r>
      <w:r w:rsidRPr="006309FD">
        <w:t>contains message information about the material data.</w:t>
      </w:r>
    </w:p>
    <w:p w14:paraId="46E87094" w14:textId="3EC4062E" w:rsidR="00981E3C" w:rsidRDefault="00981E3C" w:rsidP="009B0360"/>
    <w:tbl>
      <w:tblPr>
        <w:tblStyle w:val="Tabellenraster"/>
        <w:tblW w:w="14079" w:type="dxa"/>
        <w:tblLayout w:type="fixed"/>
        <w:tblLook w:val="04A0" w:firstRow="1" w:lastRow="0" w:firstColumn="1" w:lastColumn="0" w:noHBand="0" w:noVBand="1"/>
      </w:tblPr>
      <w:tblGrid>
        <w:gridCol w:w="946"/>
        <w:gridCol w:w="276"/>
        <w:gridCol w:w="281"/>
        <w:gridCol w:w="283"/>
        <w:gridCol w:w="283"/>
        <w:gridCol w:w="6097"/>
        <w:gridCol w:w="526"/>
        <w:gridCol w:w="1074"/>
        <w:gridCol w:w="536"/>
        <w:gridCol w:w="546"/>
        <w:gridCol w:w="3231"/>
      </w:tblGrid>
      <w:tr w:rsidR="00225C3F" w:rsidRPr="004F51C8" w14:paraId="693C9239" w14:textId="77777777" w:rsidTr="00FD0756">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33F7413" w14:textId="77777777" w:rsidR="00225C3F" w:rsidRPr="004F51C8" w:rsidRDefault="00225C3F" w:rsidP="00FD0756">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1454EEB9"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1956DF50"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4C1CB11"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09981E33"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2BCB47E5"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3091ECF7"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25C3F" w:rsidRPr="009D28F2" w14:paraId="7CEC910E" w14:textId="77777777" w:rsidTr="00FD0756">
        <w:trPr>
          <w:trHeight w:val="60"/>
        </w:trPr>
        <w:tc>
          <w:tcPr>
            <w:tcW w:w="946" w:type="dxa"/>
            <w:tcBorders>
              <w:top w:val="single" w:sz="12" w:space="0" w:color="auto"/>
              <w:left w:val="nil"/>
              <w:bottom w:val="dotted" w:sz="4" w:space="0" w:color="000000"/>
              <w:right w:val="nil"/>
            </w:tcBorders>
            <w:shd w:val="clear" w:color="auto" w:fill="auto"/>
            <w:vAlign w:val="center"/>
          </w:tcPr>
          <w:p w14:paraId="53C29462" w14:textId="77777777" w:rsidR="00225C3F" w:rsidRPr="009D28F2" w:rsidRDefault="00225C3F" w:rsidP="00FD0756">
            <w:pPr>
              <w:spacing w:line="240" w:lineRule="auto"/>
              <w:ind w:left="-103"/>
              <w:rPr>
                <w:rFonts w:eastAsia="Times New Roman" w:cs="Arial"/>
                <w:b/>
                <w:bCs/>
                <w:color w:val="000000"/>
                <w:sz w:val="8"/>
                <w:szCs w:val="20"/>
                <w:lang w:eastAsia="de-DE"/>
              </w:rPr>
            </w:pPr>
          </w:p>
        </w:tc>
        <w:tc>
          <w:tcPr>
            <w:tcW w:w="7220" w:type="dxa"/>
            <w:gridSpan w:val="5"/>
            <w:tcBorders>
              <w:top w:val="single" w:sz="12" w:space="0" w:color="auto"/>
              <w:left w:val="nil"/>
              <w:bottom w:val="single" w:sz="4" w:space="0" w:color="000000"/>
              <w:right w:val="nil"/>
            </w:tcBorders>
            <w:shd w:val="clear" w:color="auto" w:fill="auto"/>
            <w:vAlign w:val="center"/>
          </w:tcPr>
          <w:p w14:paraId="6AC36138" w14:textId="77777777" w:rsidR="00225C3F" w:rsidRPr="009D28F2" w:rsidRDefault="00225C3F" w:rsidP="00FD0756">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64759794" w14:textId="77777777" w:rsidR="00225C3F" w:rsidRPr="009D28F2" w:rsidRDefault="00225C3F" w:rsidP="00FD0756">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0E44FABC"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0753BC57"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26D185E"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E4CA1EC" w14:textId="77777777" w:rsidR="00225C3F" w:rsidRPr="009D28F2" w:rsidRDefault="00225C3F" w:rsidP="00FD0756">
            <w:pPr>
              <w:spacing w:line="240" w:lineRule="auto"/>
              <w:rPr>
                <w:rFonts w:eastAsia="Times New Roman" w:cs="Arial"/>
                <w:b/>
                <w:bCs/>
                <w:color w:val="000000"/>
                <w:sz w:val="8"/>
                <w:szCs w:val="20"/>
                <w:lang w:eastAsia="de-DE"/>
              </w:rPr>
            </w:pPr>
          </w:p>
        </w:tc>
      </w:tr>
      <w:tr w:rsidR="006B0B9B" w:rsidRPr="007156A7" w14:paraId="2F5DE0B4" w14:textId="77777777" w:rsidTr="00FD0756">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1A85BA61" w14:textId="04208654" w:rsidR="006B0B9B" w:rsidRPr="008A2E18" w:rsidRDefault="006B0B9B" w:rsidP="006B0B9B">
            <w:pPr>
              <w:ind w:left="-103"/>
              <w:jc w:val="right"/>
              <w:rPr>
                <w:rFonts w:ascii="Consolas" w:hAnsi="Consolas"/>
                <w:noProof/>
                <w:sz w:val="16"/>
                <w:szCs w:val="16"/>
                <w:lang w:eastAsia="de-DE"/>
              </w:rPr>
            </w:pPr>
            <w:r w:rsidRPr="0059648E">
              <w:rPr>
                <w:rFonts w:ascii="Consolas" w:hAnsi="Consolas"/>
                <w:b/>
                <w:noProof/>
                <w:color w:val="0070C0"/>
                <w:sz w:val="16"/>
                <w:szCs w:val="16"/>
                <w:lang w:eastAsia="de-DE"/>
              </w:rPr>
              <w:t>1</w:t>
            </w:r>
            <w:r>
              <w:rPr>
                <w:rFonts w:ascii="Consolas" w:hAnsi="Consolas"/>
                <w:b/>
                <w:noProof/>
                <w:color w:val="0070C0"/>
                <w:sz w:val="16"/>
                <w:szCs w:val="16"/>
                <w:lang w:eastAsia="de-DE"/>
              </w:rPr>
              <w:t>..*</w:t>
            </w:r>
          </w:p>
        </w:tc>
        <w:tc>
          <w:tcPr>
            <w:tcW w:w="7220" w:type="dxa"/>
            <w:gridSpan w:val="5"/>
            <w:tcBorders>
              <w:top w:val="single" w:sz="4" w:space="0" w:color="000000"/>
              <w:right w:val="single" w:sz="4" w:space="0" w:color="000000"/>
            </w:tcBorders>
            <w:shd w:val="clear" w:color="auto" w:fill="auto"/>
            <w:vAlign w:val="center"/>
          </w:tcPr>
          <w:p w14:paraId="174BCB1F" w14:textId="0624C21B" w:rsidR="006B0B9B" w:rsidRPr="008A2E18" w:rsidRDefault="006B0B9B" w:rsidP="00B63FBB">
            <w:pPr>
              <w:rPr>
                <w:rFonts w:ascii="Consolas" w:hAnsi="Consolas"/>
                <w:noProof/>
                <w:sz w:val="16"/>
                <w:szCs w:val="16"/>
                <w:lang w:eastAsia="de-DE"/>
              </w:rPr>
            </w:pPr>
            <w:r w:rsidRPr="002B1EEC">
              <w:rPr>
                <w:rFonts w:ascii="Consolas" w:hAnsi="Consolas"/>
                <w:noProof/>
                <w:sz w:val="16"/>
                <w:lang w:eastAsia="de-DE"/>
              </w:rPr>
              <w:t>&lt;asram:</w:t>
            </w:r>
            <w:r w:rsidRPr="00B35221">
              <w:rPr>
                <w:rFonts w:ascii="Consolas" w:hAnsi="Consolas"/>
                <w:noProof/>
                <w:sz w:val="16"/>
                <w:lang w:eastAsia="de-DE"/>
              </w:rPr>
              <w:t>Includ</w:t>
            </w:r>
            <w:r>
              <w:rPr>
                <w:rFonts w:ascii="Consolas" w:hAnsi="Consolas"/>
                <w:noProof/>
                <w:sz w:val="16"/>
                <w:lang w:eastAsia="de-DE"/>
              </w:rPr>
              <w:t>edCISD</w:t>
            </w:r>
            <w:r w:rsidR="00B63FBB">
              <w:rPr>
                <w:rFonts w:ascii="Consolas" w:hAnsi="Consolas"/>
                <w:noProof/>
                <w:sz w:val="16"/>
                <w:lang w:eastAsia="de-DE"/>
              </w:rPr>
              <w:t>R</w:t>
            </w:r>
            <w:r>
              <w:rPr>
                <w:rFonts w:ascii="Consolas" w:hAnsi="Consolas"/>
                <w:noProof/>
                <w:sz w:val="16"/>
                <w:lang w:eastAsia="de-DE"/>
              </w:rPr>
              <w:t>LSupplyChainTradeLineItem</w:t>
            </w:r>
            <w:r w:rsidRPr="002B1EE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51BC1A5C" w14:textId="77777777" w:rsidR="006B0B9B" w:rsidRPr="00E21F58" w:rsidRDefault="006B0B9B" w:rsidP="006B0B9B">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84C1ACE" w14:textId="77777777" w:rsidR="006B0B9B" w:rsidRPr="008A2E18" w:rsidRDefault="006B0B9B" w:rsidP="006B0B9B">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AAD3371" w14:textId="77777777" w:rsidR="006B0B9B" w:rsidRPr="008A2E18" w:rsidRDefault="006B0B9B" w:rsidP="006B0B9B">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19B5163" w14:textId="77777777" w:rsidR="006B0B9B" w:rsidRPr="008A2E18" w:rsidRDefault="006B0B9B" w:rsidP="006B0B9B">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E8E2CE9" w14:textId="77777777" w:rsidR="006B0B9B" w:rsidRPr="008A2E18" w:rsidRDefault="006B0B9B" w:rsidP="006B0B9B">
            <w:pPr>
              <w:rPr>
                <w:rFonts w:cs="Arial"/>
                <w:sz w:val="16"/>
                <w:szCs w:val="16"/>
                <w:lang w:val="de-DE" w:eastAsia="zh-TW"/>
              </w:rPr>
            </w:pPr>
          </w:p>
        </w:tc>
      </w:tr>
      <w:tr w:rsidR="00F53FE8" w:rsidRPr="007156A7" w14:paraId="07254A98" w14:textId="77777777" w:rsidTr="00FD0756">
        <w:trPr>
          <w:trHeight w:val="237"/>
        </w:trPr>
        <w:tc>
          <w:tcPr>
            <w:tcW w:w="946" w:type="dxa"/>
            <w:tcBorders>
              <w:top w:val="dotted" w:sz="4" w:space="0" w:color="000000"/>
              <w:left w:val="dotted" w:sz="4" w:space="0" w:color="000000"/>
              <w:bottom w:val="dotted" w:sz="4" w:space="0" w:color="000000"/>
            </w:tcBorders>
            <w:vAlign w:val="center"/>
          </w:tcPr>
          <w:p w14:paraId="3F822F2F" w14:textId="40B0D6DF" w:rsidR="00F53FE8" w:rsidRPr="0059648E" w:rsidRDefault="00F53FE8" w:rsidP="00F53FE8">
            <w:pPr>
              <w:ind w:left="-103"/>
              <w:jc w:val="right"/>
              <w:rPr>
                <w:rFonts w:ascii="Consolas" w:hAnsi="Consolas"/>
                <w:b/>
                <w:noProof/>
                <w:color w:val="0070C0"/>
                <w:sz w:val="16"/>
                <w:szCs w:val="16"/>
                <w:lang w:eastAsia="de-DE"/>
              </w:rPr>
            </w:pP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0058F718" w14:textId="77777777" w:rsidR="00F53FE8" w:rsidRPr="008A2E18" w:rsidRDefault="00F53FE8" w:rsidP="00F53FE8">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700BFF1A" w14:textId="4105AB7D" w:rsidR="00F53FE8" w:rsidRPr="007E6470" w:rsidRDefault="00F53FE8" w:rsidP="00F53FE8">
            <w:pPr>
              <w:rPr>
                <w:rFonts w:ascii="Consolas" w:hAnsi="Consolas"/>
                <w:noProof/>
                <w:sz w:val="16"/>
                <w:lang w:eastAsia="de-DE"/>
              </w:rPr>
            </w:pPr>
            <w:r w:rsidRPr="00B35221">
              <w:rPr>
                <w:rFonts w:ascii="Consolas" w:hAnsi="Consolas"/>
                <w:noProof/>
                <w:sz w:val="16"/>
                <w:lang w:eastAsia="de-DE"/>
              </w:rPr>
              <w:t>&lt;asram:AssociatedCIDocumentLineDocument&gt;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4668CF" w14:textId="77777777" w:rsidR="00F53FE8" w:rsidRPr="00345692" w:rsidRDefault="00F53FE8" w:rsidP="00F53FE8">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32F7F55" w14:textId="77777777" w:rsidR="00F53FE8" w:rsidRPr="00345692" w:rsidRDefault="00F53FE8" w:rsidP="00F53FE8">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03480D9" w14:textId="77777777" w:rsidR="00F53FE8" w:rsidRPr="00345692" w:rsidRDefault="00F53FE8" w:rsidP="00F53FE8">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93FDBAE" w14:textId="77777777" w:rsidR="00F53FE8" w:rsidRPr="00345692" w:rsidRDefault="00F53FE8" w:rsidP="00F53FE8">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1DB5A54" w14:textId="77777777" w:rsidR="00F53FE8" w:rsidRPr="008A2E18" w:rsidRDefault="00F53FE8" w:rsidP="00F53FE8">
            <w:pPr>
              <w:autoSpaceDE w:val="0"/>
              <w:autoSpaceDN w:val="0"/>
              <w:adjustRightInd w:val="0"/>
              <w:spacing w:line="240" w:lineRule="auto"/>
              <w:rPr>
                <w:rFonts w:cs="Arial"/>
                <w:sz w:val="16"/>
                <w:szCs w:val="16"/>
                <w:lang w:eastAsia="zh-TW"/>
              </w:rPr>
            </w:pPr>
          </w:p>
        </w:tc>
      </w:tr>
      <w:tr w:rsidR="00345692" w:rsidRPr="007156A7" w14:paraId="39016FF9" w14:textId="77777777" w:rsidTr="00FD0756">
        <w:trPr>
          <w:trHeight w:val="237"/>
        </w:trPr>
        <w:tc>
          <w:tcPr>
            <w:tcW w:w="946" w:type="dxa"/>
            <w:tcBorders>
              <w:top w:val="dotted" w:sz="4" w:space="0" w:color="000000"/>
              <w:left w:val="dotted" w:sz="4" w:space="0" w:color="000000"/>
              <w:bottom w:val="dotted" w:sz="4" w:space="0" w:color="000000"/>
            </w:tcBorders>
            <w:vAlign w:val="center"/>
          </w:tcPr>
          <w:p w14:paraId="4A976961" w14:textId="312C1F36" w:rsidR="00345692" w:rsidRPr="0059648E" w:rsidRDefault="00345692" w:rsidP="00345692">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DB28FF2" w14:textId="77777777" w:rsidR="00345692" w:rsidRPr="008A2E18" w:rsidRDefault="00345692" w:rsidP="0034569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36490B5C" w14:textId="5A5C08EF" w:rsidR="00345692" w:rsidRPr="007E6470" w:rsidRDefault="00345692" w:rsidP="00345692">
            <w:pPr>
              <w:rPr>
                <w:rFonts w:ascii="Consolas" w:hAnsi="Consolas"/>
                <w:noProof/>
                <w:sz w:val="16"/>
                <w:lang w:eastAsia="de-DE"/>
              </w:rPr>
            </w:pPr>
            <w:r>
              <w:rPr>
                <w:rFonts w:ascii="Consolas" w:hAnsi="Consolas"/>
                <w:noProof/>
                <w:sz w:val="16"/>
                <w:lang w:eastAsia="de-DE"/>
              </w:rPr>
              <w:t>&lt;asram:SpecifiedCITradeProduct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B459719" w14:textId="77777777" w:rsidR="00345692" w:rsidRPr="00345692" w:rsidRDefault="00345692" w:rsidP="003456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7C26948" w14:textId="77777777" w:rsidR="00345692" w:rsidRPr="00345692" w:rsidRDefault="00345692" w:rsidP="0034569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84DC8C5" w14:textId="77777777" w:rsidR="00345692" w:rsidRPr="00345692" w:rsidRDefault="00345692" w:rsidP="003456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B1C10B3" w14:textId="77777777" w:rsidR="00345692" w:rsidRPr="00345692" w:rsidRDefault="00345692" w:rsidP="0034569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EB9626B" w14:textId="77777777" w:rsidR="00345692" w:rsidRPr="008A2E18" w:rsidRDefault="00345692" w:rsidP="00345692">
            <w:pPr>
              <w:autoSpaceDE w:val="0"/>
              <w:autoSpaceDN w:val="0"/>
              <w:adjustRightInd w:val="0"/>
              <w:spacing w:line="240" w:lineRule="auto"/>
              <w:rPr>
                <w:rFonts w:cs="Arial"/>
                <w:sz w:val="16"/>
                <w:szCs w:val="16"/>
                <w:lang w:eastAsia="zh-TW"/>
              </w:rPr>
            </w:pPr>
          </w:p>
        </w:tc>
      </w:tr>
      <w:tr w:rsidR="00225C3F" w:rsidRPr="007156A7" w14:paraId="45971871"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073179C7" w14:textId="55E9CAE5" w:rsidR="00225C3F" w:rsidRPr="000A35C0" w:rsidRDefault="00345692" w:rsidP="00FD0756">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019845D" w14:textId="77777777" w:rsidR="00225C3F" w:rsidRPr="008A2E18" w:rsidRDefault="00225C3F" w:rsidP="00FD075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DF798AF" w14:textId="77777777" w:rsidR="00225C3F" w:rsidRPr="008A2E18" w:rsidRDefault="00225C3F" w:rsidP="00FD0756">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EA9548E" w14:textId="52F5611F" w:rsidR="00225C3F" w:rsidRPr="00E21F58" w:rsidRDefault="00225C3F" w:rsidP="00FD0756">
            <w:pPr>
              <w:rPr>
                <w:rFonts w:ascii="Consolas" w:hAnsi="Consolas"/>
                <w:noProof/>
                <w:sz w:val="16"/>
                <w:szCs w:val="16"/>
                <w:lang w:eastAsia="de-DE"/>
              </w:rPr>
            </w:pPr>
            <w:r w:rsidRPr="007E6470">
              <w:rPr>
                <w:rFonts w:ascii="Consolas" w:hAnsi="Consolas"/>
                <w:noProof/>
                <w:sz w:val="16"/>
                <w:lang w:eastAsia="de-DE"/>
              </w:rPr>
              <w:t>&lt;asram:</w:t>
            </w:r>
            <w:r w:rsidR="00FD0756">
              <w:rPr>
                <w:rFonts w:ascii="Consolas" w:hAnsi="Consolas"/>
                <w:noProof/>
                <w:sz w:val="16"/>
                <w:lang w:eastAsia="de-DE"/>
              </w:rPr>
              <w:t>CustomerAssignedIdentificationIdentifier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11DA367" w14:textId="77777777" w:rsidR="00225C3F" w:rsidRPr="00A666F6" w:rsidRDefault="00225C3F" w:rsidP="00FD075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9127BC4" w14:textId="7C395D68" w:rsidR="00225C3F"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522BD69" w14:textId="055D052C" w:rsidR="00225C3F" w:rsidRPr="00A666F6"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0C92941" w14:textId="3D590931" w:rsidR="00225C3F" w:rsidRPr="00E0795F" w:rsidRDefault="00AE54F3" w:rsidP="00FD0756">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004080BA" w14:textId="2EB7620D" w:rsidR="00225C3F" w:rsidRDefault="00DF625C" w:rsidP="00FD075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CustMatNumber</w:t>
            </w:r>
          </w:p>
        </w:tc>
      </w:tr>
      <w:tr w:rsidR="00EF6C02" w:rsidRPr="007156A7" w14:paraId="04FC480F" w14:textId="77777777" w:rsidTr="00FD0756">
        <w:trPr>
          <w:trHeight w:val="237"/>
        </w:trPr>
        <w:tc>
          <w:tcPr>
            <w:tcW w:w="946" w:type="dxa"/>
            <w:tcBorders>
              <w:top w:val="dotted" w:sz="4" w:space="0" w:color="000000"/>
              <w:left w:val="dotted" w:sz="4" w:space="0" w:color="000000"/>
              <w:bottom w:val="dotted" w:sz="4" w:space="0" w:color="000000"/>
            </w:tcBorders>
            <w:vAlign w:val="center"/>
          </w:tcPr>
          <w:p w14:paraId="2BF45026" w14:textId="2CFAC7C6" w:rsidR="00EF6C02" w:rsidRPr="0059648E" w:rsidRDefault="00EF6C02" w:rsidP="00EF6C02">
            <w:pPr>
              <w:ind w:left="-103"/>
              <w:jc w:val="right"/>
              <w:rPr>
                <w:rFonts w:ascii="Consolas" w:hAnsi="Consolas"/>
                <w:b/>
                <w:noProof/>
                <w:color w:val="0070C0"/>
                <w:sz w:val="16"/>
                <w:szCs w:val="16"/>
                <w:lang w:eastAsia="de-DE"/>
              </w:rPr>
            </w:pPr>
            <w:r w:rsidRPr="001D3755">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56B38504" w14:textId="77777777" w:rsidR="00EF6C02" w:rsidRPr="008A2E18" w:rsidRDefault="00EF6C02" w:rsidP="00EF6C0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4002C1AC" w14:textId="52E1CB7F" w:rsidR="00EF6C02" w:rsidRPr="007E6470" w:rsidRDefault="00EF6C02" w:rsidP="00EF6C02">
            <w:pPr>
              <w:rPr>
                <w:rFonts w:ascii="Consolas" w:hAnsi="Consolas"/>
                <w:noProof/>
                <w:sz w:val="16"/>
                <w:lang w:eastAsia="de-DE"/>
              </w:rPr>
            </w:pPr>
            <w:r>
              <w:rPr>
                <w:rFonts w:ascii="Consolas" w:hAnsi="Consolas"/>
                <w:noProof/>
                <w:sz w:val="16"/>
                <w:lang w:eastAsia="de-DE"/>
              </w:rPr>
              <w:t>&lt;asram:</w:t>
            </w:r>
            <w:r w:rsidRPr="00B35221">
              <w:rPr>
                <w:rFonts w:ascii="Consolas" w:hAnsi="Consolas"/>
                <w:noProof/>
                <w:sz w:val="16"/>
                <w:lang w:eastAsia="de-DE"/>
              </w:rPr>
              <w:t>SpecifiedCISSupplyChainTradeAgreement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4CCA772" w14:textId="77777777" w:rsidR="00EF6C02" w:rsidRPr="00917F15" w:rsidRDefault="00EF6C02" w:rsidP="00EF6C0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A409096"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9F7B1F9"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734B16" w14:textId="77777777" w:rsidR="00EF6C02" w:rsidRPr="008A2E18" w:rsidRDefault="00EF6C02" w:rsidP="00EF6C02">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8147C96" w14:textId="77777777" w:rsidR="00EF6C02" w:rsidRPr="008A2E18" w:rsidRDefault="00EF6C02" w:rsidP="00EF6C02">
            <w:pPr>
              <w:autoSpaceDE w:val="0"/>
              <w:autoSpaceDN w:val="0"/>
              <w:adjustRightInd w:val="0"/>
              <w:spacing w:line="240" w:lineRule="auto"/>
              <w:rPr>
                <w:rFonts w:cs="Arial"/>
                <w:sz w:val="16"/>
                <w:szCs w:val="16"/>
                <w:lang w:eastAsia="zh-TW"/>
              </w:rPr>
            </w:pPr>
          </w:p>
        </w:tc>
      </w:tr>
      <w:tr w:rsidR="00EF6C02" w:rsidRPr="007156A7" w14:paraId="4CCE40F7" w14:textId="77777777" w:rsidTr="00B44373">
        <w:trPr>
          <w:trHeight w:val="227"/>
        </w:trPr>
        <w:tc>
          <w:tcPr>
            <w:tcW w:w="946" w:type="dxa"/>
            <w:tcBorders>
              <w:top w:val="dotted" w:sz="4" w:space="0" w:color="000000"/>
              <w:left w:val="dotted" w:sz="4" w:space="0" w:color="000000"/>
              <w:bottom w:val="dotted" w:sz="4" w:space="0" w:color="000000"/>
            </w:tcBorders>
            <w:vAlign w:val="center"/>
          </w:tcPr>
          <w:p w14:paraId="07E31CD6" w14:textId="2EAEBFD1" w:rsidR="00EF6C02" w:rsidRPr="001D3755" w:rsidRDefault="001D3755" w:rsidP="00B44373">
            <w:pPr>
              <w:ind w:left="-103"/>
              <w:jc w:val="right"/>
              <w:rPr>
                <w:rFonts w:ascii="Consolas" w:hAnsi="Consolas"/>
                <w:b/>
                <w:noProof/>
                <w:color w:val="0070C0"/>
                <w:sz w:val="16"/>
                <w:szCs w:val="16"/>
                <w:lang w:eastAsia="de-DE"/>
              </w:rPr>
            </w:pPr>
            <w:r w:rsidRPr="001D3755">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ED5F6FD"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171190E" w14:textId="77777777" w:rsidR="00EF6C02" w:rsidRPr="008A2E18" w:rsidRDefault="00EF6C02" w:rsidP="00B44373">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4ADB236C" w14:textId="13902E50"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ProgramCIMissionProject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3EAD14E"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26C8CD4"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96385A5" w14:textId="77777777" w:rsidR="00EF6C02" w:rsidRPr="00A666F6" w:rsidRDefault="00EF6C02" w:rsidP="00B4437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A0AE2B0" w14:textId="77777777" w:rsidR="00EF6C02" w:rsidRPr="00E0795F" w:rsidRDefault="00EF6C02"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EA721F3" w14:textId="77777777" w:rsidR="00EF6C02" w:rsidRDefault="00EF6C02" w:rsidP="00B44373">
            <w:pPr>
              <w:autoSpaceDE w:val="0"/>
              <w:autoSpaceDN w:val="0"/>
              <w:adjustRightInd w:val="0"/>
              <w:spacing w:line="240" w:lineRule="auto"/>
              <w:rPr>
                <w:rFonts w:eastAsia="Times New Roman" w:cs="Arial"/>
                <w:sz w:val="16"/>
                <w:szCs w:val="20"/>
                <w:lang w:eastAsia="de-DE"/>
              </w:rPr>
            </w:pPr>
          </w:p>
        </w:tc>
      </w:tr>
      <w:tr w:rsidR="00EF6C02" w:rsidRPr="007156A7" w14:paraId="052E740E"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1F9F2DD5" w14:textId="10E12340" w:rsidR="00EF6C02" w:rsidRPr="001D3755" w:rsidRDefault="007A644C" w:rsidP="00B44373">
            <w:pPr>
              <w:ind w:left="-103"/>
              <w:jc w:val="right"/>
              <w:rPr>
                <w:rFonts w:ascii="Consolas" w:hAnsi="Consolas"/>
                <w:b/>
                <w:noProof/>
                <w:color w:val="0070C0"/>
                <w:sz w:val="16"/>
                <w:szCs w:val="16"/>
                <w:lang w:eastAsia="de-DE"/>
              </w:rPr>
            </w:pPr>
            <w:r w:rsidRPr="00351567">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8ADFFA6" w14:textId="77777777" w:rsidR="00EF6C02" w:rsidRPr="008A2E18" w:rsidRDefault="00EF6C02"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63550C9" w14:textId="77777777" w:rsidR="00EF6C02" w:rsidRPr="008A2E18" w:rsidRDefault="00EF6C02"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668DB74" w14:textId="77777777" w:rsidR="00EF6C02" w:rsidRPr="00E21F58" w:rsidRDefault="00EF6C02" w:rsidP="00B44373">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FB7BFF7" w14:textId="10DDAE11"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74C43DF" w14:textId="77777777" w:rsidR="00EF6C02" w:rsidRPr="00A666F6" w:rsidRDefault="00EF6C02"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3D46D06" w14:textId="78E8F1CF"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7673CB2" w14:textId="4D5B5192"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16</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E905760" w14:textId="3F8E6FAB" w:rsidR="00EF6C02" w:rsidRPr="00A666F6" w:rsidRDefault="00AE54F3"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274C820" w14:textId="49AD43A1" w:rsidR="00EF6C02" w:rsidRDefault="00DC354E" w:rsidP="00B4437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ProgramMSN</w:t>
            </w:r>
          </w:p>
        </w:tc>
      </w:tr>
      <w:tr w:rsidR="001D3755" w:rsidRPr="007156A7" w14:paraId="6C032812" w14:textId="77777777" w:rsidTr="001E30E7">
        <w:trPr>
          <w:trHeight w:val="237"/>
        </w:trPr>
        <w:tc>
          <w:tcPr>
            <w:tcW w:w="946" w:type="dxa"/>
            <w:tcBorders>
              <w:top w:val="dotted" w:sz="4" w:space="0" w:color="000000"/>
              <w:left w:val="dotted" w:sz="4" w:space="0" w:color="000000"/>
              <w:bottom w:val="dotted" w:sz="4" w:space="0" w:color="000000"/>
            </w:tcBorders>
            <w:vAlign w:val="center"/>
          </w:tcPr>
          <w:p w14:paraId="2E9B59FE" w14:textId="77777777" w:rsidR="001D3755" w:rsidRPr="0059648E" w:rsidRDefault="001D3755" w:rsidP="001E30E7">
            <w:pPr>
              <w:ind w:left="-103"/>
              <w:jc w:val="right"/>
              <w:rPr>
                <w:rFonts w:ascii="Consolas" w:hAnsi="Consolas"/>
                <w:b/>
                <w:noProof/>
                <w:color w:val="0070C0"/>
                <w:sz w:val="16"/>
                <w:szCs w:val="16"/>
                <w:lang w:eastAsia="de-DE"/>
              </w:rPr>
            </w:pPr>
            <w:r w:rsidRPr="001D3755">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18D829B0" w14:textId="77777777" w:rsidR="001D3755" w:rsidRPr="008A2E18" w:rsidRDefault="001D3755" w:rsidP="001E30E7">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37C3F232" w14:textId="2196B0A4" w:rsidR="001D3755" w:rsidRPr="007E6470" w:rsidRDefault="001D3755" w:rsidP="001E30E7">
            <w:pPr>
              <w:rPr>
                <w:rFonts w:ascii="Consolas" w:hAnsi="Consolas"/>
                <w:noProof/>
                <w:sz w:val="16"/>
                <w:lang w:eastAsia="de-DE"/>
              </w:rPr>
            </w:pPr>
            <w:r>
              <w:rPr>
                <w:rFonts w:ascii="Consolas" w:hAnsi="Consolas"/>
                <w:noProof/>
                <w:sz w:val="16"/>
                <w:lang w:eastAsia="de-DE"/>
              </w:rPr>
              <w:t>&lt;asram:</w:t>
            </w:r>
            <w:r w:rsidRPr="001D3755">
              <w:rPr>
                <w:rFonts w:ascii="Consolas" w:hAnsi="Consolas"/>
                <w:noProof/>
                <w:sz w:val="16"/>
                <w:lang w:eastAsia="de-DE"/>
              </w:rPr>
              <w:t>SpecifiedCISDRLSupplyChainTradeDelivery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32F36E9" w14:textId="77777777" w:rsidR="001D3755" w:rsidRPr="00917F15" w:rsidRDefault="001D3755" w:rsidP="001E30E7">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55A852C" w14:textId="77777777" w:rsidR="001D3755" w:rsidRPr="008A2E18" w:rsidRDefault="001D3755" w:rsidP="001E30E7">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CB3E4FE" w14:textId="77777777" w:rsidR="001D3755" w:rsidRPr="008A2E18" w:rsidRDefault="001D3755" w:rsidP="001E30E7">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C64AF6E" w14:textId="77777777" w:rsidR="001D3755" w:rsidRPr="008A2E18" w:rsidRDefault="001D3755" w:rsidP="001E30E7">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DAAC98F" w14:textId="77777777" w:rsidR="001D3755" w:rsidRPr="008A2E18" w:rsidRDefault="001D3755" w:rsidP="001E30E7">
            <w:pPr>
              <w:autoSpaceDE w:val="0"/>
              <w:autoSpaceDN w:val="0"/>
              <w:adjustRightInd w:val="0"/>
              <w:spacing w:line="240" w:lineRule="auto"/>
              <w:rPr>
                <w:rFonts w:cs="Arial"/>
                <w:sz w:val="16"/>
                <w:szCs w:val="16"/>
                <w:lang w:eastAsia="zh-TW"/>
              </w:rPr>
            </w:pPr>
          </w:p>
        </w:tc>
      </w:tr>
      <w:tr w:rsidR="00EF6C02" w:rsidRPr="007156A7" w14:paraId="168BD2EB" w14:textId="77777777" w:rsidTr="00B44373">
        <w:trPr>
          <w:trHeight w:val="227"/>
        </w:trPr>
        <w:tc>
          <w:tcPr>
            <w:tcW w:w="946" w:type="dxa"/>
            <w:tcBorders>
              <w:top w:val="dotted" w:sz="4" w:space="0" w:color="000000"/>
              <w:left w:val="dotted" w:sz="4" w:space="0" w:color="000000"/>
              <w:bottom w:val="dotted" w:sz="4" w:space="0" w:color="000000"/>
            </w:tcBorders>
            <w:vAlign w:val="center"/>
          </w:tcPr>
          <w:p w14:paraId="773FB4EF" w14:textId="63A4D728" w:rsidR="00EF6C02" w:rsidRPr="001D3755" w:rsidRDefault="001D3755" w:rsidP="001D3755">
            <w:pPr>
              <w:ind w:left="-103"/>
              <w:jc w:val="right"/>
              <w:rPr>
                <w:rFonts w:ascii="Consolas" w:hAnsi="Consolas"/>
                <w:b/>
                <w:noProof/>
                <w:color w:val="0070C0"/>
                <w:sz w:val="16"/>
                <w:szCs w:val="16"/>
                <w:lang w:eastAsia="de-DE"/>
              </w:rPr>
            </w:pPr>
            <w:r w:rsidRPr="001D3755">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20D2909"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DEC33FC" w14:textId="77777777" w:rsidR="00EF6C02" w:rsidRPr="008A2E18" w:rsidRDefault="00EF6C02" w:rsidP="00EF6C0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9930BBC" w14:textId="5A64CB09"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sidRPr="00B35221">
              <w:rPr>
                <w:rFonts w:ascii="Consolas" w:hAnsi="Consolas"/>
                <w:noProof/>
                <w:sz w:val="16"/>
                <w:lang w:eastAsia="de-DE"/>
              </w:rPr>
              <w:t>ForecastedCISupplyChainSupplyPlan</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936062F"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8981F94"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F0036D2"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644101F" w14:textId="77777777" w:rsidR="00EF6C02" w:rsidRPr="00E0795F" w:rsidRDefault="00EF6C02" w:rsidP="00EF6C0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C2B5C97" w14:textId="77777777" w:rsidR="00EF6C02" w:rsidRDefault="00EF6C02" w:rsidP="00EF6C02">
            <w:pPr>
              <w:autoSpaceDE w:val="0"/>
              <w:autoSpaceDN w:val="0"/>
              <w:adjustRightInd w:val="0"/>
              <w:spacing w:line="240" w:lineRule="auto"/>
              <w:rPr>
                <w:rFonts w:eastAsia="Times New Roman" w:cs="Arial"/>
                <w:sz w:val="16"/>
                <w:szCs w:val="20"/>
                <w:lang w:eastAsia="de-DE"/>
              </w:rPr>
            </w:pPr>
          </w:p>
        </w:tc>
      </w:tr>
      <w:tr w:rsidR="00EF6C02" w:rsidRPr="007156A7" w14:paraId="74AD6551" w14:textId="77777777" w:rsidTr="006D7709">
        <w:trPr>
          <w:trHeight w:val="227"/>
        </w:trPr>
        <w:tc>
          <w:tcPr>
            <w:tcW w:w="946" w:type="dxa"/>
            <w:tcBorders>
              <w:top w:val="dotted" w:sz="4" w:space="0" w:color="000000"/>
              <w:left w:val="dotted" w:sz="4" w:space="0" w:color="000000"/>
              <w:bottom w:val="dotted" w:sz="4" w:space="0" w:color="000000"/>
            </w:tcBorders>
            <w:vAlign w:val="center"/>
          </w:tcPr>
          <w:p w14:paraId="0D272E7B" w14:textId="3AE12DA0" w:rsidR="00EF6C02" w:rsidRPr="001D3755" w:rsidRDefault="001D3755" w:rsidP="00EF6C02">
            <w:pPr>
              <w:ind w:left="-103"/>
              <w:jc w:val="right"/>
              <w:rPr>
                <w:rFonts w:ascii="Consolas" w:hAnsi="Consolas"/>
                <w:b/>
                <w:noProof/>
                <w:sz w:val="16"/>
                <w:szCs w:val="16"/>
                <w:lang w:eastAsia="de-DE"/>
              </w:rPr>
            </w:pPr>
            <w:r w:rsidRPr="001D3755">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32EE57F"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27178C"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BBF2A9A" w14:textId="77777777" w:rsidR="00EF6C02" w:rsidRPr="00E21F58" w:rsidRDefault="00EF6C02" w:rsidP="00EF6C0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4FD2407E" w14:textId="367CD6CE"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sidRPr="00384A04">
              <w:rPr>
                <w:rFonts w:ascii="Consolas" w:hAnsi="Consolas"/>
                <w:noProof/>
                <w:sz w:val="16"/>
                <w:lang w:eastAsia="de-DE"/>
              </w:rPr>
              <w:t>CommitmentLevelCode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00106DA"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270B44F" w14:textId="700CB692"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8C20FBE" w14:textId="2C653801"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7E2CC15" w14:textId="7B1AAA34" w:rsidR="00EF6C02" w:rsidRPr="00A666F6" w:rsidRDefault="006D7709"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2BC1639" w14:textId="2063643B" w:rsidR="00EF6C02" w:rsidRDefault="00DC354E" w:rsidP="00EF6C0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HorizonType</w:t>
            </w:r>
          </w:p>
        </w:tc>
      </w:tr>
      <w:tr w:rsidR="00EF6C02" w:rsidRPr="007156A7" w14:paraId="1C4D2217"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551A4B53" w14:textId="696C0F4C" w:rsidR="00EF6C02" w:rsidRPr="0059648E" w:rsidRDefault="00351567" w:rsidP="001D3755">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CC889AA"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45628C8"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8675B65" w14:textId="77777777" w:rsidR="00EF6C02" w:rsidRPr="00E21F58" w:rsidRDefault="00EF6C02" w:rsidP="00EF6C0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102A0A43" w14:textId="77777777"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7D85447"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125FA85" w14:textId="1722FF66"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90861D0" w14:textId="3821AB39"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19D2375" w14:textId="19DA7083"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4661C01" w14:textId="29667C23" w:rsidR="00EF6C02" w:rsidRDefault="00DC354E" w:rsidP="00EF6C0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DataMeasure</w:t>
            </w:r>
          </w:p>
        </w:tc>
      </w:tr>
      <w:tr w:rsidR="00492391" w:rsidRPr="007156A7" w14:paraId="5644CF7C" w14:textId="77777777" w:rsidTr="00B44373">
        <w:trPr>
          <w:trHeight w:val="227"/>
        </w:trPr>
        <w:tc>
          <w:tcPr>
            <w:tcW w:w="946" w:type="dxa"/>
            <w:tcBorders>
              <w:top w:val="dotted" w:sz="4" w:space="0" w:color="000000"/>
              <w:left w:val="dotted" w:sz="4" w:space="0" w:color="000000"/>
              <w:bottom w:val="dotted" w:sz="4" w:space="0" w:color="000000"/>
            </w:tcBorders>
            <w:vAlign w:val="center"/>
          </w:tcPr>
          <w:p w14:paraId="6C874065" w14:textId="77777777" w:rsidR="00492391" w:rsidRPr="00351567" w:rsidRDefault="00492391" w:rsidP="00B44373">
            <w:pPr>
              <w:ind w:left="-103"/>
              <w:jc w:val="right"/>
              <w:rPr>
                <w:rFonts w:ascii="Consolas" w:hAnsi="Consolas"/>
                <w:b/>
                <w:noProof/>
                <w:sz w:val="16"/>
                <w:szCs w:val="16"/>
                <w:lang w:eastAsia="de-DE"/>
              </w:rPr>
            </w:pPr>
            <w:r w:rsidRPr="00351567">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1BBE65E5" w14:textId="77777777" w:rsidR="00492391" w:rsidRPr="008A2E18" w:rsidRDefault="00492391"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257B7C3" w14:textId="77777777" w:rsidR="00492391" w:rsidRPr="008A2E1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A31AF2C" w14:textId="77777777" w:rsidR="00492391" w:rsidRPr="00E21F58" w:rsidRDefault="00492391" w:rsidP="00B44373">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4F1A0439" w14:textId="77777777" w:rsidR="00492391" w:rsidRPr="00E21F58" w:rsidRDefault="00492391" w:rsidP="00B4437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PromisedDeliveryCISupplyChainEvent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420E55C" w14:textId="77777777" w:rsidR="00492391" w:rsidRPr="00A666F6" w:rsidRDefault="00492391"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D0BCE6A" w14:textId="77777777" w:rsidR="00492391" w:rsidRPr="00A666F6" w:rsidRDefault="00492391" w:rsidP="00B4437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8FAAA19" w14:textId="77777777" w:rsidR="00492391" w:rsidRPr="00A666F6" w:rsidRDefault="00492391" w:rsidP="00B4437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35C6902" w14:textId="77777777" w:rsidR="00492391" w:rsidRPr="00A666F6" w:rsidRDefault="00492391"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B35492B" w14:textId="77777777" w:rsidR="00492391" w:rsidRDefault="00492391" w:rsidP="00B44373">
            <w:pPr>
              <w:autoSpaceDE w:val="0"/>
              <w:autoSpaceDN w:val="0"/>
              <w:adjustRightInd w:val="0"/>
              <w:spacing w:line="240" w:lineRule="auto"/>
              <w:rPr>
                <w:rFonts w:eastAsia="Times New Roman" w:cs="Arial"/>
                <w:sz w:val="16"/>
                <w:szCs w:val="20"/>
                <w:lang w:eastAsia="de-DE"/>
              </w:rPr>
            </w:pPr>
          </w:p>
        </w:tc>
      </w:tr>
      <w:tr w:rsidR="00492391" w:rsidRPr="007156A7" w14:paraId="1D58BAEA" w14:textId="77777777" w:rsidTr="00B44373">
        <w:trPr>
          <w:trHeight w:val="227"/>
        </w:trPr>
        <w:tc>
          <w:tcPr>
            <w:tcW w:w="946" w:type="dxa"/>
            <w:tcBorders>
              <w:top w:val="dotted" w:sz="4" w:space="0" w:color="000000"/>
              <w:left w:val="dotted" w:sz="4" w:space="0" w:color="000000"/>
              <w:bottom w:val="dotted" w:sz="4" w:space="0" w:color="000000"/>
            </w:tcBorders>
            <w:vAlign w:val="center"/>
          </w:tcPr>
          <w:p w14:paraId="28D8B239" w14:textId="77777777" w:rsidR="00492391" w:rsidRPr="00351567" w:rsidRDefault="00492391" w:rsidP="00B44373">
            <w:pPr>
              <w:ind w:left="-103"/>
              <w:jc w:val="right"/>
              <w:rPr>
                <w:rFonts w:ascii="Consolas" w:hAnsi="Consolas"/>
                <w:b/>
                <w:noProof/>
                <w:sz w:val="16"/>
                <w:szCs w:val="16"/>
                <w:lang w:eastAsia="de-DE"/>
              </w:rPr>
            </w:pPr>
            <w:r>
              <w:rPr>
                <w:rFonts w:ascii="Consolas" w:hAnsi="Consolas"/>
                <w:b/>
                <w:noProof/>
                <w:sz w:val="16"/>
                <w:szCs w:val="16"/>
                <w:lang w:eastAsia="de-DE"/>
              </w:rPr>
              <w:lastRenderedPageBreak/>
              <w:t>0..*</w:t>
            </w:r>
          </w:p>
        </w:tc>
        <w:tc>
          <w:tcPr>
            <w:tcW w:w="276" w:type="dxa"/>
            <w:tcBorders>
              <w:right w:val="dotted" w:sz="4" w:space="0" w:color="auto"/>
            </w:tcBorders>
            <w:shd w:val="clear" w:color="auto" w:fill="A6A6A6" w:themeFill="background1" w:themeFillShade="A6"/>
            <w:vAlign w:val="center"/>
          </w:tcPr>
          <w:p w14:paraId="1C39F6F2" w14:textId="77777777" w:rsidR="00492391" w:rsidRPr="008A2E18" w:rsidRDefault="00492391"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6C36B44" w14:textId="77777777" w:rsidR="00492391" w:rsidRPr="008A2E1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1F7093D" w14:textId="77777777" w:rsidR="00492391" w:rsidRPr="00E21F5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D2A349D" w14:textId="77777777" w:rsidR="00492391" w:rsidRPr="00E21F58" w:rsidRDefault="00492391" w:rsidP="00B44373">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17314181" w14:textId="77777777" w:rsidR="00492391" w:rsidRPr="00E21F58" w:rsidRDefault="00492391" w:rsidP="00B44373">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DescriptionText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7AABCDE" w14:textId="77777777" w:rsidR="00492391" w:rsidRPr="00A666F6" w:rsidRDefault="00492391"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C1C63AB"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8287AD9"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140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3FDCDF8"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AD375BD" w14:textId="77777777" w:rsidR="00492391" w:rsidRDefault="00492391" w:rsidP="00B4437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SuppRemark</w:t>
            </w:r>
          </w:p>
        </w:tc>
      </w:tr>
      <w:tr w:rsidR="00492391" w:rsidRPr="007156A7" w14:paraId="2F81EDB8" w14:textId="77777777" w:rsidTr="00B44373">
        <w:trPr>
          <w:trHeight w:val="227"/>
        </w:trPr>
        <w:tc>
          <w:tcPr>
            <w:tcW w:w="946" w:type="dxa"/>
            <w:tcBorders>
              <w:top w:val="dotted" w:sz="4" w:space="0" w:color="000000"/>
              <w:left w:val="dotted" w:sz="4" w:space="0" w:color="000000"/>
              <w:bottom w:val="dotted" w:sz="4" w:space="0" w:color="000000"/>
            </w:tcBorders>
            <w:vAlign w:val="center"/>
          </w:tcPr>
          <w:p w14:paraId="7007622B" w14:textId="77777777" w:rsidR="00492391" w:rsidRPr="00351567" w:rsidRDefault="00492391" w:rsidP="00B4437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64E108B" w14:textId="77777777" w:rsidR="00492391" w:rsidRPr="008A2E18" w:rsidRDefault="00492391"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BDD8753" w14:textId="77777777" w:rsidR="00492391" w:rsidRPr="008A2E1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C9D6B65" w14:textId="77777777" w:rsidR="00492391" w:rsidRPr="00E21F58" w:rsidRDefault="00492391" w:rsidP="00B4437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E2DDF47" w14:textId="77777777" w:rsidR="00492391" w:rsidRPr="00E21F58" w:rsidRDefault="00492391" w:rsidP="00B44373">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60DB7B9C" w14:textId="77777777" w:rsidR="00492391" w:rsidRPr="00E21F58" w:rsidRDefault="00492391" w:rsidP="00B44373">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TypeCode</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F220130" w14:textId="77777777" w:rsidR="00492391" w:rsidRPr="00A666F6" w:rsidRDefault="00492391"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6946F65"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782512D"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D71233B" w14:textId="77777777" w:rsidR="00492391" w:rsidRPr="00A666F6" w:rsidRDefault="00492391"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8618040" w14:textId="77777777" w:rsidR="00492391" w:rsidRDefault="00492391" w:rsidP="00B4437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RemarkCode</w:t>
            </w:r>
          </w:p>
        </w:tc>
      </w:tr>
      <w:tr w:rsidR="00EF6C02" w:rsidRPr="007156A7" w14:paraId="41EB82CD" w14:textId="77777777" w:rsidTr="00B44373">
        <w:trPr>
          <w:trHeight w:val="227"/>
        </w:trPr>
        <w:tc>
          <w:tcPr>
            <w:tcW w:w="946" w:type="dxa"/>
            <w:tcBorders>
              <w:top w:val="dotted" w:sz="4" w:space="0" w:color="000000"/>
              <w:left w:val="dotted" w:sz="4" w:space="0" w:color="000000"/>
              <w:bottom w:val="dotted" w:sz="4" w:space="0" w:color="000000"/>
            </w:tcBorders>
            <w:vAlign w:val="center"/>
          </w:tcPr>
          <w:p w14:paraId="3B14C1BF" w14:textId="5263739C"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65996D4"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5FBFFB5"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F8DA18A" w14:textId="77777777" w:rsidR="00EF6C02" w:rsidRPr="00E21F58" w:rsidRDefault="00EF6C02" w:rsidP="00EF6C0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77AFC5B" w14:textId="53F1804B" w:rsidR="00EF6C02" w:rsidRPr="00E21F58" w:rsidRDefault="00EF6C02" w:rsidP="00EF6C0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RequestedDeliveryCISupplyChainEvent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4300501"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13CB7F4"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169D525"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422CD8C" w14:textId="77777777" w:rsidR="00EF6C02" w:rsidRPr="00A666F6" w:rsidRDefault="00EF6C02" w:rsidP="00EF6C0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6345D49" w14:textId="77777777" w:rsidR="00EF6C02" w:rsidRDefault="00EF6C02" w:rsidP="00EF6C02">
            <w:pPr>
              <w:autoSpaceDE w:val="0"/>
              <w:autoSpaceDN w:val="0"/>
              <w:adjustRightInd w:val="0"/>
              <w:spacing w:line="240" w:lineRule="auto"/>
              <w:rPr>
                <w:rFonts w:eastAsia="Times New Roman" w:cs="Arial"/>
                <w:sz w:val="16"/>
                <w:szCs w:val="20"/>
                <w:lang w:eastAsia="de-DE"/>
              </w:rPr>
            </w:pPr>
          </w:p>
        </w:tc>
      </w:tr>
      <w:tr w:rsidR="00EF6C02" w:rsidRPr="007156A7" w14:paraId="48F00AE5"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2DD59B53" w14:textId="19BEAA25" w:rsidR="00EF6C02" w:rsidRPr="001D3755" w:rsidRDefault="001D3755" w:rsidP="00EF6C02">
            <w:pPr>
              <w:ind w:left="-103"/>
              <w:jc w:val="right"/>
              <w:rPr>
                <w:rFonts w:ascii="Consolas" w:hAnsi="Consolas"/>
                <w:b/>
                <w:noProof/>
                <w:color w:val="0070C0"/>
                <w:sz w:val="16"/>
                <w:szCs w:val="16"/>
                <w:lang w:eastAsia="de-DE"/>
              </w:rPr>
            </w:pPr>
            <w:r w:rsidRPr="001D3755">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76B482BC"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608605C"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A6558DB"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D0E7C35" w14:textId="77777777" w:rsidR="00EF6C02" w:rsidRPr="00E21F58" w:rsidRDefault="00EF6C02" w:rsidP="00EF6C02">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5FBFF55D" w14:textId="77777777"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B35221">
              <w:rPr>
                <w:rFonts w:ascii="Consolas" w:hAnsi="Consolas"/>
                <w:noProof/>
                <w:sz w:val="16"/>
                <w:lang w:eastAsia="de-DE"/>
              </w:rPr>
              <w:t>OccurrenceDateTime</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234D137"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F4B226B" w14:textId="5854D8AB"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36" w:type="dxa"/>
            <w:tcBorders>
              <w:top w:val="dotted" w:sz="4" w:space="0" w:color="000000"/>
              <w:left w:val="dotted" w:sz="4" w:space="0" w:color="000000"/>
              <w:bottom w:val="dotted" w:sz="4" w:space="0" w:color="000000"/>
              <w:right w:val="dotted" w:sz="4" w:space="0" w:color="000000"/>
            </w:tcBorders>
            <w:vAlign w:val="center"/>
          </w:tcPr>
          <w:p w14:paraId="20742AE1" w14:textId="20FC595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39DC292" w14:textId="572F23A2"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63E23CB" w14:textId="0406BD29" w:rsidR="00EF6C02" w:rsidRDefault="00DC354E" w:rsidP="00EF6C0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DemandDate</w:t>
            </w:r>
          </w:p>
        </w:tc>
      </w:tr>
      <w:tr w:rsidR="00EF6C02" w:rsidRPr="007156A7" w14:paraId="48A9C459"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7D3C2EBF" w14:textId="76CF6786" w:rsidR="00EF6C02" w:rsidRPr="0059648E" w:rsidRDefault="00351567" w:rsidP="00EF6C0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8DA4AA7" w14:textId="77777777" w:rsidR="00EF6C02" w:rsidRPr="008A2E18" w:rsidRDefault="00EF6C02" w:rsidP="00EF6C0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96EA67C" w14:textId="77777777" w:rsidR="00EF6C02" w:rsidRPr="008A2E1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4F5B744" w14:textId="77777777" w:rsidR="00EF6C02" w:rsidRPr="00E21F58" w:rsidRDefault="00EF6C02" w:rsidP="00EF6C0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1848BD6" w14:textId="77777777" w:rsidR="00EF6C02" w:rsidRPr="00E21F58" w:rsidRDefault="00EF6C02" w:rsidP="00EF6C02">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14F56C4F" w14:textId="63361F9B" w:rsidR="00EF6C02" w:rsidRPr="00E21F58" w:rsidRDefault="00EF6C02" w:rsidP="00EF6C02">
            <w:pPr>
              <w:jc w:val="both"/>
              <w:rPr>
                <w:rFonts w:ascii="Consolas" w:hAnsi="Consolas"/>
                <w:noProof/>
                <w:sz w:val="16"/>
                <w:szCs w:val="16"/>
                <w:lang w:eastAsia="de-DE"/>
              </w:rPr>
            </w:pPr>
            <w:r>
              <w:rPr>
                <w:rFonts w:ascii="Consolas" w:hAnsi="Consolas"/>
                <w:noProof/>
                <w:sz w:val="16"/>
                <w:szCs w:val="16"/>
                <w:lang w:eastAsia="de-DE"/>
              </w:rPr>
              <w:t>&lt;asram:</w:t>
            </w:r>
            <w:r w:rsidRPr="00B35221">
              <w:rPr>
                <w:rFonts w:ascii="Consolas" w:hAnsi="Consolas"/>
                <w:noProof/>
                <w:sz w:val="16"/>
                <w:lang w:eastAsia="de-DE"/>
              </w:rPr>
              <w:t>UnitQuantity&gt;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2648C4D4" w14:textId="77777777" w:rsidR="00EF6C02" w:rsidRPr="00A666F6" w:rsidRDefault="00EF6C02" w:rsidP="00EF6C0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0B3C059" w14:textId="1B1D49E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36" w:type="dxa"/>
            <w:tcBorders>
              <w:top w:val="dotted" w:sz="4" w:space="0" w:color="000000"/>
              <w:left w:val="dotted" w:sz="4" w:space="0" w:color="000000"/>
              <w:bottom w:val="dotted" w:sz="4" w:space="0" w:color="000000"/>
              <w:right w:val="dotted" w:sz="4" w:space="0" w:color="000000"/>
            </w:tcBorders>
            <w:vAlign w:val="center"/>
          </w:tcPr>
          <w:p w14:paraId="1AE6ED2D" w14:textId="5E063715"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8259ED5" w14:textId="53D83B46" w:rsidR="00EF6C02" w:rsidRPr="00A666F6" w:rsidRDefault="00AE54F3" w:rsidP="00EF6C0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64B0FCB" w14:textId="4629AFC6" w:rsidR="00EF6C02" w:rsidRDefault="00DC354E" w:rsidP="00EF6C0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DemandQuantity</w:t>
            </w:r>
          </w:p>
        </w:tc>
      </w:tr>
    </w:tbl>
    <w:p w14:paraId="012DF6D2" w14:textId="61D2B69A" w:rsidR="00225C3F" w:rsidRDefault="00225C3F"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DF625C" w:rsidRPr="000B55CC" w14:paraId="0110903E" w14:textId="77777777" w:rsidTr="00B44373">
        <w:trPr>
          <w:cantSplit/>
          <w:trHeight w:val="330"/>
          <w:tblHeader/>
        </w:trPr>
        <w:tc>
          <w:tcPr>
            <w:tcW w:w="644" w:type="pct"/>
            <w:tcBorders>
              <w:bottom w:val="single" w:sz="4" w:space="0" w:color="000000"/>
            </w:tcBorders>
            <w:shd w:val="clear" w:color="auto" w:fill="A6A6A6"/>
            <w:noWrap/>
            <w:vAlign w:val="center"/>
            <w:hideMark/>
          </w:tcPr>
          <w:p w14:paraId="4DAB448D" w14:textId="77777777" w:rsidR="00DF625C" w:rsidRPr="005301E2" w:rsidRDefault="00DF625C" w:rsidP="00B4437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3E71B282" w14:textId="77777777" w:rsidR="00DF625C" w:rsidRPr="005301E2" w:rsidRDefault="00DF625C" w:rsidP="00B44373">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2ADA0489" w14:textId="77777777" w:rsidR="00DF625C" w:rsidRPr="005301E2" w:rsidRDefault="00DF625C" w:rsidP="00B4437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08ECD769" w14:textId="77777777" w:rsidR="00DF625C" w:rsidRPr="005301E2"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F625C" w:rsidRPr="000B55CC" w14:paraId="74BFB7E6" w14:textId="77777777" w:rsidTr="00B44373">
        <w:trPr>
          <w:cantSplit/>
          <w:trHeight w:val="358"/>
        </w:trPr>
        <w:tc>
          <w:tcPr>
            <w:tcW w:w="644" w:type="pct"/>
            <w:shd w:val="clear" w:color="auto" w:fill="auto"/>
            <w:noWrap/>
            <w:vAlign w:val="center"/>
          </w:tcPr>
          <w:p w14:paraId="29E997BD" w14:textId="6CC2B6B3" w:rsidR="00DF625C" w:rsidRDefault="00580AFD" w:rsidP="00B44373">
            <w:pPr>
              <w:spacing w:line="240" w:lineRule="auto"/>
              <w:jc w:val="center"/>
              <w:rPr>
                <w:rFonts w:eastAsia="Times New Roman" w:cs="Arial"/>
                <w:sz w:val="16"/>
                <w:szCs w:val="20"/>
                <w:lang w:eastAsia="de-DE"/>
              </w:rPr>
            </w:pPr>
            <w:r w:rsidRPr="00580AFD">
              <w:rPr>
                <w:rFonts w:eastAsia="Times New Roman" w:cs="Arial"/>
                <w:sz w:val="16"/>
                <w:szCs w:val="20"/>
                <w:lang w:eastAsia="de-DE"/>
              </w:rPr>
              <w:t>CustMatNumber</w:t>
            </w:r>
          </w:p>
        </w:tc>
        <w:tc>
          <w:tcPr>
            <w:tcW w:w="1208" w:type="pct"/>
            <w:shd w:val="clear" w:color="auto" w:fill="auto"/>
            <w:noWrap/>
            <w:vAlign w:val="center"/>
          </w:tcPr>
          <w:p w14:paraId="016EF9F1" w14:textId="5EAB85B0" w:rsidR="00DF625C" w:rsidRPr="000B7623" w:rsidRDefault="00045CFD" w:rsidP="00B44373">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CMN-142205011-1</w:t>
            </w:r>
          </w:p>
        </w:tc>
        <w:tc>
          <w:tcPr>
            <w:tcW w:w="1423" w:type="pct"/>
            <w:shd w:val="clear" w:color="auto" w:fill="auto"/>
            <w:vAlign w:val="center"/>
          </w:tcPr>
          <w:p w14:paraId="19774295" w14:textId="30E74DD6" w:rsidR="00DF625C" w:rsidRPr="00DC4289" w:rsidRDefault="007F710C" w:rsidP="007F710C">
            <w:pPr>
              <w:rPr>
                <w:sz w:val="16"/>
                <w:lang w:eastAsia="de-DE"/>
              </w:rPr>
            </w:pPr>
            <w:r>
              <w:rPr>
                <w:sz w:val="16"/>
                <w:lang w:eastAsia="de-DE"/>
              </w:rPr>
              <w:t>C</w:t>
            </w:r>
            <w:r w:rsidRPr="006309FD">
              <w:rPr>
                <w:sz w:val="16"/>
                <w:lang w:eastAsia="de-DE"/>
              </w:rPr>
              <w:t>ustomer</w:t>
            </w:r>
            <w:r>
              <w:rPr>
                <w:sz w:val="16"/>
                <w:lang w:eastAsia="de-DE"/>
              </w:rPr>
              <w:t xml:space="preserve"> M</w:t>
            </w:r>
            <w:r w:rsidRPr="006309FD">
              <w:rPr>
                <w:sz w:val="16"/>
                <w:lang w:eastAsia="de-DE"/>
              </w:rPr>
              <w:t xml:space="preserve">aterial </w:t>
            </w:r>
            <w:r>
              <w:rPr>
                <w:sz w:val="16"/>
                <w:lang w:eastAsia="de-DE"/>
              </w:rPr>
              <w:t>Nu</w:t>
            </w:r>
            <w:r w:rsidRPr="006309FD">
              <w:rPr>
                <w:sz w:val="16"/>
                <w:lang w:eastAsia="de-DE"/>
              </w:rPr>
              <w:t>mber.</w:t>
            </w:r>
          </w:p>
        </w:tc>
        <w:tc>
          <w:tcPr>
            <w:tcW w:w="1725" w:type="pct"/>
            <w:shd w:val="clear" w:color="auto" w:fill="auto"/>
            <w:vAlign w:val="center"/>
          </w:tcPr>
          <w:p w14:paraId="0F42122B" w14:textId="4FD4756B" w:rsidR="00DF625C" w:rsidRPr="00DC4289" w:rsidRDefault="00B63FBB" w:rsidP="00045CFD">
            <w:pPr>
              <w:spacing w:line="240" w:lineRule="auto"/>
              <w:rPr>
                <w:sz w:val="16"/>
                <w:lang w:eastAsia="de-DE"/>
              </w:rPr>
            </w:pPr>
            <w:r w:rsidRPr="00B63FBB">
              <w:rPr>
                <w:sz w:val="16"/>
                <w:lang w:eastAsia="de-DE"/>
              </w:rPr>
              <w:t>/as:CI_DemandForecastResponse/as:CISDRSupplyChainTradeTransaction/asram:IncludedCISDRLSupplyChainTradeLineItem/asram:SpecifiedCITradeProduct/asram:CustomerAssignedIdentificationIdentifier</w:t>
            </w:r>
          </w:p>
        </w:tc>
      </w:tr>
      <w:tr w:rsidR="007F710C" w:rsidRPr="000B55CC" w14:paraId="7D5E1D86" w14:textId="77777777" w:rsidTr="00B44373">
        <w:trPr>
          <w:cantSplit/>
          <w:trHeight w:val="358"/>
        </w:trPr>
        <w:tc>
          <w:tcPr>
            <w:tcW w:w="644" w:type="pct"/>
            <w:shd w:val="clear" w:color="auto" w:fill="auto"/>
            <w:noWrap/>
            <w:vAlign w:val="center"/>
          </w:tcPr>
          <w:p w14:paraId="529E0EAC" w14:textId="65E21DD4"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t>ProgramMSN</w:t>
            </w:r>
          </w:p>
        </w:tc>
        <w:tc>
          <w:tcPr>
            <w:tcW w:w="1208" w:type="pct"/>
            <w:shd w:val="clear" w:color="auto" w:fill="auto"/>
            <w:noWrap/>
            <w:vAlign w:val="center"/>
          </w:tcPr>
          <w:p w14:paraId="14A5AE4F" w14:textId="5FBA0474" w:rsidR="007F710C" w:rsidRPr="000B7623" w:rsidRDefault="007F710C" w:rsidP="007F710C">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LR/380000001</w:t>
            </w:r>
          </w:p>
        </w:tc>
        <w:tc>
          <w:tcPr>
            <w:tcW w:w="1423" w:type="pct"/>
            <w:shd w:val="clear" w:color="auto" w:fill="auto"/>
            <w:vAlign w:val="center"/>
          </w:tcPr>
          <w:p w14:paraId="283E784F" w14:textId="77777777" w:rsidR="008C5489" w:rsidRPr="006309FD" w:rsidRDefault="008C5489" w:rsidP="008C5489">
            <w:pPr>
              <w:rPr>
                <w:sz w:val="16"/>
                <w:lang w:eastAsia="de-DE"/>
              </w:rPr>
            </w:pPr>
            <w:r w:rsidRPr="006309FD">
              <w:rPr>
                <w:sz w:val="16"/>
                <w:lang w:eastAsia="de-DE"/>
              </w:rPr>
              <w:t>Program/MSN:</w:t>
            </w:r>
          </w:p>
          <w:p w14:paraId="2AA35D6D" w14:textId="77777777" w:rsidR="007F710C" w:rsidRDefault="008C5489" w:rsidP="008C5489">
            <w:pPr>
              <w:spacing w:line="240" w:lineRule="auto"/>
              <w:rPr>
                <w:sz w:val="16"/>
                <w:lang w:eastAsia="de-DE"/>
              </w:rPr>
            </w:pPr>
            <w:r w:rsidRPr="006309FD">
              <w:rPr>
                <w:sz w:val="16"/>
                <w:lang w:eastAsia="de-DE"/>
              </w:rPr>
              <w:t>Defines the Aircraft type and Material Serial Number.</w:t>
            </w:r>
          </w:p>
          <w:p w14:paraId="331CCDAA" w14:textId="5574B209" w:rsidR="007A644C" w:rsidRPr="00DC4289" w:rsidRDefault="007A644C" w:rsidP="008C5489">
            <w:pPr>
              <w:spacing w:line="240" w:lineRule="auto"/>
              <w:rPr>
                <w:sz w:val="16"/>
                <w:lang w:eastAsia="de-DE"/>
              </w:rPr>
            </w:pPr>
            <w:r>
              <w:rPr>
                <w:sz w:val="16"/>
                <w:lang w:eastAsia="de-DE"/>
              </w:rPr>
              <w:t>Mandatory in case the part is declared critical.</w:t>
            </w:r>
          </w:p>
        </w:tc>
        <w:tc>
          <w:tcPr>
            <w:tcW w:w="1725" w:type="pct"/>
            <w:shd w:val="clear" w:color="auto" w:fill="auto"/>
            <w:vAlign w:val="center"/>
          </w:tcPr>
          <w:p w14:paraId="730AB8BD" w14:textId="00587AA7" w:rsidR="007F710C" w:rsidRPr="00DC4289"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/as:CI_DemandForecastResponse/as:CISDRSupplyChainTradeTransaction/asram:IncludedCISDRLSupplyChainTradeLineItem/asram:SpecifiedCISSupplyChainTradeAgreement/asram:ProgramCIMissionProject/asram:IdentificationIdentifier</w:t>
            </w:r>
          </w:p>
        </w:tc>
      </w:tr>
      <w:tr w:rsidR="007F710C" w:rsidRPr="000B55CC" w14:paraId="0884C7A3" w14:textId="77777777" w:rsidTr="00B44373">
        <w:trPr>
          <w:cantSplit/>
          <w:trHeight w:val="358"/>
        </w:trPr>
        <w:tc>
          <w:tcPr>
            <w:tcW w:w="644" w:type="pct"/>
            <w:shd w:val="clear" w:color="auto" w:fill="auto"/>
            <w:noWrap/>
            <w:vAlign w:val="center"/>
          </w:tcPr>
          <w:p w14:paraId="33EE8F62" w14:textId="601BDD1D"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t>HorizonType</w:t>
            </w:r>
          </w:p>
        </w:tc>
        <w:tc>
          <w:tcPr>
            <w:tcW w:w="1208" w:type="pct"/>
            <w:shd w:val="clear" w:color="auto" w:fill="auto"/>
            <w:noWrap/>
            <w:vAlign w:val="center"/>
          </w:tcPr>
          <w:p w14:paraId="61FF6CDB" w14:textId="5DEE1AAC" w:rsidR="007F710C" w:rsidRPr="000B7623" w:rsidRDefault="007F710C" w:rsidP="007F710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FIRM</w:t>
            </w:r>
          </w:p>
        </w:tc>
        <w:tc>
          <w:tcPr>
            <w:tcW w:w="1423" w:type="pct"/>
            <w:shd w:val="clear" w:color="auto" w:fill="auto"/>
            <w:vAlign w:val="center"/>
          </w:tcPr>
          <w:p w14:paraId="4FB91AAD" w14:textId="77777777" w:rsidR="007F710C" w:rsidRDefault="00000B8E" w:rsidP="007F710C">
            <w:pPr>
              <w:spacing w:line="240" w:lineRule="auto"/>
              <w:rPr>
                <w:sz w:val="16"/>
                <w:lang w:eastAsia="de-DE"/>
              </w:rPr>
            </w:pPr>
            <w:r>
              <w:rPr>
                <w:sz w:val="16"/>
                <w:lang w:eastAsia="de-DE"/>
              </w:rPr>
              <w:t>Possible values are:</w:t>
            </w:r>
          </w:p>
          <w:p w14:paraId="0B255BAE" w14:textId="24EF1ED4" w:rsidR="00000B8E" w:rsidRDefault="00000B8E" w:rsidP="007F710C">
            <w:pPr>
              <w:spacing w:line="240" w:lineRule="auto"/>
              <w:rPr>
                <w:sz w:val="16"/>
                <w:lang w:eastAsia="de-DE"/>
              </w:rPr>
            </w:pPr>
            <w:r w:rsidRPr="00000B8E">
              <w:rPr>
                <w:b/>
                <w:sz w:val="16"/>
                <w:lang w:eastAsia="de-DE"/>
              </w:rPr>
              <w:t>FIRM</w:t>
            </w:r>
            <w:r w:rsidR="00EA51DC">
              <w:rPr>
                <w:sz w:val="16"/>
                <w:lang w:eastAsia="de-DE"/>
              </w:rPr>
              <w:t xml:space="preserve"> =</w:t>
            </w:r>
            <w:r>
              <w:rPr>
                <w:sz w:val="16"/>
                <w:lang w:eastAsia="de-DE"/>
              </w:rPr>
              <w:t xml:space="preserve"> firm horizon</w:t>
            </w:r>
            <w:r w:rsidR="00BE3E1E">
              <w:rPr>
                <w:sz w:val="16"/>
                <w:lang w:eastAsia="de-DE"/>
              </w:rPr>
              <w:t xml:space="preserve"> </w:t>
            </w:r>
            <w:r w:rsidR="00BE3E1E" w:rsidRPr="00BE3E1E">
              <w:rPr>
                <w:sz w:val="16"/>
                <w:lang w:eastAsia="de-DE"/>
              </w:rPr>
              <w:t>(short term demands)</w:t>
            </w:r>
          </w:p>
          <w:p w14:paraId="1CA68159" w14:textId="2F755229" w:rsidR="00000B8E" w:rsidRDefault="00000B8E" w:rsidP="007F710C">
            <w:pPr>
              <w:spacing w:line="240" w:lineRule="auto"/>
              <w:rPr>
                <w:sz w:val="16"/>
                <w:lang w:eastAsia="de-DE"/>
              </w:rPr>
            </w:pPr>
            <w:r w:rsidRPr="00000B8E">
              <w:rPr>
                <w:b/>
                <w:sz w:val="16"/>
                <w:lang w:eastAsia="de-DE"/>
              </w:rPr>
              <w:t>FLEX</w:t>
            </w:r>
            <w:r w:rsidR="00EA51DC">
              <w:rPr>
                <w:sz w:val="16"/>
                <w:lang w:eastAsia="de-DE"/>
              </w:rPr>
              <w:t xml:space="preserve"> = </w:t>
            </w:r>
            <w:r>
              <w:rPr>
                <w:sz w:val="16"/>
                <w:lang w:eastAsia="de-DE"/>
              </w:rPr>
              <w:t>flexible horizon</w:t>
            </w:r>
            <w:r w:rsidR="00BE3E1E">
              <w:rPr>
                <w:sz w:val="16"/>
                <w:lang w:eastAsia="de-DE"/>
              </w:rPr>
              <w:t xml:space="preserve"> </w:t>
            </w:r>
            <w:r w:rsidR="00BE3E1E" w:rsidRPr="00BE3E1E">
              <w:rPr>
                <w:sz w:val="16"/>
                <w:lang w:eastAsia="de-DE"/>
              </w:rPr>
              <w:t>(mid to long term demands)</w:t>
            </w:r>
          </w:p>
          <w:p w14:paraId="1EFFE7A0" w14:textId="014CD806" w:rsidR="00000B8E" w:rsidRPr="00DC4289" w:rsidRDefault="00000B8E" w:rsidP="007F710C">
            <w:pPr>
              <w:spacing w:line="240" w:lineRule="auto"/>
              <w:rPr>
                <w:sz w:val="16"/>
                <w:lang w:eastAsia="de-DE"/>
              </w:rPr>
            </w:pPr>
            <w:r w:rsidRPr="00000B8E">
              <w:rPr>
                <w:b/>
                <w:sz w:val="16"/>
                <w:lang w:eastAsia="de-DE"/>
              </w:rPr>
              <w:t>PROV</w:t>
            </w:r>
            <w:r w:rsidR="00EA51DC">
              <w:rPr>
                <w:sz w:val="16"/>
                <w:lang w:eastAsia="de-DE"/>
              </w:rPr>
              <w:t xml:space="preserve"> = </w:t>
            </w:r>
            <w:r>
              <w:rPr>
                <w:sz w:val="16"/>
                <w:lang w:eastAsia="de-DE"/>
              </w:rPr>
              <w:t>provisional horizon</w:t>
            </w:r>
            <w:r w:rsidR="00BE3E1E">
              <w:rPr>
                <w:sz w:val="16"/>
                <w:lang w:eastAsia="de-DE"/>
              </w:rPr>
              <w:t xml:space="preserve"> </w:t>
            </w:r>
            <w:r w:rsidR="00BE3E1E" w:rsidRPr="00BE3E1E">
              <w:rPr>
                <w:sz w:val="16"/>
                <w:lang w:eastAsia="de-DE"/>
              </w:rPr>
              <w:t>(very long term demands)</w:t>
            </w:r>
          </w:p>
        </w:tc>
        <w:tc>
          <w:tcPr>
            <w:tcW w:w="1725" w:type="pct"/>
            <w:shd w:val="clear" w:color="auto" w:fill="auto"/>
            <w:vAlign w:val="center"/>
          </w:tcPr>
          <w:p w14:paraId="5A65A556" w14:textId="3256AAD3" w:rsidR="007F710C" w:rsidRPr="00DC4289"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/as:CI_DemandForecastResponse/as:CISDRSupplyChainTradeTransaction/asram:IncludedCISDRLSupplyChainTradeLineItem/asram:SpecifiedCISDRLSupplyChainTradeDelivery/asram:ForecastedCISupplyChainSupplyPlan/asram:CommitmentLevelCode</w:t>
            </w:r>
          </w:p>
        </w:tc>
      </w:tr>
      <w:tr w:rsidR="007F710C" w:rsidRPr="000B55CC" w14:paraId="4785A98B" w14:textId="77777777" w:rsidTr="00B44373">
        <w:trPr>
          <w:cantSplit/>
          <w:trHeight w:val="358"/>
        </w:trPr>
        <w:tc>
          <w:tcPr>
            <w:tcW w:w="644" w:type="pct"/>
            <w:shd w:val="clear" w:color="auto" w:fill="auto"/>
            <w:noWrap/>
            <w:vAlign w:val="center"/>
          </w:tcPr>
          <w:p w14:paraId="68EB6133" w14:textId="7CA77D2F"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t>DataMeasure</w:t>
            </w:r>
          </w:p>
        </w:tc>
        <w:tc>
          <w:tcPr>
            <w:tcW w:w="1208" w:type="pct"/>
            <w:shd w:val="clear" w:color="auto" w:fill="auto"/>
            <w:noWrap/>
            <w:vAlign w:val="center"/>
          </w:tcPr>
          <w:p w14:paraId="28FCC914" w14:textId="61D5659F" w:rsidR="007F710C" w:rsidRPr="000B7623" w:rsidRDefault="00B63FBB" w:rsidP="007F710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SUPCOM</w:t>
            </w:r>
          </w:p>
        </w:tc>
        <w:tc>
          <w:tcPr>
            <w:tcW w:w="1423" w:type="pct"/>
            <w:shd w:val="clear" w:color="auto" w:fill="auto"/>
            <w:vAlign w:val="center"/>
          </w:tcPr>
          <w:p w14:paraId="69E5F0A1" w14:textId="77777777" w:rsidR="007F710C" w:rsidRDefault="00000B8E" w:rsidP="007F710C">
            <w:pPr>
              <w:spacing w:line="240" w:lineRule="auto"/>
              <w:rPr>
                <w:sz w:val="16"/>
                <w:lang w:eastAsia="de-DE"/>
              </w:rPr>
            </w:pPr>
            <w:r>
              <w:rPr>
                <w:sz w:val="16"/>
                <w:lang w:eastAsia="de-DE"/>
              </w:rPr>
              <w:t>Possible values are:</w:t>
            </w:r>
          </w:p>
          <w:p w14:paraId="7F44D867" w14:textId="5E0CF688" w:rsidR="00000B8E" w:rsidRDefault="00000B8E" w:rsidP="007F710C">
            <w:pPr>
              <w:spacing w:line="240" w:lineRule="auto"/>
              <w:rPr>
                <w:sz w:val="16"/>
                <w:lang w:eastAsia="de-DE"/>
              </w:rPr>
            </w:pPr>
            <w:r w:rsidRPr="00000B8E">
              <w:rPr>
                <w:b/>
                <w:sz w:val="16"/>
                <w:lang w:eastAsia="de-DE"/>
              </w:rPr>
              <w:t>PUBDMD</w:t>
            </w:r>
            <w:r w:rsidR="00EA51DC">
              <w:rPr>
                <w:sz w:val="16"/>
                <w:lang w:eastAsia="de-DE"/>
              </w:rPr>
              <w:t xml:space="preserve"> =</w:t>
            </w:r>
            <w:r>
              <w:rPr>
                <w:sz w:val="16"/>
                <w:lang w:eastAsia="de-DE"/>
              </w:rPr>
              <w:t xml:space="preserve"> published demand</w:t>
            </w:r>
          </w:p>
          <w:p w14:paraId="59D20BEE" w14:textId="59740F5C" w:rsidR="00000B8E" w:rsidRDefault="00000B8E" w:rsidP="007F710C">
            <w:pPr>
              <w:spacing w:line="240" w:lineRule="auto"/>
              <w:rPr>
                <w:sz w:val="16"/>
                <w:lang w:eastAsia="de-DE"/>
              </w:rPr>
            </w:pPr>
            <w:r w:rsidRPr="00000B8E">
              <w:rPr>
                <w:b/>
                <w:sz w:val="16"/>
                <w:lang w:eastAsia="de-DE"/>
              </w:rPr>
              <w:t>PRVDMD</w:t>
            </w:r>
            <w:r w:rsidR="00EA51DC">
              <w:rPr>
                <w:sz w:val="16"/>
                <w:lang w:eastAsia="de-DE"/>
              </w:rPr>
              <w:t xml:space="preserve"> = </w:t>
            </w:r>
            <w:r>
              <w:rPr>
                <w:sz w:val="16"/>
                <w:lang w:eastAsia="de-DE"/>
              </w:rPr>
              <w:t>previous published demand</w:t>
            </w:r>
          </w:p>
          <w:p w14:paraId="24C11CF5" w14:textId="2FCDE370" w:rsidR="00000B8E" w:rsidRDefault="00000B8E" w:rsidP="007F710C">
            <w:pPr>
              <w:spacing w:line="240" w:lineRule="auto"/>
              <w:rPr>
                <w:sz w:val="16"/>
                <w:lang w:eastAsia="de-DE"/>
              </w:rPr>
            </w:pPr>
            <w:r w:rsidRPr="00000B8E">
              <w:rPr>
                <w:b/>
                <w:sz w:val="16"/>
                <w:lang w:eastAsia="de-DE"/>
              </w:rPr>
              <w:t>SUPCOM</w:t>
            </w:r>
            <w:r w:rsidR="00EA51DC">
              <w:rPr>
                <w:b/>
                <w:sz w:val="16"/>
                <w:lang w:eastAsia="de-DE"/>
              </w:rPr>
              <w:t xml:space="preserve"> </w:t>
            </w:r>
            <w:r w:rsidR="00EA51DC" w:rsidRPr="00EA51DC">
              <w:rPr>
                <w:sz w:val="16"/>
                <w:lang w:eastAsia="de-DE"/>
              </w:rPr>
              <w:t>=</w:t>
            </w:r>
            <w:r>
              <w:rPr>
                <w:sz w:val="16"/>
                <w:lang w:eastAsia="de-DE"/>
              </w:rPr>
              <w:t xml:space="preserve"> supplier commitment</w:t>
            </w:r>
          </w:p>
          <w:p w14:paraId="04BADF28" w14:textId="0C511EC9" w:rsidR="00000B8E" w:rsidRPr="00DC4289" w:rsidRDefault="00000B8E" w:rsidP="007F710C">
            <w:pPr>
              <w:spacing w:line="240" w:lineRule="auto"/>
              <w:rPr>
                <w:sz w:val="16"/>
                <w:lang w:eastAsia="de-DE"/>
              </w:rPr>
            </w:pPr>
            <w:r w:rsidRPr="00000B8E">
              <w:rPr>
                <w:b/>
                <w:sz w:val="16"/>
                <w:lang w:eastAsia="de-DE"/>
              </w:rPr>
              <w:t>CUSTUN</w:t>
            </w:r>
            <w:r w:rsidR="00EA51DC">
              <w:rPr>
                <w:sz w:val="16"/>
                <w:lang w:eastAsia="de-DE"/>
              </w:rPr>
              <w:t xml:space="preserve"> = </w:t>
            </w:r>
            <w:r>
              <w:rPr>
                <w:sz w:val="16"/>
                <w:lang w:eastAsia="de-DE"/>
              </w:rPr>
              <w:t>customer tuning</w:t>
            </w:r>
          </w:p>
        </w:tc>
        <w:tc>
          <w:tcPr>
            <w:tcW w:w="1725" w:type="pct"/>
            <w:shd w:val="clear" w:color="auto" w:fill="auto"/>
            <w:vAlign w:val="center"/>
          </w:tcPr>
          <w:p w14:paraId="100FC1AC" w14:textId="30EBF787" w:rsidR="007F710C" w:rsidRPr="00DC4289"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/as:CI_DemandForecastResponse/as:CISDRSupplyChainTradeTransaction/asram:IncludedCISDRLSupplyChainTradeLineItem/asram:SpecifiedCISDRLSupplyChainTradeDelivery/asram:ForecastedCISupplyChainSupplyPlan/asram:TypeCode</w:t>
            </w:r>
          </w:p>
        </w:tc>
      </w:tr>
      <w:tr w:rsidR="007F710C" w:rsidRPr="000B55CC" w14:paraId="45D9F4CA" w14:textId="77777777" w:rsidTr="00B44373">
        <w:trPr>
          <w:cantSplit/>
          <w:trHeight w:val="358"/>
        </w:trPr>
        <w:tc>
          <w:tcPr>
            <w:tcW w:w="644" w:type="pct"/>
            <w:shd w:val="clear" w:color="auto" w:fill="auto"/>
            <w:noWrap/>
            <w:vAlign w:val="center"/>
          </w:tcPr>
          <w:p w14:paraId="78415C1F" w14:textId="77777777"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t>SuppRemark</w:t>
            </w:r>
          </w:p>
        </w:tc>
        <w:tc>
          <w:tcPr>
            <w:tcW w:w="1208" w:type="pct"/>
            <w:shd w:val="clear" w:color="auto" w:fill="auto"/>
            <w:noWrap/>
            <w:vAlign w:val="center"/>
          </w:tcPr>
          <w:p w14:paraId="7E77FC1B" w14:textId="5DF49162" w:rsidR="007F710C" w:rsidRPr="000B7623" w:rsidRDefault="007F710C" w:rsidP="007F710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New blue coating as requested.</w:t>
            </w:r>
          </w:p>
        </w:tc>
        <w:tc>
          <w:tcPr>
            <w:tcW w:w="1423" w:type="pct"/>
            <w:shd w:val="clear" w:color="auto" w:fill="auto"/>
            <w:vAlign w:val="center"/>
          </w:tcPr>
          <w:p w14:paraId="78D3840A" w14:textId="77777777" w:rsidR="007F710C" w:rsidRDefault="00106640" w:rsidP="007F710C">
            <w:pPr>
              <w:spacing w:line="240" w:lineRule="auto"/>
              <w:rPr>
                <w:sz w:val="16"/>
                <w:lang w:eastAsia="de-DE"/>
              </w:rPr>
            </w:pPr>
            <w:r>
              <w:rPr>
                <w:sz w:val="16"/>
                <w:lang w:eastAsia="de-DE"/>
              </w:rPr>
              <w:t>Supplier Remark.</w:t>
            </w:r>
          </w:p>
          <w:p w14:paraId="5C0F98E9" w14:textId="1825E125" w:rsidR="00106640" w:rsidRPr="00DC4289" w:rsidRDefault="00106640" w:rsidP="007F710C">
            <w:pPr>
              <w:spacing w:line="240" w:lineRule="auto"/>
              <w:rPr>
                <w:sz w:val="16"/>
                <w:lang w:eastAsia="de-DE"/>
              </w:rPr>
            </w:pPr>
            <w:r>
              <w:rPr>
                <w:sz w:val="16"/>
                <w:lang w:eastAsia="de-DE"/>
              </w:rPr>
              <w:t>Value depends on RemarkCode</w:t>
            </w:r>
          </w:p>
        </w:tc>
        <w:tc>
          <w:tcPr>
            <w:tcW w:w="1725" w:type="pct"/>
            <w:shd w:val="clear" w:color="auto" w:fill="auto"/>
            <w:vAlign w:val="center"/>
          </w:tcPr>
          <w:p w14:paraId="5D69FB49" w14:textId="1B6E2BFA" w:rsidR="007F710C" w:rsidRPr="00DC4289"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/as:CI_DemandForecastResponse/as:CISDRSupplyChainTradeTransaction/asram:IncludedCISDRLSupplyChainTradeLineItem/asram:SpecifiedCISDRLSupplyChainTradeDelivery/asram:ForecastedCISupplyChainSupplyPlan/asram:PromisedDeliveryCISupplyChainEvent/asram:DescriptionText</w:t>
            </w:r>
          </w:p>
        </w:tc>
      </w:tr>
      <w:tr w:rsidR="007F710C" w:rsidRPr="000B55CC" w14:paraId="33716DE2" w14:textId="77777777" w:rsidTr="00B44373">
        <w:trPr>
          <w:cantSplit/>
          <w:trHeight w:val="358"/>
        </w:trPr>
        <w:tc>
          <w:tcPr>
            <w:tcW w:w="644" w:type="pct"/>
            <w:shd w:val="clear" w:color="auto" w:fill="auto"/>
            <w:noWrap/>
            <w:vAlign w:val="center"/>
          </w:tcPr>
          <w:p w14:paraId="5590B7FB" w14:textId="77777777"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t>RemarkCode</w:t>
            </w:r>
          </w:p>
        </w:tc>
        <w:tc>
          <w:tcPr>
            <w:tcW w:w="1208" w:type="pct"/>
            <w:shd w:val="clear" w:color="auto" w:fill="auto"/>
            <w:noWrap/>
            <w:vAlign w:val="center"/>
          </w:tcPr>
          <w:p w14:paraId="2BEF06C8" w14:textId="38884709" w:rsidR="007F710C" w:rsidRPr="000B7623" w:rsidRDefault="007F710C" w:rsidP="007F710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DDFS</w:t>
            </w:r>
          </w:p>
        </w:tc>
        <w:tc>
          <w:tcPr>
            <w:tcW w:w="1423" w:type="pct"/>
            <w:shd w:val="clear" w:color="auto" w:fill="auto"/>
            <w:vAlign w:val="center"/>
          </w:tcPr>
          <w:p w14:paraId="585B17C9" w14:textId="77777777" w:rsidR="007F710C" w:rsidRDefault="00106640" w:rsidP="007F710C">
            <w:pPr>
              <w:spacing w:line="240" w:lineRule="auto"/>
              <w:rPr>
                <w:sz w:val="16"/>
                <w:lang w:eastAsia="de-DE"/>
              </w:rPr>
            </w:pPr>
            <w:r>
              <w:rPr>
                <w:sz w:val="16"/>
                <w:lang w:eastAsia="de-DE"/>
              </w:rPr>
              <w:t>Possible values are:</w:t>
            </w:r>
          </w:p>
          <w:p w14:paraId="0BE3DE08" w14:textId="53F8E5EF" w:rsidR="00106640" w:rsidRPr="00DC4289" w:rsidRDefault="00106640" w:rsidP="00106640">
            <w:pPr>
              <w:rPr>
                <w:sz w:val="16"/>
                <w:lang w:eastAsia="de-DE"/>
              </w:rPr>
            </w:pPr>
            <w:r w:rsidRPr="00106640">
              <w:rPr>
                <w:b/>
                <w:sz w:val="16"/>
                <w:lang w:eastAsia="de-DE"/>
              </w:rPr>
              <w:t>DDFS</w:t>
            </w:r>
            <w:r w:rsidR="00EA51DC">
              <w:rPr>
                <w:sz w:val="16"/>
                <w:lang w:eastAsia="de-DE"/>
              </w:rPr>
              <w:t xml:space="preserve"> =</w:t>
            </w:r>
            <w:r>
              <w:rPr>
                <w:sz w:val="16"/>
                <w:lang w:eastAsia="de-DE"/>
              </w:rPr>
              <w:t xml:space="preserve"> </w:t>
            </w:r>
            <w:r w:rsidRPr="00DE79F0">
              <w:rPr>
                <w:sz w:val="16"/>
                <w:lang w:eastAsia="de-DE"/>
              </w:rPr>
              <w:t>DedicatedRemarkField_Supplie</w:t>
            </w:r>
            <w:r>
              <w:rPr>
                <w:sz w:val="16"/>
                <w:lang w:eastAsia="de-DE"/>
              </w:rPr>
              <w:t xml:space="preserve">r: </w:t>
            </w:r>
            <w:r w:rsidRPr="00DE79F0">
              <w:rPr>
                <w:rFonts w:eastAsia="Times New Roman"/>
                <w:color w:val="000000"/>
                <w:sz w:val="16"/>
                <w:lang w:eastAsia="de-DE"/>
              </w:rPr>
              <w:t>Co</w:t>
            </w:r>
            <w:r>
              <w:rPr>
                <w:rFonts w:eastAsia="Times New Roman"/>
                <w:color w:val="000000"/>
                <w:sz w:val="16"/>
                <w:lang w:eastAsia="de-DE"/>
              </w:rPr>
              <w:t>mment field usable by supplier.</w:t>
            </w:r>
          </w:p>
        </w:tc>
        <w:tc>
          <w:tcPr>
            <w:tcW w:w="1725" w:type="pct"/>
            <w:shd w:val="clear" w:color="auto" w:fill="auto"/>
            <w:vAlign w:val="center"/>
          </w:tcPr>
          <w:p w14:paraId="3FC9954C" w14:textId="4F8784C6" w:rsidR="007F710C" w:rsidRPr="00DC4289"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/as:CI_DemandForecastResponse/as:CISDRSupplyChainTradeTransaction/asram:IncludedCISDRLSupplyChainTradeLineItem/asram:SpecifiedCISDRLSupplyChainTradeDelivery/asram:ForecastedCISupplyChainSupplyPlan/asram:PromisedDeliveryCISupplyChainEvent/asram:TypeCode</w:t>
            </w:r>
          </w:p>
        </w:tc>
      </w:tr>
      <w:tr w:rsidR="007F710C" w:rsidRPr="000B55CC" w14:paraId="4F8BA244" w14:textId="77777777" w:rsidTr="00B44373">
        <w:trPr>
          <w:cantSplit/>
          <w:trHeight w:val="358"/>
        </w:trPr>
        <w:tc>
          <w:tcPr>
            <w:tcW w:w="644" w:type="pct"/>
            <w:shd w:val="clear" w:color="auto" w:fill="auto"/>
            <w:noWrap/>
            <w:vAlign w:val="center"/>
          </w:tcPr>
          <w:p w14:paraId="3509E27E" w14:textId="1BC2DFF6"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t>DemandDate</w:t>
            </w:r>
          </w:p>
        </w:tc>
        <w:tc>
          <w:tcPr>
            <w:tcW w:w="1208" w:type="pct"/>
            <w:shd w:val="clear" w:color="auto" w:fill="auto"/>
            <w:noWrap/>
            <w:vAlign w:val="center"/>
          </w:tcPr>
          <w:p w14:paraId="5742CABF" w14:textId="12DA99CE" w:rsidR="007F710C" w:rsidRPr="000B7623" w:rsidRDefault="007F710C" w:rsidP="007F710C">
            <w:pPr>
              <w:spacing w:line="240" w:lineRule="auto"/>
              <w:jc w:val="center"/>
              <w:rPr>
                <w:rFonts w:ascii="Consolas" w:eastAsia="Times New Roman" w:hAnsi="Consolas" w:cs="Arial"/>
                <w:color w:val="000000"/>
                <w:sz w:val="16"/>
                <w:szCs w:val="20"/>
                <w:lang w:eastAsia="de-DE"/>
              </w:rPr>
            </w:pPr>
            <w:r w:rsidRPr="00F35749">
              <w:rPr>
                <w:rFonts w:ascii="Consolas" w:eastAsia="Times New Roman" w:hAnsi="Consolas" w:cs="Arial"/>
                <w:color w:val="000000"/>
                <w:sz w:val="16"/>
                <w:szCs w:val="20"/>
                <w:lang w:eastAsia="de-DE"/>
              </w:rPr>
              <w:t>2017-08-19T00:00:00</w:t>
            </w:r>
          </w:p>
        </w:tc>
        <w:tc>
          <w:tcPr>
            <w:tcW w:w="1423" w:type="pct"/>
            <w:shd w:val="clear" w:color="auto" w:fill="auto"/>
            <w:vAlign w:val="center"/>
          </w:tcPr>
          <w:p w14:paraId="119B3A63" w14:textId="77777777" w:rsidR="007F710C" w:rsidRDefault="006D0DE3" w:rsidP="007F710C">
            <w:pPr>
              <w:spacing w:line="240" w:lineRule="auto"/>
              <w:rPr>
                <w:sz w:val="16"/>
                <w:lang w:eastAsia="de-DE"/>
              </w:rPr>
            </w:pPr>
            <w:r>
              <w:rPr>
                <w:sz w:val="16"/>
                <w:lang w:eastAsia="de-DE"/>
              </w:rPr>
              <w:t>Delivery Date/Demand Date</w:t>
            </w:r>
            <w:r w:rsidR="00AE6F0F">
              <w:rPr>
                <w:sz w:val="16"/>
                <w:lang w:eastAsia="de-DE"/>
              </w:rPr>
              <w:t>.</w:t>
            </w:r>
          </w:p>
          <w:p w14:paraId="3868EC76" w14:textId="7A97B41A" w:rsidR="00AE6F0F" w:rsidRPr="00DC4289" w:rsidRDefault="00AE6F0F" w:rsidP="007F710C">
            <w:pPr>
              <w:spacing w:line="240" w:lineRule="auto"/>
              <w:rPr>
                <w:sz w:val="16"/>
                <w:lang w:eastAsia="de-DE"/>
              </w:rPr>
            </w:pPr>
            <w:r>
              <w:rPr>
                <w:sz w:val="16"/>
                <w:lang w:eastAsia="de-DE"/>
              </w:rPr>
              <w:t>The due date of the delivery.</w:t>
            </w:r>
          </w:p>
        </w:tc>
        <w:tc>
          <w:tcPr>
            <w:tcW w:w="1725" w:type="pct"/>
            <w:shd w:val="clear" w:color="auto" w:fill="auto"/>
            <w:vAlign w:val="center"/>
          </w:tcPr>
          <w:p w14:paraId="2C443400" w14:textId="44694233" w:rsidR="007F710C" w:rsidRPr="00DC4289"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/as:CI_DemandForecastResponse/as:CISDRSupplyChainTradeTransaction/asram:IncludedCISDRLSupplyChainTradeLineItem/asram:SpecifiedCISDRLSupplyChainTradeDelivery/asram:ForecastedCISupplyChainSupplyPlan/asram:RequestedDeliveryCISupplyChainEvent/asram:OccurrenceDateTime</w:t>
            </w:r>
          </w:p>
        </w:tc>
      </w:tr>
      <w:tr w:rsidR="007F710C" w:rsidRPr="000B55CC" w14:paraId="1E63ECFD" w14:textId="77777777" w:rsidTr="00B44373">
        <w:trPr>
          <w:cantSplit/>
          <w:trHeight w:val="358"/>
        </w:trPr>
        <w:tc>
          <w:tcPr>
            <w:tcW w:w="644" w:type="pct"/>
            <w:shd w:val="clear" w:color="auto" w:fill="auto"/>
            <w:noWrap/>
            <w:vAlign w:val="center"/>
          </w:tcPr>
          <w:p w14:paraId="2F907B09" w14:textId="1A1F1305" w:rsidR="007F710C" w:rsidRDefault="007F710C" w:rsidP="007F710C">
            <w:pPr>
              <w:spacing w:line="240" w:lineRule="auto"/>
              <w:jc w:val="center"/>
              <w:rPr>
                <w:rFonts w:eastAsia="Times New Roman" w:cs="Arial"/>
                <w:sz w:val="16"/>
                <w:szCs w:val="20"/>
                <w:lang w:eastAsia="de-DE"/>
              </w:rPr>
            </w:pPr>
            <w:r w:rsidRPr="00580AFD">
              <w:rPr>
                <w:rFonts w:eastAsia="Times New Roman" w:cs="Arial"/>
                <w:sz w:val="16"/>
                <w:szCs w:val="20"/>
                <w:lang w:eastAsia="de-DE"/>
              </w:rPr>
              <w:lastRenderedPageBreak/>
              <w:t>DemandQuantity</w:t>
            </w:r>
          </w:p>
        </w:tc>
        <w:tc>
          <w:tcPr>
            <w:tcW w:w="1208" w:type="pct"/>
            <w:shd w:val="clear" w:color="auto" w:fill="auto"/>
            <w:noWrap/>
            <w:vAlign w:val="center"/>
          </w:tcPr>
          <w:p w14:paraId="54CCD2E6" w14:textId="6E783046" w:rsidR="007F710C" w:rsidRPr="000B7623" w:rsidRDefault="00F777BB" w:rsidP="007F710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100</w:t>
            </w:r>
          </w:p>
        </w:tc>
        <w:tc>
          <w:tcPr>
            <w:tcW w:w="1423" w:type="pct"/>
            <w:shd w:val="clear" w:color="auto" w:fill="auto"/>
            <w:vAlign w:val="center"/>
          </w:tcPr>
          <w:p w14:paraId="50C39819" w14:textId="05072E0C" w:rsidR="007F710C" w:rsidRPr="00DC4289" w:rsidRDefault="00AE6F0F" w:rsidP="007F710C">
            <w:pPr>
              <w:spacing w:line="240" w:lineRule="auto"/>
              <w:rPr>
                <w:sz w:val="16"/>
                <w:lang w:eastAsia="de-DE"/>
              </w:rPr>
            </w:pPr>
            <w:r>
              <w:rPr>
                <w:sz w:val="16"/>
                <w:lang w:eastAsia="de-DE"/>
              </w:rPr>
              <w:t>The quantity to be delivered.</w:t>
            </w:r>
          </w:p>
        </w:tc>
        <w:tc>
          <w:tcPr>
            <w:tcW w:w="1725" w:type="pct"/>
            <w:shd w:val="clear" w:color="auto" w:fill="auto"/>
            <w:vAlign w:val="center"/>
          </w:tcPr>
          <w:p w14:paraId="51BD8E30" w14:textId="77777777" w:rsidR="007F710C" w:rsidRDefault="007F710C" w:rsidP="007F710C">
            <w:pPr>
              <w:spacing w:line="240" w:lineRule="auto"/>
              <w:rPr>
                <w:sz w:val="16"/>
                <w:lang w:eastAsia="de-DE"/>
              </w:rPr>
            </w:pPr>
            <w:r w:rsidRPr="001C3273">
              <w:rPr>
                <w:color w:val="0070C0"/>
                <w:sz w:val="16"/>
                <w:lang w:eastAsia="de-DE"/>
              </w:rPr>
              <w:t>Value</w:t>
            </w:r>
            <w:r>
              <w:rPr>
                <w:sz w:val="16"/>
                <w:lang w:eastAsia="de-DE"/>
              </w:rPr>
              <w:t>:</w:t>
            </w:r>
          </w:p>
          <w:p w14:paraId="4BBE4157" w14:textId="6E529684" w:rsidR="007F710C" w:rsidRDefault="00B63FBB" w:rsidP="007F710C">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/as:CI_DemandForecastResponse/as:CISDRSupplyChainTradeTransaction/asram:IncludedCISDRLSupplyChainTradeLineItem/asram:SpecifiedCISDRLSupplyChainTradeDelivery/asram:ForecastedCISupplyChainSupplyPlan/asram:RequestedDeliveryCISupplyChainEvent/asram:UnitQuantity</w:t>
            </w:r>
          </w:p>
          <w:p w14:paraId="089D50DB" w14:textId="77777777" w:rsidR="007F710C" w:rsidRDefault="007F710C" w:rsidP="007F710C">
            <w:pPr>
              <w:spacing w:line="240" w:lineRule="auto"/>
              <w:rPr>
                <w:sz w:val="16"/>
                <w:lang w:eastAsia="de-DE"/>
              </w:rPr>
            </w:pPr>
          </w:p>
          <w:p w14:paraId="1E01695A" w14:textId="77777777" w:rsidR="007F710C" w:rsidRDefault="007F710C" w:rsidP="007F710C">
            <w:pPr>
              <w:spacing w:line="240" w:lineRule="auto"/>
              <w:rPr>
                <w:sz w:val="16"/>
                <w:lang w:eastAsia="de-DE"/>
              </w:rPr>
            </w:pPr>
            <w:r w:rsidRPr="001C3273">
              <w:rPr>
                <w:color w:val="0070C0"/>
                <w:sz w:val="16"/>
                <w:lang w:eastAsia="de-DE"/>
              </w:rPr>
              <w:t>Attribute</w:t>
            </w:r>
            <w:r>
              <w:rPr>
                <w:sz w:val="16"/>
                <w:lang w:eastAsia="de-DE"/>
              </w:rPr>
              <w:t>:</w:t>
            </w:r>
          </w:p>
          <w:p w14:paraId="7AAEC90D" w14:textId="3C8E1E53" w:rsidR="007F710C" w:rsidRPr="00DC4289" w:rsidRDefault="00B63FBB" w:rsidP="007748E9">
            <w:pPr>
              <w:spacing w:line="240" w:lineRule="auto"/>
              <w:rPr>
                <w:sz w:val="16"/>
                <w:lang w:eastAsia="de-DE"/>
              </w:rPr>
            </w:pPr>
            <w:r w:rsidRPr="00B63FBB">
              <w:rPr>
                <w:sz w:val="16"/>
                <w:lang w:eastAsia="de-DE"/>
              </w:rPr>
              <w:t>/as:CI_DemandForecastResponse/as:CISDRSupplyChainTradeTransaction/asram:IncludedCISDRLSupplyChainTradeLineItem/asram:SpecifiedCISDRLSupplyChainTradeDelivery/asram:ForecastedCISupplyChainSupplyPlan/asram:RequestedDeliveryCISupplyChainEvent/asram:UnitQuantity/@unitCode</w:t>
            </w:r>
          </w:p>
        </w:tc>
      </w:tr>
    </w:tbl>
    <w:p w14:paraId="6BB427BB" w14:textId="0D5E1D1A" w:rsidR="00351567" w:rsidRDefault="00351567" w:rsidP="009B0360"/>
    <w:p w14:paraId="7B4991FB" w14:textId="484896F8" w:rsidR="00B178ED" w:rsidRPr="001B48B1" w:rsidRDefault="00B178ED" w:rsidP="00B178ED">
      <w:pPr>
        <w:pStyle w:val="berschrift2"/>
        <w:numPr>
          <w:ilvl w:val="1"/>
          <w:numId w:val="3"/>
        </w:numPr>
      </w:pPr>
      <w:bookmarkStart w:id="51" w:name="_Toc492907181"/>
      <w:r>
        <w:t>asram:ApplicableCISHSupplyChainTradeDelivery</w:t>
      </w:r>
      <w:bookmarkEnd w:id="51"/>
    </w:p>
    <w:p w14:paraId="50724BF5" w14:textId="20B7CF61" w:rsidR="00B178ED" w:rsidRPr="006309FD" w:rsidRDefault="00B178ED" w:rsidP="00B178ED">
      <w:r w:rsidRPr="006309FD">
        <w:rPr>
          <w:b/>
        </w:rPr>
        <w:t>asram:</w:t>
      </w:r>
      <w:r w:rsidRPr="00B178ED">
        <w:t xml:space="preserve"> </w:t>
      </w:r>
      <w:r w:rsidRPr="00B178ED">
        <w:rPr>
          <w:b/>
        </w:rPr>
        <w:t xml:space="preserve">ApplicableCISHSupplyChainTradeDelivery </w:t>
      </w:r>
      <w:r w:rsidRPr="006309FD">
        <w:t>contains message information about supplier site and delivery location.</w:t>
      </w:r>
    </w:p>
    <w:p w14:paraId="75682AAB" w14:textId="77777777" w:rsidR="00351567" w:rsidRDefault="00351567" w:rsidP="009B0360"/>
    <w:tbl>
      <w:tblPr>
        <w:tblStyle w:val="Tabellenraster"/>
        <w:tblW w:w="14079" w:type="dxa"/>
        <w:tblLayout w:type="fixed"/>
        <w:tblLook w:val="04A0" w:firstRow="1" w:lastRow="0" w:firstColumn="1" w:lastColumn="0" w:noHBand="0" w:noVBand="1"/>
      </w:tblPr>
      <w:tblGrid>
        <w:gridCol w:w="946"/>
        <w:gridCol w:w="276"/>
        <w:gridCol w:w="281"/>
        <w:gridCol w:w="6663"/>
        <w:gridCol w:w="526"/>
        <w:gridCol w:w="1074"/>
        <w:gridCol w:w="536"/>
        <w:gridCol w:w="546"/>
        <w:gridCol w:w="3231"/>
      </w:tblGrid>
      <w:tr w:rsidR="00351567" w:rsidRPr="004F51C8" w14:paraId="5F9695CF" w14:textId="77777777" w:rsidTr="00B4437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7AC9A69" w14:textId="77777777" w:rsidR="00351567" w:rsidRPr="004F51C8" w:rsidRDefault="00351567" w:rsidP="00B44373">
            <w:pPr>
              <w:spacing w:line="240" w:lineRule="auto"/>
              <w:ind w:left="-103"/>
              <w:rPr>
                <w:rFonts w:eastAsia="Times New Roman" w:cs="Arial"/>
                <w:b/>
                <w:bCs/>
                <w:color w:val="000000"/>
                <w:sz w:val="16"/>
                <w:szCs w:val="16"/>
                <w:lang w:eastAsia="de-DE"/>
              </w:rPr>
            </w:pPr>
            <w:bookmarkStart w:id="52" w:name="_asram:AssociatedCIDocumentLineDocum"/>
            <w:bookmarkEnd w:id="52"/>
            <w:r w:rsidRPr="004F51C8">
              <w:rPr>
                <w:rFonts w:eastAsia="Times New Roman" w:cs="Arial"/>
                <w:b/>
                <w:bCs/>
                <w:color w:val="000000"/>
                <w:sz w:val="16"/>
                <w:szCs w:val="16"/>
                <w:lang w:eastAsia="de-DE"/>
              </w:rPr>
              <w:t>Cardinality</w:t>
            </w:r>
          </w:p>
        </w:tc>
        <w:tc>
          <w:tcPr>
            <w:tcW w:w="7220"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63ACA20F"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70D1F336"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416C4FAF" w14:textId="77777777" w:rsidR="00351567" w:rsidRPr="004F51C8" w:rsidRDefault="00351567" w:rsidP="00B4437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7339CA28" w14:textId="77777777" w:rsidR="00351567" w:rsidRPr="004F51C8" w:rsidRDefault="00351567" w:rsidP="00B4437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0B0D5BB8"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1A8446A3" w14:textId="77777777" w:rsidR="00351567" w:rsidRPr="004F51C8" w:rsidRDefault="00351567" w:rsidP="00B4437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51567" w:rsidRPr="009D28F2" w14:paraId="1E012AD5" w14:textId="77777777" w:rsidTr="00B44373">
        <w:trPr>
          <w:trHeight w:val="60"/>
        </w:trPr>
        <w:tc>
          <w:tcPr>
            <w:tcW w:w="946" w:type="dxa"/>
            <w:tcBorders>
              <w:top w:val="single" w:sz="12" w:space="0" w:color="auto"/>
              <w:left w:val="nil"/>
              <w:bottom w:val="dotted" w:sz="4" w:space="0" w:color="000000"/>
              <w:right w:val="nil"/>
            </w:tcBorders>
            <w:shd w:val="clear" w:color="auto" w:fill="auto"/>
            <w:vAlign w:val="center"/>
          </w:tcPr>
          <w:p w14:paraId="2EFE01B0" w14:textId="77777777" w:rsidR="00351567" w:rsidRPr="009D28F2" w:rsidRDefault="00351567" w:rsidP="00B44373">
            <w:pPr>
              <w:spacing w:line="240" w:lineRule="auto"/>
              <w:ind w:left="-103"/>
              <w:rPr>
                <w:rFonts w:eastAsia="Times New Roman" w:cs="Arial"/>
                <w:b/>
                <w:bCs/>
                <w:color w:val="000000"/>
                <w:sz w:val="8"/>
                <w:szCs w:val="20"/>
                <w:lang w:eastAsia="de-DE"/>
              </w:rPr>
            </w:pPr>
          </w:p>
        </w:tc>
        <w:tc>
          <w:tcPr>
            <w:tcW w:w="7220" w:type="dxa"/>
            <w:gridSpan w:val="3"/>
            <w:tcBorders>
              <w:top w:val="single" w:sz="12" w:space="0" w:color="auto"/>
              <w:left w:val="nil"/>
              <w:bottom w:val="single" w:sz="4" w:space="0" w:color="000000"/>
              <w:right w:val="nil"/>
            </w:tcBorders>
            <w:shd w:val="clear" w:color="auto" w:fill="auto"/>
            <w:vAlign w:val="center"/>
          </w:tcPr>
          <w:p w14:paraId="61938E75" w14:textId="77777777" w:rsidR="00351567" w:rsidRPr="009D28F2" w:rsidRDefault="00351567" w:rsidP="00B4437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74CD1051" w14:textId="77777777" w:rsidR="00351567" w:rsidRPr="009D28F2" w:rsidRDefault="00351567" w:rsidP="00B4437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79F7F041" w14:textId="77777777" w:rsidR="00351567" w:rsidRPr="009D28F2" w:rsidRDefault="00351567" w:rsidP="00B4437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37C8DF21" w14:textId="77777777" w:rsidR="00351567" w:rsidRPr="009D28F2" w:rsidRDefault="00351567" w:rsidP="00B4437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024D606" w14:textId="77777777" w:rsidR="00351567" w:rsidRPr="009D28F2" w:rsidRDefault="00351567" w:rsidP="00B4437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0336047" w14:textId="77777777" w:rsidR="00351567" w:rsidRPr="009D28F2" w:rsidRDefault="00351567" w:rsidP="00B44373">
            <w:pPr>
              <w:spacing w:line="240" w:lineRule="auto"/>
              <w:rPr>
                <w:rFonts w:eastAsia="Times New Roman" w:cs="Arial"/>
                <w:b/>
                <w:bCs/>
                <w:color w:val="000000"/>
                <w:sz w:val="8"/>
                <w:szCs w:val="20"/>
                <w:lang w:eastAsia="de-DE"/>
              </w:rPr>
            </w:pPr>
          </w:p>
        </w:tc>
      </w:tr>
      <w:tr w:rsidR="00351567" w:rsidRPr="007156A7" w14:paraId="1930BC88" w14:textId="77777777" w:rsidTr="00B44373">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2DD4F935" w14:textId="10FE98AA" w:rsidR="00351567" w:rsidRPr="00351567" w:rsidRDefault="00351567" w:rsidP="00351567">
            <w:pPr>
              <w:ind w:left="-103"/>
              <w:jc w:val="right"/>
              <w:rPr>
                <w:rFonts w:ascii="Consolas" w:hAnsi="Consolas"/>
                <w:noProof/>
                <w:sz w:val="16"/>
                <w:szCs w:val="16"/>
                <w:lang w:eastAsia="de-DE"/>
              </w:rPr>
            </w:pPr>
            <w:r w:rsidRPr="00351567">
              <w:rPr>
                <w:rFonts w:ascii="Consolas" w:hAnsi="Consolas"/>
                <w:b/>
                <w:noProof/>
                <w:sz w:val="16"/>
                <w:szCs w:val="16"/>
                <w:lang w:eastAsia="de-DE"/>
              </w:rPr>
              <w:t>1</w:t>
            </w:r>
          </w:p>
        </w:tc>
        <w:tc>
          <w:tcPr>
            <w:tcW w:w="7220" w:type="dxa"/>
            <w:gridSpan w:val="3"/>
            <w:tcBorders>
              <w:top w:val="single" w:sz="4" w:space="0" w:color="000000"/>
              <w:right w:val="single" w:sz="4" w:space="0" w:color="000000"/>
            </w:tcBorders>
            <w:shd w:val="clear" w:color="auto" w:fill="auto"/>
            <w:vAlign w:val="center"/>
          </w:tcPr>
          <w:p w14:paraId="5E693933" w14:textId="61D95F6F" w:rsidR="00351567" w:rsidRPr="008A2E18" w:rsidRDefault="00351567" w:rsidP="00351567">
            <w:pPr>
              <w:rPr>
                <w:rFonts w:ascii="Consolas" w:hAnsi="Consolas"/>
                <w:noProof/>
                <w:sz w:val="16"/>
                <w:szCs w:val="16"/>
                <w:lang w:eastAsia="de-DE"/>
              </w:rPr>
            </w:pPr>
            <w:r w:rsidRPr="0068221D">
              <w:rPr>
                <w:rFonts w:ascii="Consolas" w:hAnsi="Consolas"/>
                <w:noProof/>
                <w:sz w:val="16"/>
                <w:lang w:eastAsia="de-DE"/>
              </w:rPr>
              <w:t>&lt;asram:ApplicableCISHSupplyChainTradeDelivery&gt;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5C4364B" w14:textId="77777777" w:rsidR="00351567" w:rsidRPr="00E21F58" w:rsidRDefault="00351567" w:rsidP="00351567">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36389C7" w14:textId="77777777" w:rsidR="00351567" w:rsidRPr="008A2E18" w:rsidRDefault="00351567" w:rsidP="00351567">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CA9696A" w14:textId="77777777" w:rsidR="00351567" w:rsidRPr="008A2E18" w:rsidRDefault="00351567" w:rsidP="00351567">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A3DE457" w14:textId="77777777" w:rsidR="00351567" w:rsidRPr="008A2E18" w:rsidRDefault="00351567" w:rsidP="00351567">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36DDFD5" w14:textId="77777777" w:rsidR="00351567" w:rsidRPr="008A2E18" w:rsidRDefault="00351567" w:rsidP="00351567">
            <w:pPr>
              <w:rPr>
                <w:rFonts w:cs="Arial"/>
                <w:sz w:val="16"/>
                <w:szCs w:val="16"/>
                <w:lang w:val="de-DE" w:eastAsia="zh-TW"/>
              </w:rPr>
            </w:pPr>
          </w:p>
        </w:tc>
      </w:tr>
      <w:tr w:rsidR="00351567" w:rsidRPr="007156A7" w14:paraId="4F605DE1" w14:textId="77777777" w:rsidTr="00B44373">
        <w:trPr>
          <w:trHeight w:val="237"/>
        </w:trPr>
        <w:tc>
          <w:tcPr>
            <w:tcW w:w="946" w:type="dxa"/>
            <w:tcBorders>
              <w:top w:val="dotted" w:sz="4" w:space="0" w:color="000000"/>
              <w:left w:val="dotted" w:sz="4" w:space="0" w:color="000000"/>
              <w:bottom w:val="dotted" w:sz="4" w:space="0" w:color="000000"/>
            </w:tcBorders>
            <w:vAlign w:val="center"/>
          </w:tcPr>
          <w:p w14:paraId="7DBD7230" w14:textId="43B4C30E" w:rsidR="00351567" w:rsidRPr="00351567" w:rsidRDefault="00351567" w:rsidP="00351567">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7D291E6" w14:textId="77777777" w:rsidR="00351567" w:rsidRPr="008A2E18" w:rsidRDefault="00351567" w:rsidP="00351567">
            <w:pPr>
              <w:rPr>
                <w:rFonts w:ascii="Consolas" w:hAnsi="Consolas"/>
                <w:b/>
                <w:noProof/>
                <w:sz w:val="16"/>
                <w:szCs w:val="16"/>
                <w:lang w:eastAsia="de-DE"/>
              </w:rPr>
            </w:pPr>
          </w:p>
        </w:tc>
        <w:tc>
          <w:tcPr>
            <w:tcW w:w="6944" w:type="dxa"/>
            <w:gridSpan w:val="2"/>
            <w:tcBorders>
              <w:left w:val="dotted" w:sz="4" w:space="0" w:color="auto"/>
              <w:right w:val="single" w:sz="4" w:space="0" w:color="000000"/>
            </w:tcBorders>
            <w:vAlign w:val="center"/>
          </w:tcPr>
          <w:p w14:paraId="14340524" w14:textId="03DCD213" w:rsidR="00351567" w:rsidRPr="007E6470" w:rsidRDefault="00351567" w:rsidP="00351567">
            <w:pPr>
              <w:rPr>
                <w:rFonts w:ascii="Consolas" w:hAnsi="Consolas"/>
                <w:noProof/>
                <w:sz w:val="16"/>
                <w:lang w:eastAsia="de-DE"/>
              </w:rPr>
            </w:pPr>
            <w:r w:rsidRPr="0068221D">
              <w:rPr>
                <w:rFonts w:ascii="Consolas" w:hAnsi="Consolas"/>
                <w:noProof/>
                <w:sz w:val="16"/>
                <w:lang w:eastAsia="de-DE"/>
              </w:rPr>
              <w:t>&lt;asram:ShipFromCITradeParty&gt;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2AB5EEBA" w14:textId="77777777" w:rsidR="00351567" w:rsidRPr="00345692" w:rsidRDefault="00351567" w:rsidP="0035156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0941556" w14:textId="77777777" w:rsidR="00351567" w:rsidRPr="00345692" w:rsidRDefault="00351567" w:rsidP="00351567">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C034DD2" w14:textId="77777777" w:rsidR="00351567" w:rsidRPr="00345692" w:rsidRDefault="00351567" w:rsidP="00351567">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5CD595D" w14:textId="77777777" w:rsidR="00351567" w:rsidRPr="00345692" w:rsidRDefault="00351567" w:rsidP="00351567">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1EA2A2A" w14:textId="77777777" w:rsidR="00351567" w:rsidRPr="008A2E18" w:rsidRDefault="00351567" w:rsidP="00351567">
            <w:pPr>
              <w:autoSpaceDE w:val="0"/>
              <w:autoSpaceDN w:val="0"/>
              <w:adjustRightInd w:val="0"/>
              <w:spacing w:line="240" w:lineRule="auto"/>
              <w:rPr>
                <w:rFonts w:cs="Arial"/>
                <w:sz w:val="16"/>
                <w:szCs w:val="16"/>
                <w:lang w:eastAsia="zh-TW"/>
              </w:rPr>
            </w:pPr>
          </w:p>
        </w:tc>
      </w:tr>
      <w:tr w:rsidR="00351567" w:rsidRPr="007156A7" w14:paraId="2D368B56" w14:textId="77777777" w:rsidTr="00DB25E5">
        <w:trPr>
          <w:trHeight w:val="227"/>
        </w:trPr>
        <w:tc>
          <w:tcPr>
            <w:tcW w:w="946" w:type="dxa"/>
            <w:tcBorders>
              <w:top w:val="dotted" w:sz="4" w:space="0" w:color="000000"/>
              <w:left w:val="dotted" w:sz="4" w:space="0" w:color="000000"/>
              <w:bottom w:val="dotted" w:sz="4" w:space="0" w:color="000000"/>
            </w:tcBorders>
            <w:vAlign w:val="center"/>
          </w:tcPr>
          <w:p w14:paraId="3EFE6BA9" w14:textId="2EF0261E" w:rsidR="00351567" w:rsidRPr="00351567" w:rsidRDefault="00351567" w:rsidP="00351567">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17513F4" w14:textId="77777777" w:rsidR="00351567" w:rsidRPr="008A2E18" w:rsidRDefault="00351567" w:rsidP="00351567">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38B3E26" w14:textId="77777777" w:rsidR="00351567" w:rsidRPr="008A2E18" w:rsidRDefault="00351567" w:rsidP="00351567">
            <w:pPr>
              <w:rPr>
                <w:rFonts w:ascii="Consolas" w:hAnsi="Consolas"/>
                <w:noProof/>
                <w:sz w:val="16"/>
                <w:szCs w:val="16"/>
                <w:lang w:eastAsia="de-DE"/>
              </w:rPr>
            </w:pPr>
          </w:p>
        </w:tc>
        <w:tc>
          <w:tcPr>
            <w:tcW w:w="6663" w:type="dxa"/>
            <w:tcBorders>
              <w:left w:val="dotted" w:sz="4" w:space="0" w:color="000000"/>
              <w:right w:val="single" w:sz="4" w:space="0" w:color="000000"/>
            </w:tcBorders>
            <w:vAlign w:val="center"/>
          </w:tcPr>
          <w:p w14:paraId="4FDC0EB9" w14:textId="4AC637B7" w:rsidR="00351567" w:rsidRPr="00E21F58" w:rsidRDefault="00351567" w:rsidP="00351567">
            <w:pPr>
              <w:rPr>
                <w:rFonts w:ascii="Consolas" w:hAnsi="Consolas"/>
                <w:noProof/>
                <w:sz w:val="16"/>
                <w:szCs w:val="16"/>
                <w:lang w:eastAsia="de-DE"/>
              </w:rPr>
            </w:pPr>
            <w:r w:rsidRPr="0068221D">
              <w:rPr>
                <w:rFonts w:ascii="Consolas" w:hAnsi="Consolas"/>
                <w:noProof/>
                <w:sz w:val="16"/>
                <w:lang w:eastAsia="de-DE"/>
              </w:rPr>
              <w:t>&lt;asram:NameText&gt;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82D9DA8" w14:textId="77777777" w:rsidR="00351567" w:rsidRPr="00A666F6" w:rsidRDefault="00351567" w:rsidP="0035156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90616B1" w14:textId="2B4796BA"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9A143EB" w14:textId="3249BD50"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255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AB74A03" w14:textId="686E1335" w:rsidR="00351567" w:rsidRPr="00A666F6" w:rsidRDefault="00DB25E5"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49F4568" w14:textId="339021C0" w:rsidR="00351567" w:rsidRDefault="00DC354E" w:rsidP="00351567">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ShipFromName</w:t>
            </w:r>
          </w:p>
        </w:tc>
      </w:tr>
      <w:tr w:rsidR="00351567" w:rsidRPr="007156A7" w14:paraId="0F6EA259" w14:textId="77777777" w:rsidTr="00B44373">
        <w:trPr>
          <w:trHeight w:val="237"/>
        </w:trPr>
        <w:tc>
          <w:tcPr>
            <w:tcW w:w="946" w:type="dxa"/>
            <w:tcBorders>
              <w:top w:val="dotted" w:sz="4" w:space="0" w:color="000000"/>
              <w:left w:val="dotted" w:sz="4" w:space="0" w:color="000000"/>
              <w:bottom w:val="dotted" w:sz="4" w:space="0" w:color="000000"/>
            </w:tcBorders>
            <w:vAlign w:val="center"/>
          </w:tcPr>
          <w:p w14:paraId="3E878DE6" w14:textId="05964FA4" w:rsidR="00351567" w:rsidRPr="00351567" w:rsidRDefault="00351567" w:rsidP="00B44373">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715B7CE7" w14:textId="77777777" w:rsidR="00351567" w:rsidRPr="008A2E18" w:rsidRDefault="00351567" w:rsidP="00B44373">
            <w:pPr>
              <w:rPr>
                <w:rFonts w:ascii="Consolas" w:hAnsi="Consolas"/>
                <w:b/>
                <w:noProof/>
                <w:sz w:val="16"/>
                <w:szCs w:val="16"/>
                <w:lang w:eastAsia="de-DE"/>
              </w:rPr>
            </w:pPr>
          </w:p>
        </w:tc>
        <w:tc>
          <w:tcPr>
            <w:tcW w:w="6944" w:type="dxa"/>
            <w:gridSpan w:val="2"/>
            <w:tcBorders>
              <w:left w:val="dotted" w:sz="4" w:space="0" w:color="auto"/>
              <w:right w:val="single" w:sz="4" w:space="0" w:color="000000"/>
            </w:tcBorders>
            <w:vAlign w:val="center"/>
          </w:tcPr>
          <w:p w14:paraId="5DD3ADA4" w14:textId="3FA71D4B" w:rsidR="00351567" w:rsidRPr="007E6470" w:rsidRDefault="00351567" w:rsidP="00B44373">
            <w:pPr>
              <w:rPr>
                <w:rFonts w:ascii="Consolas" w:hAnsi="Consolas"/>
                <w:noProof/>
                <w:sz w:val="16"/>
                <w:lang w:eastAsia="de-DE"/>
              </w:rPr>
            </w:pPr>
            <w:r>
              <w:rPr>
                <w:rFonts w:ascii="Consolas" w:hAnsi="Consolas"/>
                <w:noProof/>
                <w:sz w:val="16"/>
                <w:lang w:eastAsia="de-DE"/>
              </w:rPr>
              <w:t>&lt;asram:ShipTo</w:t>
            </w:r>
            <w:r w:rsidRPr="0068221D">
              <w:rPr>
                <w:rFonts w:ascii="Consolas" w:hAnsi="Consolas"/>
                <w:noProof/>
                <w:sz w:val="16"/>
                <w:lang w:eastAsia="de-DE"/>
              </w:rPr>
              <w:t>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1CB95302" w14:textId="77777777" w:rsidR="00351567" w:rsidRPr="00345692"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CB232D2" w14:textId="77777777" w:rsidR="00351567" w:rsidRPr="00345692" w:rsidRDefault="00351567" w:rsidP="00B4437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B545385" w14:textId="77777777" w:rsidR="00351567" w:rsidRPr="00345692" w:rsidRDefault="00351567" w:rsidP="00B4437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D14D5C1" w14:textId="77777777" w:rsidR="00351567" w:rsidRPr="00345692" w:rsidRDefault="00351567" w:rsidP="00B4437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3592F0C" w14:textId="77777777" w:rsidR="00351567" w:rsidRPr="008A2E18" w:rsidRDefault="00351567" w:rsidP="00B44373">
            <w:pPr>
              <w:autoSpaceDE w:val="0"/>
              <w:autoSpaceDN w:val="0"/>
              <w:adjustRightInd w:val="0"/>
              <w:spacing w:line="240" w:lineRule="auto"/>
              <w:rPr>
                <w:rFonts w:cs="Arial"/>
                <w:sz w:val="16"/>
                <w:szCs w:val="16"/>
                <w:lang w:eastAsia="zh-TW"/>
              </w:rPr>
            </w:pPr>
          </w:p>
        </w:tc>
      </w:tr>
      <w:tr w:rsidR="00351567" w:rsidRPr="007156A7" w14:paraId="7D085F08" w14:textId="77777777" w:rsidTr="00393B1F">
        <w:trPr>
          <w:trHeight w:val="227"/>
        </w:trPr>
        <w:tc>
          <w:tcPr>
            <w:tcW w:w="946" w:type="dxa"/>
            <w:tcBorders>
              <w:top w:val="dotted" w:sz="4" w:space="0" w:color="000000"/>
              <w:left w:val="dotted" w:sz="4" w:space="0" w:color="000000"/>
              <w:bottom w:val="dotted" w:sz="4" w:space="0" w:color="000000"/>
            </w:tcBorders>
            <w:vAlign w:val="center"/>
          </w:tcPr>
          <w:p w14:paraId="2256F2A5" w14:textId="5E335DD6" w:rsidR="00351567" w:rsidRPr="00351567" w:rsidRDefault="00351567" w:rsidP="00B44373">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r w:rsidR="000F65E8">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7CA77443" w14:textId="77777777" w:rsidR="00351567" w:rsidRPr="008A2E18" w:rsidRDefault="00351567" w:rsidP="00B4437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F2423C1" w14:textId="77777777" w:rsidR="00351567" w:rsidRPr="008A2E18" w:rsidRDefault="00351567" w:rsidP="00B44373">
            <w:pPr>
              <w:rPr>
                <w:rFonts w:ascii="Consolas" w:hAnsi="Consolas"/>
                <w:noProof/>
                <w:sz w:val="16"/>
                <w:szCs w:val="16"/>
                <w:lang w:eastAsia="de-DE"/>
              </w:rPr>
            </w:pPr>
          </w:p>
        </w:tc>
        <w:tc>
          <w:tcPr>
            <w:tcW w:w="6663" w:type="dxa"/>
            <w:tcBorders>
              <w:left w:val="dotted" w:sz="4" w:space="0" w:color="000000"/>
              <w:right w:val="single" w:sz="4" w:space="0" w:color="000000"/>
            </w:tcBorders>
            <w:vAlign w:val="center"/>
          </w:tcPr>
          <w:p w14:paraId="687C6EDD" w14:textId="08A613A3" w:rsidR="00351567" w:rsidRPr="00E21F58" w:rsidRDefault="00351567" w:rsidP="00B44373">
            <w:pPr>
              <w:rPr>
                <w:rFonts w:ascii="Consolas" w:hAnsi="Consolas"/>
                <w:noProof/>
                <w:sz w:val="16"/>
                <w:szCs w:val="16"/>
                <w:lang w:eastAsia="de-DE"/>
              </w:rPr>
            </w:pPr>
            <w:r>
              <w:rPr>
                <w:rFonts w:ascii="Consolas" w:hAnsi="Consolas"/>
                <w:noProof/>
                <w:sz w:val="16"/>
                <w:szCs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8B606A1" w14:textId="77777777" w:rsidR="00351567" w:rsidRPr="00A666F6" w:rsidRDefault="00351567"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A290902" w14:textId="7A43F1D8" w:rsidR="00351567" w:rsidRPr="00A666F6" w:rsidRDefault="006B6C7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34B663F" w14:textId="457F2F8F" w:rsidR="00351567" w:rsidRPr="00A666F6" w:rsidRDefault="006B6C7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E9E5488" w14:textId="01C13672" w:rsidR="00351567" w:rsidRPr="00A666F6" w:rsidRDefault="006B6C7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3B1DB07C" w14:textId="011F1127" w:rsidR="00351567" w:rsidRDefault="00DC354E" w:rsidP="00B4437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ShipToPlant</w:t>
            </w:r>
          </w:p>
        </w:tc>
      </w:tr>
      <w:tr w:rsidR="00351567" w:rsidRPr="007156A7" w14:paraId="1B18D881" w14:textId="77777777" w:rsidTr="00DB25E5">
        <w:trPr>
          <w:trHeight w:val="227"/>
        </w:trPr>
        <w:tc>
          <w:tcPr>
            <w:tcW w:w="946" w:type="dxa"/>
            <w:tcBorders>
              <w:top w:val="dotted" w:sz="4" w:space="0" w:color="000000"/>
              <w:left w:val="dotted" w:sz="4" w:space="0" w:color="000000"/>
              <w:bottom w:val="dotted" w:sz="4" w:space="0" w:color="000000"/>
            </w:tcBorders>
            <w:vAlign w:val="center"/>
          </w:tcPr>
          <w:p w14:paraId="208C32F1" w14:textId="208C721D" w:rsidR="00351567" w:rsidRPr="00351567" w:rsidRDefault="00351567" w:rsidP="00351567">
            <w:pPr>
              <w:ind w:left="-103"/>
              <w:jc w:val="right"/>
              <w:rPr>
                <w:rFonts w:ascii="Consolas" w:hAnsi="Consolas"/>
                <w:b/>
                <w:noProof/>
                <w:color w:val="0070C0"/>
                <w:sz w:val="16"/>
                <w:szCs w:val="16"/>
                <w:lang w:eastAsia="de-DE"/>
              </w:rPr>
            </w:pPr>
            <w:r w:rsidRPr="00351567">
              <w:rPr>
                <w:rFonts w:ascii="Consolas" w:hAnsi="Consolas"/>
                <w:b/>
                <w:noProof/>
                <w:color w:val="0070C0"/>
                <w:sz w:val="16"/>
                <w:szCs w:val="16"/>
                <w:lang w:eastAsia="de-DE"/>
              </w:rPr>
              <w:t>1</w:t>
            </w:r>
            <w:r w:rsidR="000F65E8">
              <w:rPr>
                <w:rFonts w:ascii="Consolas" w:hAnsi="Consolas"/>
                <w:b/>
                <w:noProof/>
                <w:color w:val="0070C0"/>
                <w:sz w:val="16"/>
                <w:szCs w:val="16"/>
                <w:lang w:eastAsia="de-DE"/>
              </w:rPr>
              <w:t>..*</w:t>
            </w:r>
          </w:p>
        </w:tc>
        <w:tc>
          <w:tcPr>
            <w:tcW w:w="276" w:type="dxa"/>
            <w:tcBorders>
              <w:right w:val="dotted" w:sz="4" w:space="0" w:color="auto"/>
            </w:tcBorders>
            <w:shd w:val="clear" w:color="auto" w:fill="A6A6A6" w:themeFill="background1" w:themeFillShade="A6"/>
            <w:vAlign w:val="center"/>
          </w:tcPr>
          <w:p w14:paraId="3D8B1314" w14:textId="77777777" w:rsidR="00351567" w:rsidRPr="008A2E18" w:rsidRDefault="00351567" w:rsidP="00351567">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67C3B4" w14:textId="77777777" w:rsidR="00351567" w:rsidRPr="008A2E18" w:rsidRDefault="00351567" w:rsidP="00351567">
            <w:pPr>
              <w:rPr>
                <w:rFonts w:ascii="Consolas" w:hAnsi="Consolas"/>
                <w:noProof/>
                <w:sz w:val="16"/>
                <w:szCs w:val="16"/>
                <w:lang w:eastAsia="de-DE"/>
              </w:rPr>
            </w:pPr>
          </w:p>
        </w:tc>
        <w:tc>
          <w:tcPr>
            <w:tcW w:w="6663" w:type="dxa"/>
            <w:tcBorders>
              <w:left w:val="dotted" w:sz="4" w:space="0" w:color="000000"/>
              <w:right w:val="single" w:sz="4" w:space="0" w:color="000000"/>
            </w:tcBorders>
            <w:vAlign w:val="center"/>
          </w:tcPr>
          <w:p w14:paraId="76CB9745" w14:textId="3C5EBA4F" w:rsidR="00351567" w:rsidRPr="00E21F58" w:rsidRDefault="00351567" w:rsidP="00351567">
            <w:pPr>
              <w:rPr>
                <w:rFonts w:ascii="Consolas" w:hAnsi="Consolas"/>
                <w:noProof/>
                <w:sz w:val="16"/>
                <w:szCs w:val="16"/>
                <w:lang w:eastAsia="de-DE"/>
              </w:rPr>
            </w:pPr>
            <w:r w:rsidRPr="0068221D">
              <w:rPr>
                <w:rFonts w:ascii="Consolas" w:hAnsi="Consolas"/>
                <w:noProof/>
                <w:sz w:val="16"/>
                <w:lang w:eastAsia="de-DE"/>
              </w:rPr>
              <w:t>&lt;asram:NameText&gt;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B772BD2" w14:textId="77777777" w:rsidR="00351567" w:rsidRPr="00A666F6" w:rsidRDefault="00351567" w:rsidP="0035156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5D91DF0" w14:textId="27C1B1AB"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55E4367" w14:textId="4BB45E32" w:rsidR="00351567" w:rsidRPr="00A666F6" w:rsidRDefault="006B6C7E"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C4C7745" w14:textId="07668DC9" w:rsidR="00351567" w:rsidRPr="00A666F6" w:rsidRDefault="00DB25E5" w:rsidP="0035156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C887C63" w14:textId="2F588003" w:rsidR="00351567" w:rsidRDefault="00DC354E" w:rsidP="00351567">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ShipToName</w:t>
            </w:r>
          </w:p>
        </w:tc>
      </w:tr>
    </w:tbl>
    <w:p w14:paraId="2CA5F6E3" w14:textId="77777777" w:rsidR="00106640" w:rsidRDefault="0010664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DF625C" w:rsidRPr="000B55CC" w14:paraId="3C52C7D7" w14:textId="77777777" w:rsidTr="00B44373">
        <w:trPr>
          <w:cantSplit/>
          <w:trHeight w:val="330"/>
          <w:tblHeader/>
        </w:trPr>
        <w:tc>
          <w:tcPr>
            <w:tcW w:w="644" w:type="pct"/>
            <w:tcBorders>
              <w:bottom w:val="single" w:sz="4" w:space="0" w:color="000000"/>
            </w:tcBorders>
            <w:shd w:val="clear" w:color="auto" w:fill="A6A6A6"/>
            <w:noWrap/>
            <w:vAlign w:val="center"/>
            <w:hideMark/>
          </w:tcPr>
          <w:p w14:paraId="5DC77CF5" w14:textId="77777777" w:rsidR="00DF625C" w:rsidRPr="005301E2" w:rsidRDefault="00DF625C" w:rsidP="00B4437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911B305" w14:textId="77777777" w:rsidR="00DF625C" w:rsidRPr="005301E2" w:rsidRDefault="00DF625C" w:rsidP="00B44373">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470DB5DC" w14:textId="77777777" w:rsidR="00DF625C" w:rsidRPr="005301E2" w:rsidRDefault="00DF625C" w:rsidP="00B4437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4069A1A" w14:textId="77777777" w:rsidR="00DF625C" w:rsidRPr="005301E2"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F625C" w:rsidRPr="000B55CC" w14:paraId="3E4496DE" w14:textId="77777777" w:rsidTr="00B44373">
        <w:trPr>
          <w:cantSplit/>
          <w:trHeight w:val="580"/>
        </w:trPr>
        <w:tc>
          <w:tcPr>
            <w:tcW w:w="644" w:type="pct"/>
            <w:shd w:val="clear" w:color="auto" w:fill="auto"/>
            <w:noWrap/>
            <w:vAlign w:val="center"/>
          </w:tcPr>
          <w:p w14:paraId="4EC94844" w14:textId="7A213012" w:rsidR="00DF625C" w:rsidRDefault="00DC354E" w:rsidP="00B44373">
            <w:pPr>
              <w:spacing w:line="240" w:lineRule="auto"/>
              <w:jc w:val="center"/>
              <w:rPr>
                <w:rFonts w:eastAsia="Times New Roman" w:cs="Arial"/>
                <w:sz w:val="16"/>
                <w:szCs w:val="20"/>
                <w:lang w:eastAsia="de-DE"/>
              </w:rPr>
            </w:pPr>
            <w:r>
              <w:rPr>
                <w:rFonts w:eastAsia="Times New Roman" w:cs="Arial"/>
                <w:sz w:val="16"/>
                <w:szCs w:val="20"/>
                <w:lang w:eastAsia="de-DE"/>
              </w:rPr>
              <w:t>ShipFromName</w:t>
            </w:r>
          </w:p>
        </w:tc>
        <w:tc>
          <w:tcPr>
            <w:tcW w:w="1208" w:type="pct"/>
            <w:tcBorders>
              <w:top w:val="single" w:sz="4" w:space="0" w:color="000000"/>
              <w:bottom w:val="single" w:sz="4" w:space="0" w:color="000000"/>
            </w:tcBorders>
            <w:shd w:val="clear" w:color="auto" w:fill="auto"/>
            <w:noWrap/>
            <w:vAlign w:val="center"/>
          </w:tcPr>
          <w:p w14:paraId="1AE62548" w14:textId="66D94F91" w:rsidR="00DF625C" w:rsidRPr="00006FCF" w:rsidRDefault="00B44373" w:rsidP="00B44373">
            <w:pPr>
              <w:spacing w:line="240" w:lineRule="auto"/>
              <w:jc w:val="center"/>
              <w:rPr>
                <w:rFonts w:ascii="Consolas" w:eastAsia="Times New Roman" w:hAnsi="Consolas" w:cs="Arial"/>
                <w:color w:val="000000"/>
                <w:sz w:val="16"/>
                <w:szCs w:val="20"/>
                <w:lang w:eastAsia="de-DE"/>
              </w:rPr>
            </w:pPr>
            <w:r w:rsidRPr="00B44373">
              <w:rPr>
                <w:rFonts w:ascii="Consolas" w:eastAsia="Times New Roman" w:hAnsi="Consolas" w:cs="Arial"/>
                <w:color w:val="000000"/>
                <w:sz w:val="16"/>
                <w:szCs w:val="20"/>
                <w:lang w:eastAsia="de-DE"/>
              </w:rPr>
              <w:t>PD_Honeywell R</w:t>
            </w:r>
          </w:p>
        </w:tc>
        <w:tc>
          <w:tcPr>
            <w:tcW w:w="1423" w:type="pct"/>
            <w:tcBorders>
              <w:top w:val="single" w:sz="4" w:space="0" w:color="000000"/>
              <w:bottom w:val="single" w:sz="4" w:space="0" w:color="000000"/>
            </w:tcBorders>
            <w:shd w:val="clear" w:color="auto" w:fill="auto"/>
            <w:vAlign w:val="center"/>
          </w:tcPr>
          <w:p w14:paraId="15E8A45E" w14:textId="58D5B644" w:rsidR="00DF625C" w:rsidRPr="005301E2" w:rsidRDefault="0098515A" w:rsidP="00B44373">
            <w:pPr>
              <w:rPr>
                <w:rFonts w:eastAsia="Times New Roman"/>
                <w:color w:val="000000"/>
                <w:sz w:val="16"/>
                <w:lang w:eastAsia="de-DE"/>
              </w:rPr>
            </w:pPr>
            <w:r>
              <w:rPr>
                <w:rFonts w:eastAsia="Times New Roman"/>
                <w:color w:val="000000"/>
                <w:sz w:val="16"/>
                <w:lang w:eastAsia="de-DE"/>
              </w:rPr>
              <w:t>Supplier Site</w:t>
            </w:r>
          </w:p>
        </w:tc>
        <w:tc>
          <w:tcPr>
            <w:tcW w:w="1725" w:type="pct"/>
            <w:shd w:val="clear" w:color="auto" w:fill="auto"/>
            <w:vAlign w:val="center"/>
          </w:tcPr>
          <w:p w14:paraId="18F65C6E" w14:textId="3C582A96" w:rsidR="00DF625C" w:rsidRPr="00866848" w:rsidRDefault="00DB25E5" w:rsidP="00B44373">
            <w:pPr>
              <w:spacing w:line="240" w:lineRule="auto"/>
              <w:rPr>
                <w:sz w:val="16"/>
                <w:lang w:eastAsia="de-DE"/>
              </w:rPr>
            </w:pPr>
            <w:r w:rsidRPr="00DB25E5">
              <w:rPr>
                <w:sz w:val="16"/>
                <w:lang w:eastAsia="de-DE"/>
              </w:rPr>
              <w:t>/as:CI_DemandForecastResponse/as:CISDRSupplyChainTradeTransaction/asram:ApplicableCISHSupplyChainTradeDelivery/asram:ShipFromCITradeParty/asram:NameText</w:t>
            </w:r>
          </w:p>
        </w:tc>
      </w:tr>
      <w:tr w:rsidR="00DF625C" w:rsidRPr="000B55CC" w14:paraId="66CC4948" w14:textId="77777777" w:rsidTr="00B44373">
        <w:trPr>
          <w:cantSplit/>
          <w:trHeight w:val="580"/>
        </w:trPr>
        <w:tc>
          <w:tcPr>
            <w:tcW w:w="644" w:type="pct"/>
            <w:shd w:val="clear" w:color="auto" w:fill="auto"/>
            <w:noWrap/>
            <w:vAlign w:val="center"/>
          </w:tcPr>
          <w:p w14:paraId="685C913F" w14:textId="69CC8A27" w:rsidR="00DF625C" w:rsidRDefault="00DC354E" w:rsidP="00B44373">
            <w:pPr>
              <w:spacing w:line="240" w:lineRule="auto"/>
              <w:jc w:val="center"/>
              <w:rPr>
                <w:rFonts w:eastAsia="Times New Roman" w:cs="Arial"/>
                <w:sz w:val="16"/>
                <w:szCs w:val="20"/>
                <w:lang w:eastAsia="de-DE"/>
              </w:rPr>
            </w:pPr>
            <w:r>
              <w:rPr>
                <w:rFonts w:eastAsia="Times New Roman" w:cs="Arial"/>
                <w:sz w:val="16"/>
                <w:szCs w:val="20"/>
                <w:lang w:eastAsia="de-DE"/>
              </w:rPr>
              <w:lastRenderedPageBreak/>
              <w:t>ShipToPlant</w:t>
            </w:r>
          </w:p>
        </w:tc>
        <w:tc>
          <w:tcPr>
            <w:tcW w:w="1208" w:type="pct"/>
            <w:tcBorders>
              <w:top w:val="single" w:sz="4" w:space="0" w:color="000000"/>
              <w:bottom w:val="single" w:sz="4" w:space="0" w:color="000000"/>
            </w:tcBorders>
            <w:shd w:val="clear" w:color="auto" w:fill="auto"/>
            <w:noWrap/>
            <w:vAlign w:val="center"/>
          </w:tcPr>
          <w:p w14:paraId="423D0C7B" w14:textId="46AF920C" w:rsidR="00DF625C" w:rsidRPr="00006FCF" w:rsidRDefault="00B44373" w:rsidP="00B4437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w:t>
            </w:r>
          </w:p>
        </w:tc>
        <w:tc>
          <w:tcPr>
            <w:tcW w:w="1423" w:type="pct"/>
            <w:tcBorders>
              <w:top w:val="single" w:sz="4" w:space="0" w:color="000000"/>
              <w:bottom w:val="single" w:sz="4" w:space="0" w:color="000000"/>
            </w:tcBorders>
            <w:shd w:val="clear" w:color="auto" w:fill="auto"/>
            <w:vAlign w:val="center"/>
          </w:tcPr>
          <w:p w14:paraId="487A641B" w14:textId="029F4680" w:rsidR="0098515A" w:rsidRPr="006309FD" w:rsidRDefault="0098515A" w:rsidP="0098515A">
            <w:pPr>
              <w:rPr>
                <w:sz w:val="16"/>
                <w:lang w:eastAsia="de-DE"/>
              </w:rPr>
            </w:pPr>
            <w:r>
              <w:rPr>
                <w:sz w:val="16"/>
                <w:lang w:eastAsia="de-DE"/>
              </w:rPr>
              <w:t>Customer Plant Code.</w:t>
            </w:r>
          </w:p>
          <w:p w14:paraId="1A5F33BB" w14:textId="77777777" w:rsidR="0098515A" w:rsidRPr="006309FD" w:rsidRDefault="0098515A" w:rsidP="0098515A">
            <w:pPr>
              <w:rPr>
                <w:sz w:val="16"/>
                <w:lang w:eastAsia="de-DE"/>
              </w:rPr>
            </w:pPr>
            <w:r w:rsidRPr="006309FD">
              <w:rPr>
                <w:sz w:val="16"/>
                <w:lang w:eastAsia="de-DE"/>
              </w:rPr>
              <w:t>Defines the qualifier which groups all forecast contents to be used to generate the time-bucket aggregation (sum).</w:t>
            </w:r>
          </w:p>
          <w:p w14:paraId="51505131" w14:textId="77777777" w:rsidR="0098515A" w:rsidRPr="006309FD" w:rsidRDefault="0098515A" w:rsidP="0098515A">
            <w:pPr>
              <w:rPr>
                <w:sz w:val="16"/>
                <w:lang w:eastAsia="de-DE"/>
              </w:rPr>
            </w:pPr>
            <w:r w:rsidRPr="006309FD">
              <w:rPr>
                <w:sz w:val="16"/>
                <w:lang w:eastAsia="de-DE"/>
              </w:rPr>
              <w:t>The Aggregation Level Code can e.g. contain the name of a natco or the name of a plant in which case the forecast data will be aggregated by this entity or this plan.</w:t>
            </w:r>
          </w:p>
          <w:p w14:paraId="3AC82A66" w14:textId="1147B0DA" w:rsidR="00DF625C" w:rsidRPr="00834897" w:rsidRDefault="0098515A" w:rsidP="0098515A">
            <w:pPr>
              <w:rPr>
                <w:rFonts w:eastAsia="Times New Roman"/>
                <w:b/>
                <w:color w:val="000000"/>
                <w:sz w:val="16"/>
                <w:lang w:eastAsia="de-DE"/>
              </w:rPr>
            </w:pPr>
            <w:r w:rsidRPr="006309FD">
              <w:rPr>
                <w:sz w:val="16"/>
                <w:lang w:eastAsia="de-DE"/>
              </w:rPr>
              <w:t>However – the system has no restriction in content on this field, accordingly the exporting service (SAP) can utilize it in any appropriate fashion (e.g. by combining the plant and the buyer code within the ALC).</w:t>
            </w:r>
          </w:p>
        </w:tc>
        <w:tc>
          <w:tcPr>
            <w:tcW w:w="1725" w:type="pct"/>
            <w:shd w:val="clear" w:color="auto" w:fill="auto"/>
            <w:vAlign w:val="center"/>
          </w:tcPr>
          <w:p w14:paraId="2C0F6CC3" w14:textId="3170CCDA" w:rsidR="00DF625C" w:rsidRPr="00866848" w:rsidRDefault="00DB25E5" w:rsidP="00B44373">
            <w:pPr>
              <w:spacing w:line="240" w:lineRule="auto"/>
              <w:rPr>
                <w:sz w:val="16"/>
                <w:lang w:eastAsia="de-DE"/>
              </w:rPr>
            </w:pPr>
            <w:r w:rsidRPr="00DB25E5">
              <w:rPr>
                <w:sz w:val="16"/>
                <w:lang w:eastAsia="de-DE"/>
              </w:rPr>
              <w:t>/as:CI_DemandForecastResponse/as:CISDRSupplyChainTradeTransaction/asram:ApplicableCISHSupplyChainTradeDelivery/asram:ShipToCITradeParty/asram:IdentificationIdentifier</w:t>
            </w:r>
          </w:p>
        </w:tc>
      </w:tr>
      <w:tr w:rsidR="00DF625C" w:rsidRPr="000B55CC" w14:paraId="20440C1E" w14:textId="77777777" w:rsidTr="00B44373">
        <w:trPr>
          <w:cantSplit/>
          <w:trHeight w:val="358"/>
        </w:trPr>
        <w:tc>
          <w:tcPr>
            <w:tcW w:w="644" w:type="pct"/>
            <w:shd w:val="clear" w:color="auto" w:fill="auto"/>
            <w:noWrap/>
            <w:vAlign w:val="center"/>
          </w:tcPr>
          <w:p w14:paraId="46244432" w14:textId="7F06F3B2" w:rsidR="00DF625C" w:rsidRPr="00E21F58" w:rsidRDefault="00DC354E" w:rsidP="00B44373">
            <w:pPr>
              <w:spacing w:line="240" w:lineRule="auto"/>
              <w:jc w:val="center"/>
              <w:rPr>
                <w:rFonts w:cs="Arial"/>
                <w:bCs/>
                <w:sz w:val="16"/>
                <w:szCs w:val="20"/>
              </w:rPr>
            </w:pPr>
            <w:r>
              <w:rPr>
                <w:rFonts w:cs="Arial"/>
                <w:bCs/>
                <w:sz w:val="16"/>
                <w:szCs w:val="20"/>
              </w:rPr>
              <w:t>ShipToName</w:t>
            </w:r>
          </w:p>
        </w:tc>
        <w:tc>
          <w:tcPr>
            <w:tcW w:w="1208" w:type="pct"/>
            <w:shd w:val="clear" w:color="auto" w:fill="auto"/>
            <w:noWrap/>
            <w:vAlign w:val="center"/>
          </w:tcPr>
          <w:p w14:paraId="7859015C" w14:textId="34D71BC2" w:rsidR="00DF625C" w:rsidRPr="00A854C5" w:rsidRDefault="00B44373" w:rsidP="00B44373">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AFR_FAL</w:t>
            </w:r>
          </w:p>
        </w:tc>
        <w:tc>
          <w:tcPr>
            <w:tcW w:w="1423" w:type="pct"/>
            <w:shd w:val="clear" w:color="auto" w:fill="auto"/>
            <w:vAlign w:val="center"/>
          </w:tcPr>
          <w:p w14:paraId="604BFA2F" w14:textId="2A7B4AFC" w:rsidR="00DF625C" w:rsidRPr="00D42494" w:rsidRDefault="0098515A" w:rsidP="00B44373">
            <w:pPr>
              <w:spacing w:line="240" w:lineRule="auto"/>
              <w:rPr>
                <w:sz w:val="16"/>
                <w:lang w:eastAsia="de-DE"/>
              </w:rPr>
            </w:pPr>
            <w:r>
              <w:rPr>
                <w:sz w:val="16"/>
                <w:lang w:eastAsia="de-DE"/>
              </w:rPr>
              <w:t>Customer Plant Name.</w:t>
            </w:r>
          </w:p>
        </w:tc>
        <w:tc>
          <w:tcPr>
            <w:tcW w:w="1725" w:type="pct"/>
            <w:shd w:val="clear" w:color="auto" w:fill="auto"/>
            <w:vAlign w:val="center"/>
          </w:tcPr>
          <w:p w14:paraId="5DC9C2D3" w14:textId="594222AD" w:rsidR="00DF625C" w:rsidRPr="00EC563E" w:rsidRDefault="00DB25E5" w:rsidP="00B44373">
            <w:pPr>
              <w:spacing w:line="240" w:lineRule="auto"/>
              <w:rPr>
                <w:sz w:val="16"/>
                <w:lang w:eastAsia="de-DE"/>
              </w:rPr>
            </w:pPr>
            <w:r w:rsidRPr="00DB25E5">
              <w:rPr>
                <w:sz w:val="16"/>
                <w:lang w:eastAsia="de-DE"/>
              </w:rPr>
              <w:t>/as:CI_DemandForecastResponse/as:CISDRSupplyChainTradeTransaction/asram:ApplicableCISHSupplyChainTradeDelivery/asram:ShipToCITradeParty/asram:NameText</w:t>
            </w:r>
          </w:p>
        </w:tc>
      </w:tr>
    </w:tbl>
    <w:p w14:paraId="78F41E7A" w14:textId="20E1B433" w:rsidR="000F65E8" w:rsidRPr="00DF625C" w:rsidRDefault="000F65E8" w:rsidP="009B0360">
      <w:pPr>
        <w:rPr>
          <w:noProof/>
          <w:lang w:eastAsia="de-DE"/>
        </w:rPr>
      </w:pPr>
    </w:p>
    <w:p w14:paraId="4A54465E" w14:textId="77777777" w:rsidR="000F65E8" w:rsidRPr="00DF625C" w:rsidRDefault="000F65E8" w:rsidP="009B0360">
      <w:pPr>
        <w:rPr>
          <w:noProof/>
          <w:lang w:eastAsia="de-DE"/>
        </w:rPr>
        <w:sectPr w:rsidR="000F65E8" w:rsidRPr="00DF625C" w:rsidSect="00717378">
          <w:headerReference w:type="default" r:id="rId19"/>
          <w:footerReference w:type="default" r:id="rId20"/>
          <w:headerReference w:type="first" r:id="rId21"/>
          <w:pgSz w:w="16838" w:h="11906" w:orient="landscape" w:code="9"/>
          <w:pgMar w:top="1418" w:right="1418" w:bottom="1134" w:left="1134" w:header="709" w:footer="397" w:gutter="0"/>
          <w:cols w:space="708"/>
          <w:docGrid w:linePitch="360"/>
        </w:sectPr>
      </w:pPr>
    </w:p>
    <w:p w14:paraId="35529898" w14:textId="26038765" w:rsidR="002E781B" w:rsidRDefault="002E781B" w:rsidP="00B178ED">
      <w:pPr>
        <w:pStyle w:val="Titelberschrift"/>
        <w:pageBreakBefore/>
        <w:numPr>
          <w:ilvl w:val="0"/>
          <w:numId w:val="1"/>
        </w:numPr>
        <w:ind w:left="426" w:hanging="284"/>
      </w:pPr>
      <w:bookmarkStart w:id="53" w:name="_Toc492907182"/>
      <w:r>
        <w:lastRenderedPageBreak/>
        <w:t>Hierarchical View</w:t>
      </w:r>
      <w:bookmarkEnd w:id="53"/>
    </w:p>
    <w:tbl>
      <w:tblPr>
        <w:tblStyle w:val="Tabellenraster"/>
        <w:tblW w:w="9782" w:type="dxa"/>
        <w:tblInd w:w="-142" w:type="dxa"/>
        <w:tblLayout w:type="fixed"/>
        <w:tblLook w:val="04A0" w:firstRow="1" w:lastRow="0" w:firstColumn="1" w:lastColumn="0" w:noHBand="0" w:noVBand="1"/>
      </w:tblPr>
      <w:tblGrid>
        <w:gridCol w:w="556"/>
        <w:gridCol w:w="283"/>
        <w:gridCol w:w="283"/>
        <w:gridCol w:w="283"/>
        <w:gridCol w:w="283"/>
        <w:gridCol w:w="283"/>
        <w:gridCol w:w="283"/>
        <w:gridCol w:w="7528"/>
      </w:tblGrid>
      <w:tr w:rsidR="002A40B3" w:rsidRPr="002A03BC" w14:paraId="334D3BEA" w14:textId="77777777" w:rsidTr="00A33A44">
        <w:tc>
          <w:tcPr>
            <w:tcW w:w="556" w:type="dxa"/>
            <w:tcBorders>
              <w:top w:val="nil"/>
              <w:left w:val="nil"/>
              <w:bottom w:val="nil"/>
              <w:right w:val="nil"/>
            </w:tcBorders>
            <w:shd w:val="clear" w:color="auto" w:fill="auto"/>
            <w:vAlign w:val="center"/>
          </w:tcPr>
          <w:p w14:paraId="2E5D498B" w14:textId="77777777" w:rsidR="002A40B3" w:rsidRPr="002A03BC" w:rsidRDefault="002A40B3" w:rsidP="00A33A44">
            <w:pPr>
              <w:spacing w:line="240" w:lineRule="auto"/>
              <w:ind w:left="-108" w:firstLine="108"/>
              <w:jc w:val="center"/>
              <w:rPr>
                <w:rFonts w:eastAsia="Times New Roman" w:cs="Arial"/>
                <w:b/>
                <w:bCs/>
                <w:sz w:val="18"/>
                <w:szCs w:val="20"/>
                <w:lang w:eastAsia="de-DE"/>
              </w:rPr>
            </w:pPr>
            <w:r w:rsidRPr="002A03BC">
              <w:rPr>
                <w:rFonts w:eastAsia="Times New Roman" w:cs="Arial"/>
                <w:b/>
                <w:bCs/>
                <w:sz w:val="18"/>
                <w:szCs w:val="20"/>
                <w:lang w:eastAsia="de-DE"/>
              </w:rPr>
              <w:t>LVL</w:t>
            </w:r>
          </w:p>
        </w:tc>
        <w:tc>
          <w:tcPr>
            <w:tcW w:w="9226" w:type="dxa"/>
            <w:gridSpan w:val="7"/>
            <w:tcBorders>
              <w:top w:val="nil"/>
              <w:left w:val="nil"/>
              <w:bottom w:val="nil"/>
              <w:right w:val="nil"/>
            </w:tcBorders>
            <w:shd w:val="clear" w:color="auto" w:fill="auto"/>
            <w:vAlign w:val="center"/>
          </w:tcPr>
          <w:p w14:paraId="4BDB3356" w14:textId="77777777" w:rsidR="002A40B3" w:rsidRPr="002A03BC" w:rsidRDefault="002A40B3" w:rsidP="00A33A44">
            <w:pPr>
              <w:spacing w:line="240" w:lineRule="auto"/>
              <w:ind w:left="-36"/>
              <w:rPr>
                <w:rFonts w:eastAsia="Times New Roman" w:cs="Arial"/>
                <w:b/>
                <w:bCs/>
                <w:sz w:val="18"/>
                <w:szCs w:val="20"/>
                <w:lang w:eastAsia="de-DE"/>
              </w:rPr>
            </w:pPr>
            <w:r w:rsidRPr="002A03BC">
              <w:rPr>
                <w:rFonts w:eastAsia="Times New Roman" w:cs="Arial"/>
                <w:b/>
                <w:bCs/>
                <w:sz w:val="18"/>
                <w:szCs w:val="20"/>
                <w:lang w:eastAsia="de-DE"/>
              </w:rPr>
              <w:t>Segment Name</w:t>
            </w:r>
          </w:p>
        </w:tc>
      </w:tr>
      <w:tr w:rsidR="002A40B3" w:rsidRPr="002A03BC" w14:paraId="65B0D1E8" w14:textId="77777777" w:rsidTr="00A33A44">
        <w:trPr>
          <w:trHeight w:val="60"/>
        </w:trPr>
        <w:tc>
          <w:tcPr>
            <w:tcW w:w="556" w:type="dxa"/>
            <w:tcBorders>
              <w:top w:val="nil"/>
              <w:left w:val="nil"/>
              <w:bottom w:val="nil"/>
              <w:right w:val="nil"/>
            </w:tcBorders>
            <w:shd w:val="clear" w:color="auto" w:fill="auto"/>
            <w:vAlign w:val="center"/>
          </w:tcPr>
          <w:p w14:paraId="35005966" w14:textId="77777777" w:rsidR="002A40B3" w:rsidRPr="002A03BC" w:rsidRDefault="002A40B3" w:rsidP="00A33A44">
            <w:pPr>
              <w:spacing w:line="240" w:lineRule="auto"/>
              <w:ind w:left="-108" w:firstLine="108"/>
              <w:jc w:val="center"/>
              <w:rPr>
                <w:rFonts w:eastAsia="Times New Roman" w:cs="Arial"/>
                <w:b/>
                <w:bCs/>
                <w:sz w:val="8"/>
                <w:szCs w:val="20"/>
                <w:lang w:eastAsia="de-DE"/>
              </w:rPr>
            </w:pPr>
          </w:p>
        </w:tc>
        <w:tc>
          <w:tcPr>
            <w:tcW w:w="9226" w:type="dxa"/>
            <w:gridSpan w:val="7"/>
            <w:tcBorders>
              <w:top w:val="nil"/>
              <w:left w:val="nil"/>
              <w:bottom w:val="single" w:sz="4" w:space="0" w:color="000000"/>
              <w:right w:val="nil"/>
            </w:tcBorders>
            <w:shd w:val="clear" w:color="auto" w:fill="auto"/>
            <w:vAlign w:val="center"/>
          </w:tcPr>
          <w:p w14:paraId="69726C47" w14:textId="77777777" w:rsidR="002A40B3" w:rsidRPr="002A03BC" w:rsidRDefault="002A40B3" w:rsidP="00A33A44">
            <w:pPr>
              <w:spacing w:line="240" w:lineRule="auto"/>
              <w:rPr>
                <w:rFonts w:eastAsia="Times New Roman" w:cs="Arial"/>
                <w:b/>
                <w:bCs/>
                <w:sz w:val="8"/>
                <w:szCs w:val="20"/>
                <w:lang w:eastAsia="de-DE"/>
              </w:rPr>
            </w:pPr>
          </w:p>
        </w:tc>
      </w:tr>
      <w:tr w:rsidR="002A40B3" w:rsidRPr="002A03BC" w14:paraId="28C2ED76" w14:textId="77777777" w:rsidTr="00A33A44">
        <w:trPr>
          <w:trHeight w:val="20"/>
        </w:trPr>
        <w:tc>
          <w:tcPr>
            <w:tcW w:w="556" w:type="dxa"/>
            <w:tcBorders>
              <w:top w:val="nil"/>
              <w:left w:val="nil"/>
              <w:bottom w:val="nil"/>
              <w:right w:val="single" w:sz="4" w:space="0" w:color="000000"/>
            </w:tcBorders>
            <w:shd w:val="clear" w:color="auto" w:fill="auto"/>
          </w:tcPr>
          <w:p w14:paraId="4B71A39F" w14:textId="77777777" w:rsidR="002A40B3" w:rsidRPr="002A03BC" w:rsidRDefault="002A40B3" w:rsidP="00A33A44">
            <w:pPr>
              <w:ind w:left="-108" w:firstLine="108"/>
              <w:jc w:val="center"/>
              <w:rPr>
                <w:rFonts w:ascii="Consolas" w:hAnsi="Consolas"/>
                <w:noProof/>
                <w:lang w:eastAsia="de-DE"/>
              </w:rPr>
            </w:pPr>
            <w:r w:rsidRPr="002A03BC">
              <w:rPr>
                <w:rFonts w:ascii="Wingdings" w:hAnsi="Wingdings" w:cs="Wingdings"/>
                <w:sz w:val="22"/>
                <w:szCs w:val="26"/>
                <w:lang w:val="de-DE" w:eastAsia="zh-TW"/>
              </w:rPr>
              <w:t></w:t>
            </w:r>
          </w:p>
        </w:tc>
        <w:tc>
          <w:tcPr>
            <w:tcW w:w="9226" w:type="dxa"/>
            <w:gridSpan w:val="7"/>
            <w:tcBorders>
              <w:top w:val="single" w:sz="4" w:space="0" w:color="000000"/>
              <w:left w:val="single" w:sz="4" w:space="0" w:color="000000"/>
              <w:bottom w:val="dotted" w:sz="4" w:space="0" w:color="000000"/>
              <w:right w:val="single" w:sz="4" w:space="0" w:color="000000"/>
            </w:tcBorders>
            <w:shd w:val="clear" w:color="auto" w:fill="FFFFFF" w:themeFill="background1"/>
            <w:vAlign w:val="center"/>
          </w:tcPr>
          <w:p w14:paraId="619EEBA4"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&lt;as:CI_DemandForecast</w:t>
            </w:r>
            <w:r>
              <w:rPr>
                <w:rFonts w:ascii="Consolas" w:hAnsi="Consolas"/>
                <w:noProof/>
                <w:sz w:val="16"/>
                <w:lang w:eastAsia="de-DE"/>
              </w:rPr>
              <w:t>Response</w:t>
            </w:r>
            <w:r w:rsidRPr="002A03BC">
              <w:rPr>
                <w:rFonts w:ascii="Consolas" w:hAnsi="Consolas"/>
                <w:noProof/>
                <w:sz w:val="16"/>
                <w:lang w:eastAsia="de-DE"/>
              </w:rPr>
              <w:t>&gt;</w:t>
            </w:r>
          </w:p>
        </w:tc>
      </w:tr>
      <w:tr w:rsidR="002A40B3" w:rsidRPr="002A03BC" w14:paraId="7D8F40C7" w14:textId="77777777" w:rsidTr="00A33A44">
        <w:trPr>
          <w:trHeight w:val="275"/>
        </w:trPr>
        <w:tc>
          <w:tcPr>
            <w:tcW w:w="556" w:type="dxa"/>
            <w:tcBorders>
              <w:top w:val="nil"/>
              <w:left w:val="nil"/>
              <w:bottom w:val="nil"/>
              <w:right w:val="single" w:sz="4" w:space="0" w:color="000000"/>
            </w:tcBorders>
          </w:tcPr>
          <w:p w14:paraId="591C9D82"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9D375AB" w14:textId="77777777" w:rsidR="002A40B3" w:rsidRPr="002A03BC" w:rsidRDefault="002A40B3" w:rsidP="00A33A44">
            <w:pPr>
              <w:ind w:left="-243" w:right="-13" w:firstLine="243"/>
              <w:rPr>
                <w:rFonts w:ascii="Consolas" w:hAnsi="Consolas"/>
                <w:b/>
                <w:noProof/>
                <w:sz w:val="16"/>
                <w:lang w:eastAsia="de-DE"/>
              </w:rPr>
            </w:pPr>
          </w:p>
        </w:tc>
        <w:tc>
          <w:tcPr>
            <w:tcW w:w="8943" w:type="dxa"/>
            <w:gridSpan w:val="6"/>
            <w:tcBorders>
              <w:top w:val="dotted" w:sz="4" w:space="0" w:color="000000"/>
              <w:left w:val="dotted" w:sz="4" w:space="0" w:color="000000"/>
              <w:bottom w:val="dotted" w:sz="4" w:space="0" w:color="000000"/>
              <w:right w:val="single" w:sz="4" w:space="0" w:color="000000"/>
            </w:tcBorders>
            <w:vAlign w:val="center"/>
          </w:tcPr>
          <w:p w14:paraId="0055FB1D" w14:textId="77777777" w:rsidR="002A40B3" w:rsidRPr="002A03BC" w:rsidRDefault="002A40B3" w:rsidP="00A33A44">
            <w:pPr>
              <w:ind w:left="10"/>
              <w:rPr>
                <w:rFonts w:ascii="Consolas" w:hAnsi="Consolas"/>
                <w:noProof/>
                <w:sz w:val="16"/>
                <w:lang w:eastAsia="de-DE"/>
              </w:rPr>
            </w:pPr>
            <w:r w:rsidRPr="002A03BC">
              <w:rPr>
                <w:rFonts w:ascii="Consolas" w:hAnsi="Consolas"/>
                <w:noProof/>
                <w:sz w:val="16"/>
                <w:lang w:eastAsia="de-DE"/>
              </w:rPr>
              <w:t>&lt;as:CIExchangedDocumentContext&gt;</w:t>
            </w:r>
          </w:p>
        </w:tc>
      </w:tr>
      <w:tr w:rsidR="002A40B3" w:rsidRPr="002A03BC" w14:paraId="5AE9AB8C" w14:textId="77777777" w:rsidTr="00A33A44">
        <w:trPr>
          <w:trHeight w:val="227"/>
        </w:trPr>
        <w:tc>
          <w:tcPr>
            <w:tcW w:w="556" w:type="dxa"/>
            <w:tcBorders>
              <w:top w:val="nil"/>
              <w:left w:val="nil"/>
              <w:bottom w:val="nil"/>
              <w:right w:val="single" w:sz="4" w:space="0" w:color="000000"/>
            </w:tcBorders>
          </w:tcPr>
          <w:p w14:paraId="7BB509CD"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46014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7ABA162"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0E5B2D68"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&lt;asram:SpecifiedTransactionIdentifier&gt;</w:t>
            </w:r>
          </w:p>
        </w:tc>
      </w:tr>
      <w:tr w:rsidR="002A40B3" w:rsidRPr="002A03BC" w14:paraId="37340C81" w14:textId="77777777" w:rsidTr="00A33A44">
        <w:trPr>
          <w:trHeight w:val="227"/>
        </w:trPr>
        <w:tc>
          <w:tcPr>
            <w:tcW w:w="556" w:type="dxa"/>
            <w:tcBorders>
              <w:top w:val="nil"/>
              <w:left w:val="nil"/>
              <w:bottom w:val="nil"/>
              <w:right w:val="single" w:sz="4" w:space="0" w:color="000000"/>
            </w:tcBorders>
          </w:tcPr>
          <w:p w14:paraId="5166FF9C"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768F722"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DDD009"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2882A656"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&lt;asram:ApplicationSpecifiedCIDocumentContextParameter&gt;</w:t>
            </w:r>
          </w:p>
        </w:tc>
      </w:tr>
      <w:tr w:rsidR="002A40B3" w:rsidRPr="002A03BC" w14:paraId="67A5B9FE" w14:textId="77777777" w:rsidTr="00A33A44">
        <w:trPr>
          <w:trHeight w:val="227"/>
        </w:trPr>
        <w:tc>
          <w:tcPr>
            <w:tcW w:w="556" w:type="dxa"/>
            <w:tcBorders>
              <w:top w:val="nil"/>
              <w:left w:val="nil"/>
              <w:bottom w:val="nil"/>
              <w:right w:val="single" w:sz="4" w:space="0" w:color="000000"/>
            </w:tcBorders>
          </w:tcPr>
          <w:p w14:paraId="62D093D7"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6C49D48"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FD2CEDC"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556C9EF"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6D8D7A9D"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&lt;asram:SpecifiedCIDocumentVersion&gt;</w:t>
            </w:r>
          </w:p>
        </w:tc>
      </w:tr>
      <w:tr w:rsidR="002A40B3" w:rsidRPr="002A03BC" w14:paraId="1DB5A5C9" w14:textId="77777777" w:rsidTr="00A33A44">
        <w:trPr>
          <w:trHeight w:val="227"/>
        </w:trPr>
        <w:tc>
          <w:tcPr>
            <w:tcW w:w="556" w:type="dxa"/>
            <w:tcBorders>
              <w:top w:val="nil"/>
              <w:left w:val="nil"/>
              <w:bottom w:val="nil"/>
              <w:right w:val="single" w:sz="4" w:space="0" w:color="000000"/>
            </w:tcBorders>
          </w:tcPr>
          <w:p w14:paraId="5BDD20E9"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446A1A"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4A75105"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1DC0409"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093913A"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1837549C"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&lt;asram:IssueDateTime&gt;</w:t>
            </w:r>
          </w:p>
        </w:tc>
      </w:tr>
      <w:tr w:rsidR="002A40B3" w:rsidRPr="002A03BC" w14:paraId="4FE5ECE1" w14:textId="77777777" w:rsidTr="00A33A44">
        <w:trPr>
          <w:trHeight w:val="227"/>
        </w:trPr>
        <w:tc>
          <w:tcPr>
            <w:tcW w:w="556" w:type="dxa"/>
            <w:tcBorders>
              <w:top w:val="nil"/>
              <w:left w:val="nil"/>
              <w:bottom w:val="nil"/>
              <w:right w:val="single" w:sz="4" w:space="0" w:color="000000"/>
            </w:tcBorders>
          </w:tcPr>
          <w:p w14:paraId="5CA5E3F0"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32658CF" w14:textId="77777777" w:rsidR="002A40B3" w:rsidRPr="002A03BC" w:rsidRDefault="002A40B3" w:rsidP="00A33A44">
            <w:pPr>
              <w:rPr>
                <w:rFonts w:ascii="Consolas" w:hAnsi="Consolas"/>
                <w:b/>
                <w:noProof/>
                <w:sz w:val="16"/>
                <w:lang w:eastAsia="de-DE"/>
              </w:rPr>
            </w:pPr>
          </w:p>
        </w:tc>
        <w:tc>
          <w:tcPr>
            <w:tcW w:w="8943" w:type="dxa"/>
            <w:gridSpan w:val="6"/>
            <w:tcBorders>
              <w:top w:val="dotted" w:sz="4" w:space="0" w:color="000000"/>
              <w:left w:val="dotted" w:sz="4" w:space="0" w:color="000000"/>
              <w:bottom w:val="dotted" w:sz="4" w:space="0" w:color="000000"/>
              <w:right w:val="single" w:sz="4" w:space="0" w:color="000000"/>
            </w:tcBorders>
            <w:vAlign w:val="center"/>
          </w:tcPr>
          <w:p w14:paraId="5129E93F"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&lt;as:CISExchangedDocument&gt;</w:t>
            </w:r>
          </w:p>
        </w:tc>
      </w:tr>
      <w:tr w:rsidR="002A40B3" w:rsidRPr="002A03BC" w14:paraId="1C8B4D80" w14:textId="77777777" w:rsidTr="00A33A44">
        <w:trPr>
          <w:trHeight w:val="227"/>
        </w:trPr>
        <w:tc>
          <w:tcPr>
            <w:tcW w:w="556" w:type="dxa"/>
            <w:tcBorders>
              <w:top w:val="nil"/>
              <w:left w:val="nil"/>
              <w:bottom w:val="nil"/>
              <w:right w:val="single" w:sz="4" w:space="0" w:color="000000"/>
            </w:tcBorders>
          </w:tcPr>
          <w:p w14:paraId="42BD4928"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2AC6011"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9EE5287"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26E0E3AE"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&lt;asram:IncludedCINote&gt;</w:t>
            </w:r>
          </w:p>
        </w:tc>
      </w:tr>
      <w:tr w:rsidR="002A40B3" w:rsidRPr="002A03BC" w14:paraId="561B2ED7" w14:textId="77777777" w:rsidTr="00A33A44">
        <w:trPr>
          <w:trHeight w:val="227"/>
        </w:trPr>
        <w:tc>
          <w:tcPr>
            <w:tcW w:w="556" w:type="dxa"/>
            <w:tcBorders>
              <w:top w:val="nil"/>
              <w:left w:val="nil"/>
              <w:bottom w:val="nil"/>
              <w:right w:val="single" w:sz="4" w:space="0" w:color="000000"/>
            </w:tcBorders>
          </w:tcPr>
          <w:p w14:paraId="2728DF53"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60C32FD"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D0D0AD1"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864FE3E"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557A765A"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IdentificationIdentifier</w:t>
            </w:r>
            <w:r w:rsidRPr="002A03BC">
              <w:rPr>
                <w:rFonts w:ascii="Consolas" w:hAnsi="Consolas"/>
                <w:noProof/>
                <w:sz w:val="16"/>
                <w:lang w:eastAsia="de-DE"/>
              </w:rPr>
              <w:t>&gt;</w:t>
            </w:r>
          </w:p>
        </w:tc>
      </w:tr>
      <w:tr w:rsidR="002A40B3" w:rsidRPr="002A03BC" w14:paraId="1F7ABE17" w14:textId="77777777" w:rsidTr="00A33A44">
        <w:trPr>
          <w:trHeight w:val="227"/>
        </w:trPr>
        <w:tc>
          <w:tcPr>
            <w:tcW w:w="556" w:type="dxa"/>
            <w:tcBorders>
              <w:top w:val="nil"/>
              <w:left w:val="nil"/>
              <w:bottom w:val="nil"/>
              <w:right w:val="single" w:sz="4" w:space="0" w:color="000000"/>
            </w:tcBorders>
          </w:tcPr>
          <w:p w14:paraId="6BE0C745"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4981C0"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4037AF2"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4904160"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D28C0D6"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&lt;asram:SubjectCode&gt;</w:t>
            </w:r>
          </w:p>
        </w:tc>
      </w:tr>
      <w:tr w:rsidR="002A40B3" w:rsidRPr="002A03BC" w14:paraId="74235671" w14:textId="77777777" w:rsidTr="00A33A44">
        <w:trPr>
          <w:trHeight w:val="227"/>
        </w:trPr>
        <w:tc>
          <w:tcPr>
            <w:tcW w:w="556" w:type="dxa"/>
            <w:tcBorders>
              <w:top w:val="nil"/>
              <w:left w:val="nil"/>
              <w:bottom w:val="nil"/>
              <w:right w:val="single" w:sz="4" w:space="0" w:color="000000"/>
            </w:tcBorders>
          </w:tcPr>
          <w:p w14:paraId="42DB4502"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F33098"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C9C3360"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4F6BC2F7"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&lt;asram:RecipientCITradeParty&gt;</w:t>
            </w:r>
          </w:p>
        </w:tc>
      </w:tr>
      <w:tr w:rsidR="002A40B3" w:rsidRPr="002A03BC" w14:paraId="61B0CA8E" w14:textId="77777777" w:rsidTr="00A33A44">
        <w:trPr>
          <w:trHeight w:val="227"/>
        </w:trPr>
        <w:tc>
          <w:tcPr>
            <w:tcW w:w="556" w:type="dxa"/>
            <w:tcBorders>
              <w:top w:val="nil"/>
              <w:left w:val="nil"/>
              <w:bottom w:val="nil"/>
              <w:right w:val="single" w:sz="4" w:space="0" w:color="000000"/>
            </w:tcBorders>
          </w:tcPr>
          <w:p w14:paraId="0AB82FA8"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08E438"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B282E49"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F845640"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32EDA3C7"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&lt;asram:IdentificationIdentifier&gt;</w:t>
            </w:r>
          </w:p>
        </w:tc>
      </w:tr>
      <w:tr w:rsidR="002A40B3" w:rsidRPr="002A03BC" w14:paraId="75017A2B" w14:textId="77777777" w:rsidTr="00A33A44">
        <w:trPr>
          <w:trHeight w:val="227"/>
        </w:trPr>
        <w:tc>
          <w:tcPr>
            <w:tcW w:w="556" w:type="dxa"/>
            <w:tcBorders>
              <w:top w:val="nil"/>
              <w:left w:val="nil"/>
              <w:bottom w:val="nil"/>
              <w:right w:val="single" w:sz="4" w:space="0" w:color="000000"/>
            </w:tcBorders>
          </w:tcPr>
          <w:p w14:paraId="56578B71"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78D506E"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35378C3"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344C7A6D"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&lt;asram:SenderCITradeParty&gt;</w:t>
            </w:r>
          </w:p>
        </w:tc>
      </w:tr>
      <w:tr w:rsidR="002A40B3" w:rsidRPr="002A03BC" w14:paraId="0119197B" w14:textId="77777777" w:rsidTr="00A33A44">
        <w:trPr>
          <w:trHeight w:val="227"/>
        </w:trPr>
        <w:tc>
          <w:tcPr>
            <w:tcW w:w="556" w:type="dxa"/>
            <w:tcBorders>
              <w:top w:val="nil"/>
              <w:left w:val="nil"/>
              <w:bottom w:val="nil"/>
              <w:right w:val="single" w:sz="4" w:space="0" w:color="000000"/>
            </w:tcBorders>
          </w:tcPr>
          <w:p w14:paraId="54B8BAE8"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E736B7"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A2ADB8E"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9359E98"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3911F60D"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&lt;asram:IdentificationIdentifier&gt;</w:t>
            </w:r>
          </w:p>
        </w:tc>
      </w:tr>
      <w:tr w:rsidR="002A40B3" w:rsidRPr="002A03BC" w14:paraId="5A77FA57" w14:textId="77777777" w:rsidTr="00A33A44">
        <w:trPr>
          <w:trHeight w:val="275"/>
        </w:trPr>
        <w:tc>
          <w:tcPr>
            <w:tcW w:w="556" w:type="dxa"/>
            <w:tcBorders>
              <w:top w:val="nil"/>
              <w:left w:val="nil"/>
              <w:bottom w:val="nil"/>
              <w:right w:val="single" w:sz="4" w:space="0" w:color="000000"/>
            </w:tcBorders>
          </w:tcPr>
          <w:p w14:paraId="3AF34579"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BCF8DE" w14:textId="77777777" w:rsidR="002A40B3" w:rsidRPr="002A03BC" w:rsidRDefault="002A40B3" w:rsidP="00A33A44">
            <w:pPr>
              <w:ind w:left="-243" w:right="-13" w:firstLine="243"/>
              <w:rPr>
                <w:rFonts w:ascii="Consolas" w:hAnsi="Consolas"/>
                <w:b/>
                <w:noProof/>
                <w:sz w:val="16"/>
                <w:lang w:eastAsia="de-DE"/>
              </w:rPr>
            </w:pPr>
          </w:p>
        </w:tc>
        <w:tc>
          <w:tcPr>
            <w:tcW w:w="8943" w:type="dxa"/>
            <w:gridSpan w:val="6"/>
            <w:tcBorders>
              <w:top w:val="dotted" w:sz="4" w:space="0" w:color="000000"/>
              <w:left w:val="dotted" w:sz="4" w:space="0" w:color="000000"/>
              <w:bottom w:val="dotted" w:sz="4" w:space="0" w:color="000000"/>
              <w:right w:val="single" w:sz="4" w:space="0" w:color="000000"/>
            </w:tcBorders>
            <w:vAlign w:val="center"/>
          </w:tcPr>
          <w:p w14:paraId="69A42DA5" w14:textId="77777777" w:rsidR="002A40B3" w:rsidRPr="002A03BC" w:rsidRDefault="002A40B3" w:rsidP="00A33A44">
            <w:pPr>
              <w:ind w:left="10"/>
              <w:rPr>
                <w:rFonts w:ascii="Consolas" w:hAnsi="Consolas"/>
                <w:noProof/>
                <w:sz w:val="16"/>
                <w:lang w:eastAsia="de-DE"/>
              </w:rPr>
            </w:pPr>
            <w:r>
              <w:rPr>
                <w:rFonts w:ascii="Consolas" w:hAnsi="Consolas"/>
                <w:noProof/>
                <w:sz w:val="16"/>
                <w:lang w:eastAsia="de-DE"/>
              </w:rPr>
              <w:t>&lt;as:CISDR</w:t>
            </w:r>
            <w:r w:rsidRPr="002A03BC">
              <w:rPr>
                <w:rFonts w:ascii="Consolas" w:hAnsi="Consolas"/>
                <w:noProof/>
                <w:sz w:val="16"/>
                <w:lang w:eastAsia="de-DE"/>
              </w:rPr>
              <w:t>SupplyChainTradeTransaction&gt;</w:t>
            </w:r>
          </w:p>
        </w:tc>
      </w:tr>
      <w:tr w:rsidR="002A40B3" w:rsidRPr="002A03BC" w14:paraId="1885381A" w14:textId="77777777" w:rsidTr="00A33A44">
        <w:trPr>
          <w:trHeight w:val="227"/>
        </w:trPr>
        <w:tc>
          <w:tcPr>
            <w:tcW w:w="556" w:type="dxa"/>
            <w:tcBorders>
              <w:top w:val="nil"/>
              <w:left w:val="nil"/>
              <w:bottom w:val="nil"/>
              <w:right w:val="single" w:sz="4" w:space="0" w:color="000000"/>
            </w:tcBorders>
          </w:tcPr>
          <w:p w14:paraId="47CBCEEC"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CDFC1D"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4DD035"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29395BD8"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&lt;asram:ApplicableCISSupplyChainTradeAgreement&gt;</w:t>
            </w:r>
          </w:p>
        </w:tc>
      </w:tr>
      <w:tr w:rsidR="002A40B3" w:rsidRPr="002A03BC" w14:paraId="415DCFAE" w14:textId="77777777" w:rsidTr="00A33A44">
        <w:trPr>
          <w:trHeight w:val="227"/>
        </w:trPr>
        <w:tc>
          <w:tcPr>
            <w:tcW w:w="556" w:type="dxa"/>
            <w:tcBorders>
              <w:top w:val="nil"/>
              <w:left w:val="nil"/>
              <w:bottom w:val="nil"/>
              <w:right w:val="single" w:sz="4" w:space="0" w:color="000000"/>
            </w:tcBorders>
          </w:tcPr>
          <w:p w14:paraId="49C5EDA0"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939E519"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D16BEFB"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CA98749"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0EB7EF23"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&lt;asram:BuyerCITradeParty&gt;</w:t>
            </w:r>
          </w:p>
        </w:tc>
      </w:tr>
      <w:tr w:rsidR="002A40B3" w:rsidRPr="002A03BC" w14:paraId="26B5F1D5" w14:textId="77777777" w:rsidTr="00A33A44">
        <w:trPr>
          <w:trHeight w:val="227"/>
        </w:trPr>
        <w:tc>
          <w:tcPr>
            <w:tcW w:w="556" w:type="dxa"/>
            <w:tcBorders>
              <w:top w:val="nil"/>
              <w:left w:val="nil"/>
              <w:bottom w:val="nil"/>
              <w:right w:val="single" w:sz="4" w:space="0" w:color="000000"/>
            </w:tcBorders>
          </w:tcPr>
          <w:p w14:paraId="46F5285E"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61A760A"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02F39F3"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ECECA5D"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E361645"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C013E0B"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&lt;asram:IdentificationIdentifier&gt;</w:t>
            </w:r>
          </w:p>
        </w:tc>
      </w:tr>
      <w:tr w:rsidR="002A40B3" w:rsidRPr="002A03BC" w14:paraId="1A52577F" w14:textId="77777777" w:rsidTr="00A33A44">
        <w:trPr>
          <w:trHeight w:val="227"/>
        </w:trPr>
        <w:tc>
          <w:tcPr>
            <w:tcW w:w="556" w:type="dxa"/>
            <w:tcBorders>
              <w:top w:val="nil"/>
              <w:left w:val="nil"/>
              <w:bottom w:val="nil"/>
              <w:right w:val="single" w:sz="4" w:space="0" w:color="000000"/>
            </w:tcBorders>
          </w:tcPr>
          <w:p w14:paraId="2D0B36F2"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47AF18"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314E2A4"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478CE3"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AF4BC1B"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9E110E8"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&lt;asram:NameText&gt;</w:t>
            </w:r>
          </w:p>
        </w:tc>
      </w:tr>
      <w:tr w:rsidR="002A40B3" w:rsidRPr="002A03BC" w14:paraId="6CB0C82B" w14:textId="77777777" w:rsidTr="00A33A44">
        <w:trPr>
          <w:trHeight w:val="227"/>
        </w:trPr>
        <w:tc>
          <w:tcPr>
            <w:tcW w:w="556" w:type="dxa"/>
            <w:tcBorders>
              <w:top w:val="nil"/>
              <w:left w:val="nil"/>
              <w:bottom w:val="nil"/>
              <w:right w:val="single" w:sz="4" w:space="0" w:color="000000"/>
            </w:tcBorders>
          </w:tcPr>
          <w:p w14:paraId="63F353FD"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8E9FB3D"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357FCF9"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1909D92"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3F9BDF6"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6EF94AA0"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&lt;asram:SpecifiedCILegalOrganization&gt;</w:t>
            </w:r>
          </w:p>
        </w:tc>
      </w:tr>
      <w:tr w:rsidR="002A40B3" w:rsidRPr="002A03BC" w14:paraId="3FF9B782" w14:textId="77777777" w:rsidTr="00A33A44">
        <w:trPr>
          <w:trHeight w:val="227"/>
        </w:trPr>
        <w:tc>
          <w:tcPr>
            <w:tcW w:w="556" w:type="dxa"/>
            <w:tcBorders>
              <w:top w:val="nil"/>
              <w:left w:val="nil"/>
              <w:bottom w:val="nil"/>
              <w:right w:val="single" w:sz="4" w:space="0" w:color="000000"/>
            </w:tcBorders>
          </w:tcPr>
          <w:p w14:paraId="54FC1720"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6100A0E"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5E965A"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7BAB751"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1174FE0"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6604015"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55873B45"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&lt;asram:IdentificationIdentifier&gt;</w:t>
            </w:r>
          </w:p>
        </w:tc>
      </w:tr>
      <w:tr w:rsidR="002A40B3" w:rsidRPr="002A03BC" w14:paraId="72EAD7A5" w14:textId="77777777" w:rsidTr="00A33A44">
        <w:trPr>
          <w:trHeight w:val="227"/>
        </w:trPr>
        <w:tc>
          <w:tcPr>
            <w:tcW w:w="556" w:type="dxa"/>
            <w:tcBorders>
              <w:top w:val="nil"/>
              <w:left w:val="nil"/>
              <w:bottom w:val="nil"/>
              <w:right w:val="single" w:sz="4" w:space="0" w:color="000000"/>
            </w:tcBorders>
          </w:tcPr>
          <w:p w14:paraId="6A01D037"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9DAD96"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194B00"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35F3457"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667B251"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330968F"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1A0CAA38"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&lt;asram:NameText&gt;</w:t>
            </w:r>
          </w:p>
        </w:tc>
      </w:tr>
      <w:tr w:rsidR="002A40B3" w:rsidRPr="002A03BC" w14:paraId="4D1E00CB" w14:textId="77777777" w:rsidTr="00A33A44">
        <w:trPr>
          <w:trHeight w:val="227"/>
        </w:trPr>
        <w:tc>
          <w:tcPr>
            <w:tcW w:w="556" w:type="dxa"/>
            <w:tcBorders>
              <w:top w:val="nil"/>
              <w:left w:val="nil"/>
              <w:bottom w:val="nil"/>
              <w:right w:val="single" w:sz="4" w:space="0" w:color="000000"/>
            </w:tcBorders>
          </w:tcPr>
          <w:p w14:paraId="365FC2B6"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2BD9E01"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F6356B2"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101A555"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67309055"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&lt;asram:SellerCITradeParty&gt;</w:t>
            </w:r>
          </w:p>
        </w:tc>
      </w:tr>
      <w:tr w:rsidR="002A40B3" w:rsidRPr="002A03BC" w14:paraId="332C5DA2" w14:textId="77777777" w:rsidTr="00A33A44">
        <w:trPr>
          <w:trHeight w:val="227"/>
        </w:trPr>
        <w:tc>
          <w:tcPr>
            <w:tcW w:w="556" w:type="dxa"/>
            <w:tcBorders>
              <w:top w:val="nil"/>
              <w:left w:val="nil"/>
              <w:bottom w:val="nil"/>
              <w:right w:val="single" w:sz="4" w:space="0" w:color="000000"/>
            </w:tcBorders>
          </w:tcPr>
          <w:p w14:paraId="13114583"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A47D4C"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96783C1"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3367755"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B8CA0DE"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4D0425D6"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&lt;asram:IdentificationIdentifier&gt;</w:t>
            </w:r>
          </w:p>
        </w:tc>
      </w:tr>
      <w:tr w:rsidR="002A40B3" w:rsidRPr="002A03BC" w14:paraId="6DCA7F50" w14:textId="77777777" w:rsidTr="00A33A44">
        <w:trPr>
          <w:trHeight w:val="227"/>
        </w:trPr>
        <w:tc>
          <w:tcPr>
            <w:tcW w:w="556" w:type="dxa"/>
            <w:tcBorders>
              <w:top w:val="nil"/>
              <w:left w:val="nil"/>
              <w:bottom w:val="nil"/>
              <w:right w:val="single" w:sz="4" w:space="0" w:color="000000"/>
            </w:tcBorders>
          </w:tcPr>
          <w:p w14:paraId="4810CFFD"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808095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75AD559"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2B79E81"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948BFB7"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46EF84E7"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&lt;asram:NameText&gt;</w:t>
            </w:r>
          </w:p>
        </w:tc>
      </w:tr>
      <w:tr w:rsidR="002A40B3" w:rsidRPr="002A03BC" w14:paraId="7C4EB663" w14:textId="77777777" w:rsidTr="00A33A44">
        <w:trPr>
          <w:trHeight w:val="227"/>
        </w:trPr>
        <w:tc>
          <w:tcPr>
            <w:tcW w:w="556" w:type="dxa"/>
            <w:tcBorders>
              <w:top w:val="nil"/>
              <w:left w:val="nil"/>
              <w:bottom w:val="nil"/>
              <w:right w:val="single" w:sz="4" w:space="0" w:color="000000"/>
            </w:tcBorders>
          </w:tcPr>
          <w:p w14:paraId="0C830166"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D957BC"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5078B2E" w14:textId="77777777" w:rsidR="002A40B3" w:rsidRPr="002A03BC" w:rsidRDefault="002A40B3" w:rsidP="00A33A44">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6D735347" w14:textId="77777777" w:rsidR="002A40B3" w:rsidRPr="002A03BC" w:rsidRDefault="002A40B3" w:rsidP="00A33A44">
            <w:pPr>
              <w:rPr>
                <w:rFonts w:ascii="Consolas" w:hAnsi="Consolas"/>
                <w:noProof/>
                <w:sz w:val="16"/>
                <w:lang w:eastAsia="de-DE"/>
              </w:rPr>
            </w:pPr>
            <w:r>
              <w:rPr>
                <w:rFonts w:ascii="Consolas" w:hAnsi="Consolas"/>
                <w:noProof/>
                <w:sz w:val="16"/>
                <w:lang w:eastAsia="de-DE"/>
              </w:rPr>
              <w:t>&lt;asram:IncludedCISDRL</w:t>
            </w:r>
            <w:r w:rsidRPr="002A03BC">
              <w:rPr>
                <w:rFonts w:ascii="Consolas" w:hAnsi="Consolas"/>
                <w:noProof/>
                <w:sz w:val="16"/>
                <w:lang w:eastAsia="de-DE"/>
              </w:rPr>
              <w:t>SupplyChainTradeLineItem&gt;</w:t>
            </w:r>
          </w:p>
        </w:tc>
      </w:tr>
      <w:tr w:rsidR="002A40B3" w:rsidRPr="002A03BC" w14:paraId="5191C83E" w14:textId="77777777" w:rsidTr="00A33A44">
        <w:trPr>
          <w:trHeight w:val="227"/>
        </w:trPr>
        <w:tc>
          <w:tcPr>
            <w:tcW w:w="556" w:type="dxa"/>
            <w:tcBorders>
              <w:top w:val="nil"/>
              <w:left w:val="nil"/>
              <w:bottom w:val="nil"/>
              <w:right w:val="single" w:sz="4" w:space="0" w:color="000000"/>
            </w:tcBorders>
          </w:tcPr>
          <w:p w14:paraId="72B7EDDF"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52D723C"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B8422C5"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736912B"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336C01E7"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&lt;asram:AssociatedCIDocumentLineDocument&gt;</w:t>
            </w:r>
          </w:p>
        </w:tc>
      </w:tr>
      <w:tr w:rsidR="002A40B3" w:rsidRPr="002A03BC" w14:paraId="762F1565" w14:textId="77777777" w:rsidTr="00A33A44">
        <w:trPr>
          <w:trHeight w:val="227"/>
        </w:trPr>
        <w:tc>
          <w:tcPr>
            <w:tcW w:w="556" w:type="dxa"/>
            <w:tcBorders>
              <w:top w:val="nil"/>
              <w:left w:val="nil"/>
              <w:bottom w:val="nil"/>
              <w:right w:val="single" w:sz="4" w:space="0" w:color="000000"/>
            </w:tcBorders>
          </w:tcPr>
          <w:p w14:paraId="60BBDDBF"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36BF7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5BA187"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B509075"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1CC2BF3C"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&lt;asram:SpecifiedCITradeProduct&gt;</w:t>
            </w:r>
          </w:p>
        </w:tc>
      </w:tr>
      <w:tr w:rsidR="002A40B3" w:rsidRPr="002A03BC" w14:paraId="1A5FD5E7" w14:textId="77777777" w:rsidTr="00A33A44">
        <w:trPr>
          <w:trHeight w:val="227"/>
        </w:trPr>
        <w:tc>
          <w:tcPr>
            <w:tcW w:w="556" w:type="dxa"/>
            <w:tcBorders>
              <w:top w:val="nil"/>
              <w:left w:val="nil"/>
              <w:bottom w:val="nil"/>
              <w:right w:val="single" w:sz="4" w:space="0" w:color="000000"/>
            </w:tcBorders>
          </w:tcPr>
          <w:p w14:paraId="0754B12A"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1D5A4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C1CE3E2"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B5F0E46"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8B35D9C"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41AFCC5"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&lt;asram:CustomerAssignedIdentificationIdentifier&gt;</w:t>
            </w:r>
          </w:p>
        </w:tc>
      </w:tr>
      <w:tr w:rsidR="002A40B3" w:rsidRPr="002A03BC" w14:paraId="5F3A1912" w14:textId="77777777" w:rsidTr="00A33A44">
        <w:trPr>
          <w:trHeight w:val="227"/>
        </w:trPr>
        <w:tc>
          <w:tcPr>
            <w:tcW w:w="556" w:type="dxa"/>
            <w:tcBorders>
              <w:top w:val="nil"/>
              <w:left w:val="nil"/>
              <w:bottom w:val="nil"/>
              <w:right w:val="single" w:sz="4" w:space="0" w:color="000000"/>
            </w:tcBorders>
          </w:tcPr>
          <w:p w14:paraId="699DCB91"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59772E8"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202A6F"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08E3B4"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7144222"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&lt;asram:SpecifiedCISSupplyChainTradeAgreement&gt;</w:t>
            </w:r>
          </w:p>
        </w:tc>
      </w:tr>
      <w:tr w:rsidR="002A40B3" w:rsidRPr="002A03BC" w14:paraId="12EDA99F" w14:textId="77777777" w:rsidTr="00A33A44">
        <w:trPr>
          <w:trHeight w:val="227"/>
        </w:trPr>
        <w:tc>
          <w:tcPr>
            <w:tcW w:w="556" w:type="dxa"/>
            <w:tcBorders>
              <w:top w:val="nil"/>
              <w:left w:val="nil"/>
              <w:bottom w:val="nil"/>
              <w:right w:val="single" w:sz="4" w:space="0" w:color="000000"/>
            </w:tcBorders>
          </w:tcPr>
          <w:p w14:paraId="52E0B828"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205B099"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F549DCB"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C366822"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E45D60F"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58320B70"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ProgramCIMissionProject</w:t>
            </w:r>
            <w:r w:rsidRPr="002A03BC">
              <w:rPr>
                <w:rFonts w:ascii="Consolas" w:hAnsi="Consolas"/>
                <w:noProof/>
                <w:sz w:val="16"/>
                <w:lang w:eastAsia="de-DE"/>
              </w:rPr>
              <w:t>&gt;</w:t>
            </w:r>
          </w:p>
        </w:tc>
      </w:tr>
      <w:tr w:rsidR="002A40B3" w:rsidRPr="002A03BC" w14:paraId="1DE74B7D" w14:textId="77777777" w:rsidTr="00A33A44">
        <w:trPr>
          <w:trHeight w:val="227"/>
        </w:trPr>
        <w:tc>
          <w:tcPr>
            <w:tcW w:w="556" w:type="dxa"/>
            <w:tcBorders>
              <w:top w:val="nil"/>
              <w:left w:val="nil"/>
              <w:bottom w:val="nil"/>
              <w:right w:val="single" w:sz="4" w:space="0" w:color="000000"/>
            </w:tcBorders>
          </w:tcPr>
          <w:p w14:paraId="4290FBBF"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F16B710"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579B123"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88D5AC4"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1DFDCE3"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4298F1D"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49640A2D"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IdentificationIdentifier</w:t>
            </w:r>
            <w:r w:rsidRPr="002A03BC">
              <w:rPr>
                <w:rFonts w:ascii="Consolas" w:hAnsi="Consolas"/>
                <w:noProof/>
                <w:sz w:val="16"/>
                <w:lang w:eastAsia="de-DE"/>
              </w:rPr>
              <w:t>&gt;</w:t>
            </w:r>
          </w:p>
        </w:tc>
      </w:tr>
      <w:tr w:rsidR="002A40B3" w:rsidRPr="002A03BC" w14:paraId="36CF2981" w14:textId="77777777" w:rsidTr="00A33A44">
        <w:trPr>
          <w:trHeight w:val="227"/>
        </w:trPr>
        <w:tc>
          <w:tcPr>
            <w:tcW w:w="556" w:type="dxa"/>
            <w:tcBorders>
              <w:top w:val="nil"/>
              <w:left w:val="nil"/>
              <w:bottom w:val="nil"/>
              <w:right w:val="single" w:sz="4" w:space="0" w:color="000000"/>
            </w:tcBorders>
          </w:tcPr>
          <w:p w14:paraId="4D47BB39"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3E6581E"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6CF4BA4"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995BD21" w14:textId="77777777" w:rsidR="002A40B3" w:rsidRPr="002A03BC" w:rsidRDefault="002A40B3" w:rsidP="00A33A44">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208559B5" w14:textId="77777777" w:rsidR="002A40B3" w:rsidRPr="002A03BC" w:rsidRDefault="002A40B3" w:rsidP="00A33A44">
            <w:pPr>
              <w:rPr>
                <w:rFonts w:ascii="Consolas" w:hAnsi="Consolas"/>
                <w:noProof/>
                <w:sz w:val="16"/>
                <w:lang w:eastAsia="de-DE"/>
              </w:rPr>
            </w:pPr>
            <w:r>
              <w:rPr>
                <w:rFonts w:ascii="Consolas" w:hAnsi="Consolas"/>
                <w:noProof/>
                <w:sz w:val="16"/>
                <w:lang w:eastAsia="de-DE"/>
              </w:rPr>
              <w:t>&lt;asram:SpecifiedCISDR</w:t>
            </w:r>
            <w:r w:rsidRPr="002A03BC">
              <w:rPr>
                <w:rFonts w:ascii="Consolas" w:hAnsi="Consolas"/>
                <w:noProof/>
                <w:sz w:val="16"/>
                <w:lang w:eastAsia="de-DE"/>
              </w:rPr>
              <w:t>LSupplyChainTradeDelivery&gt;</w:t>
            </w:r>
          </w:p>
        </w:tc>
      </w:tr>
      <w:tr w:rsidR="002A40B3" w:rsidRPr="002A03BC" w14:paraId="52E32AF0" w14:textId="77777777" w:rsidTr="00A33A44">
        <w:trPr>
          <w:trHeight w:val="227"/>
        </w:trPr>
        <w:tc>
          <w:tcPr>
            <w:tcW w:w="556" w:type="dxa"/>
            <w:tcBorders>
              <w:top w:val="nil"/>
              <w:left w:val="nil"/>
              <w:bottom w:val="nil"/>
              <w:right w:val="single" w:sz="4" w:space="0" w:color="000000"/>
            </w:tcBorders>
          </w:tcPr>
          <w:p w14:paraId="44780EE8"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CE0BA57"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4597033"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6323123"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E93F909" w14:textId="77777777" w:rsidR="002A40B3" w:rsidRPr="002A03BC" w:rsidRDefault="002A40B3" w:rsidP="00A33A44">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6DC5A8A1"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&lt;asram:ForecastedCISupplyChainSupplyPlan&gt;</w:t>
            </w:r>
          </w:p>
        </w:tc>
      </w:tr>
      <w:tr w:rsidR="002A40B3" w:rsidRPr="002A03BC" w14:paraId="772A6AE1" w14:textId="77777777" w:rsidTr="00A33A44">
        <w:trPr>
          <w:trHeight w:val="227"/>
        </w:trPr>
        <w:tc>
          <w:tcPr>
            <w:tcW w:w="556" w:type="dxa"/>
            <w:tcBorders>
              <w:top w:val="nil"/>
              <w:left w:val="nil"/>
              <w:bottom w:val="nil"/>
              <w:right w:val="single" w:sz="4" w:space="0" w:color="000000"/>
            </w:tcBorders>
          </w:tcPr>
          <w:p w14:paraId="6FF31C2A"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C8C7570"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3821F09"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1ED4B7A"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7754B6F"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9DB9913"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88C3DC4"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&lt;asram:CommitmentLevelCode&gt;</w:t>
            </w:r>
          </w:p>
        </w:tc>
      </w:tr>
      <w:tr w:rsidR="002A40B3" w:rsidRPr="002A03BC" w14:paraId="4810A17C" w14:textId="77777777" w:rsidTr="00A33A44">
        <w:trPr>
          <w:trHeight w:val="227"/>
        </w:trPr>
        <w:tc>
          <w:tcPr>
            <w:tcW w:w="556" w:type="dxa"/>
            <w:tcBorders>
              <w:top w:val="nil"/>
              <w:left w:val="nil"/>
              <w:bottom w:val="nil"/>
              <w:right w:val="single" w:sz="4" w:space="0" w:color="000000"/>
            </w:tcBorders>
          </w:tcPr>
          <w:p w14:paraId="31534269"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27759B"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ED7B5BE"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4640C38"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D35A427"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DE71D8C"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1665523D"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&lt;asram:TypeCode&gt;</w:t>
            </w:r>
          </w:p>
        </w:tc>
      </w:tr>
      <w:tr w:rsidR="002A40B3" w:rsidRPr="002A03BC" w14:paraId="06D60837" w14:textId="77777777" w:rsidTr="00A33A44">
        <w:trPr>
          <w:trHeight w:val="227"/>
        </w:trPr>
        <w:tc>
          <w:tcPr>
            <w:tcW w:w="556" w:type="dxa"/>
            <w:tcBorders>
              <w:top w:val="nil"/>
              <w:left w:val="nil"/>
              <w:bottom w:val="nil"/>
              <w:right w:val="single" w:sz="4" w:space="0" w:color="000000"/>
            </w:tcBorders>
          </w:tcPr>
          <w:p w14:paraId="410FFC25"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D48F913"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3881B62"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78F2B08"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A72C717"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04CC0DB"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B8F6302" w14:textId="77777777" w:rsidR="002A40B3" w:rsidRPr="002A03BC" w:rsidRDefault="002A40B3" w:rsidP="00A33A44">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PromisedDeliveryCISupplyChainEvent</w:t>
            </w:r>
            <w:r w:rsidRPr="007E6470">
              <w:rPr>
                <w:rFonts w:ascii="Consolas" w:hAnsi="Consolas"/>
                <w:noProof/>
                <w:sz w:val="16"/>
                <w:lang w:eastAsia="de-DE"/>
              </w:rPr>
              <w:t>&gt;</w:t>
            </w:r>
          </w:p>
        </w:tc>
      </w:tr>
      <w:tr w:rsidR="002A40B3" w:rsidRPr="002A03BC" w14:paraId="75813922" w14:textId="77777777" w:rsidTr="00A33A44">
        <w:trPr>
          <w:trHeight w:val="227"/>
        </w:trPr>
        <w:tc>
          <w:tcPr>
            <w:tcW w:w="556" w:type="dxa"/>
            <w:tcBorders>
              <w:top w:val="nil"/>
              <w:left w:val="nil"/>
              <w:bottom w:val="nil"/>
              <w:right w:val="single" w:sz="4" w:space="0" w:color="000000"/>
            </w:tcBorders>
          </w:tcPr>
          <w:p w14:paraId="5C05DA34"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790EDE1"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02CDA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C9804EB"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0153E8"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0FCCF63"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DACD637" w14:textId="77777777" w:rsidR="002A40B3" w:rsidRPr="002A03BC" w:rsidRDefault="002A40B3" w:rsidP="00A33A44">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1AA2E03D"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DescriptionText</w:t>
            </w:r>
            <w:r w:rsidRPr="002A03BC">
              <w:rPr>
                <w:rFonts w:ascii="Consolas" w:hAnsi="Consolas"/>
                <w:noProof/>
                <w:sz w:val="16"/>
                <w:lang w:eastAsia="de-DE"/>
              </w:rPr>
              <w:t>&gt;</w:t>
            </w:r>
          </w:p>
        </w:tc>
      </w:tr>
      <w:tr w:rsidR="002A40B3" w:rsidRPr="002A03BC" w14:paraId="122CAAFB" w14:textId="77777777" w:rsidTr="00A33A44">
        <w:trPr>
          <w:trHeight w:val="227"/>
        </w:trPr>
        <w:tc>
          <w:tcPr>
            <w:tcW w:w="556" w:type="dxa"/>
            <w:tcBorders>
              <w:top w:val="nil"/>
              <w:left w:val="nil"/>
              <w:bottom w:val="nil"/>
              <w:right w:val="single" w:sz="4" w:space="0" w:color="000000"/>
            </w:tcBorders>
          </w:tcPr>
          <w:p w14:paraId="7979B74C"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79D8D1"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7FADA7"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B35D6CD"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B7E6F5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C81E945"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EDECA4B" w14:textId="77777777" w:rsidR="002A40B3" w:rsidRPr="002A03BC" w:rsidRDefault="002A40B3" w:rsidP="00A33A44">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04036B01"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TypeCode</w:t>
            </w:r>
            <w:r w:rsidRPr="002A03BC">
              <w:rPr>
                <w:rFonts w:ascii="Consolas" w:hAnsi="Consolas"/>
                <w:noProof/>
                <w:sz w:val="16"/>
                <w:lang w:eastAsia="de-DE"/>
              </w:rPr>
              <w:t>&gt;</w:t>
            </w:r>
          </w:p>
        </w:tc>
      </w:tr>
      <w:tr w:rsidR="002A40B3" w:rsidRPr="002A03BC" w14:paraId="48BD5B0A" w14:textId="77777777" w:rsidTr="00D51CC7">
        <w:trPr>
          <w:trHeight w:val="227"/>
        </w:trPr>
        <w:tc>
          <w:tcPr>
            <w:tcW w:w="556" w:type="dxa"/>
            <w:tcBorders>
              <w:top w:val="nil"/>
              <w:left w:val="nil"/>
              <w:bottom w:val="nil"/>
              <w:right w:val="single" w:sz="4" w:space="0" w:color="000000"/>
            </w:tcBorders>
          </w:tcPr>
          <w:p w14:paraId="56A819B4"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EEE2EA"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C83DA4A"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95A13F6"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FBC9E5A" w14:textId="77777777" w:rsidR="002A40B3" w:rsidRPr="002A03BC" w:rsidRDefault="002A40B3" w:rsidP="00A33A44">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213E8AB" w14:textId="77777777" w:rsidR="002A40B3" w:rsidRPr="002A03BC" w:rsidRDefault="002A40B3" w:rsidP="00A33A44">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40D1B945"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&lt;asram:RequestedDeliveryCISupplyChainEvent&gt;</w:t>
            </w:r>
          </w:p>
        </w:tc>
      </w:tr>
      <w:tr w:rsidR="002A40B3" w:rsidRPr="002A03BC" w14:paraId="4E940606" w14:textId="77777777" w:rsidTr="00D51CC7">
        <w:trPr>
          <w:trHeight w:val="227"/>
        </w:trPr>
        <w:tc>
          <w:tcPr>
            <w:tcW w:w="556" w:type="dxa"/>
            <w:tcBorders>
              <w:top w:val="nil"/>
              <w:left w:val="nil"/>
              <w:bottom w:val="nil"/>
              <w:right w:val="single" w:sz="4" w:space="0" w:color="000000"/>
            </w:tcBorders>
          </w:tcPr>
          <w:p w14:paraId="235A79B5" w14:textId="77777777" w:rsidR="002A40B3" w:rsidRPr="002A03BC" w:rsidRDefault="002A40B3" w:rsidP="00A33A44">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single" w:sz="4" w:space="0" w:color="auto"/>
              <w:right w:val="dotted" w:sz="4" w:space="0" w:color="000000"/>
            </w:tcBorders>
            <w:shd w:val="clear" w:color="auto" w:fill="D9D9D9" w:themeFill="background1" w:themeFillShade="D9"/>
            <w:vAlign w:val="center"/>
          </w:tcPr>
          <w:p w14:paraId="60FBDDE2"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single" w:sz="4" w:space="0" w:color="auto"/>
              <w:right w:val="dotted" w:sz="4" w:space="0" w:color="000000"/>
            </w:tcBorders>
            <w:shd w:val="clear" w:color="auto" w:fill="BFBFBF" w:themeFill="background1" w:themeFillShade="BF"/>
            <w:vAlign w:val="center"/>
          </w:tcPr>
          <w:p w14:paraId="397C0BBB"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single" w:sz="4" w:space="0" w:color="auto"/>
              <w:right w:val="dotted" w:sz="4" w:space="0" w:color="000000"/>
            </w:tcBorders>
            <w:shd w:val="clear" w:color="auto" w:fill="A6A6A6" w:themeFill="background1" w:themeFillShade="A6"/>
            <w:vAlign w:val="center"/>
          </w:tcPr>
          <w:p w14:paraId="66DADC99"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single" w:sz="4" w:space="0" w:color="auto"/>
              <w:right w:val="dotted" w:sz="4" w:space="0" w:color="000000"/>
            </w:tcBorders>
            <w:shd w:val="clear" w:color="auto" w:fill="808080" w:themeFill="background1" w:themeFillShade="80"/>
            <w:vAlign w:val="center"/>
          </w:tcPr>
          <w:p w14:paraId="754DC759"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single" w:sz="4" w:space="0" w:color="auto"/>
              <w:right w:val="dotted" w:sz="4" w:space="0" w:color="000000"/>
            </w:tcBorders>
            <w:shd w:val="clear" w:color="auto" w:fill="595959" w:themeFill="text1" w:themeFillTint="A6"/>
            <w:vAlign w:val="center"/>
          </w:tcPr>
          <w:p w14:paraId="43E5A581" w14:textId="77777777" w:rsidR="002A40B3" w:rsidRPr="002A03BC" w:rsidRDefault="002A40B3" w:rsidP="00A33A44">
            <w:pPr>
              <w:rPr>
                <w:rFonts w:ascii="Consolas" w:hAnsi="Consolas"/>
                <w:b/>
                <w:noProof/>
                <w:sz w:val="16"/>
                <w:lang w:eastAsia="de-DE"/>
              </w:rPr>
            </w:pPr>
          </w:p>
        </w:tc>
        <w:tc>
          <w:tcPr>
            <w:tcW w:w="283" w:type="dxa"/>
            <w:tcBorders>
              <w:top w:val="dotted" w:sz="4" w:space="0" w:color="000000"/>
              <w:left w:val="dotted" w:sz="4" w:space="0" w:color="000000"/>
              <w:bottom w:val="single" w:sz="4" w:space="0" w:color="auto"/>
              <w:right w:val="dotted" w:sz="4" w:space="0" w:color="000000"/>
            </w:tcBorders>
            <w:shd w:val="clear" w:color="auto" w:fill="404040" w:themeFill="text1" w:themeFillTint="BF"/>
            <w:vAlign w:val="center"/>
          </w:tcPr>
          <w:p w14:paraId="5C0B2F96" w14:textId="77777777" w:rsidR="002A40B3" w:rsidRPr="002A03BC" w:rsidRDefault="002A40B3" w:rsidP="00A33A44">
            <w:pPr>
              <w:rPr>
                <w:rFonts w:ascii="Consolas" w:hAnsi="Consolas"/>
                <w:b/>
                <w:noProof/>
                <w:sz w:val="16"/>
                <w:lang w:eastAsia="de-DE"/>
              </w:rPr>
            </w:pPr>
          </w:p>
        </w:tc>
        <w:tc>
          <w:tcPr>
            <w:tcW w:w="7528" w:type="dxa"/>
            <w:tcBorders>
              <w:top w:val="dotted" w:sz="4" w:space="0" w:color="000000"/>
              <w:left w:val="dotted" w:sz="4" w:space="0" w:color="000000"/>
              <w:bottom w:val="single" w:sz="4" w:space="0" w:color="auto"/>
              <w:right w:val="single" w:sz="4" w:space="0" w:color="000000"/>
            </w:tcBorders>
            <w:vAlign w:val="center"/>
          </w:tcPr>
          <w:p w14:paraId="342D72A5" w14:textId="77777777" w:rsidR="002A40B3" w:rsidRPr="002A03BC" w:rsidRDefault="002A40B3" w:rsidP="00A33A44">
            <w:pPr>
              <w:rPr>
                <w:rFonts w:ascii="Consolas" w:hAnsi="Consolas"/>
                <w:noProof/>
                <w:sz w:val="16"/>
                <w:lang w:eastAsia="de-DE"/>
              </w:rPr>
            </w:pPr>
            <w:r w:rsidRPr="002A03BC">
              <w:rPr>
                <w:rFonts w:ascii="Consolas" w:hAnsi="Consolas"/>
                <w:noProof/>
                <w:sz w:val="16"/>
                <w:lang w:eastAsia="de-DE"/>
              </w:rPr>
              <w:t>&lt;a</w:t>
            </w:r>
            <w:r>
              <w:rPr>
                <w:rFonts w:ascii="Consolas" w:hAnsi="Consolas"/>
                <w:noProof/>
                <w:sz w:val="16"/>
                <w:lang w:eastAsia="de-DE"/>
              </w:rPr>
              <w:t>sram:UnitQuantity</w:t>
            </w:r>
            <w:r w:rsidRPr="002A03BC">
              <w:rPr>
                <w:rFonts w:ascii="Consolas" w:hAnsi="Consolas"/>
                <w:noProof/>
                <w:sz w:val="16"/>
                <w:lang w:eastAsia="de-DE"/>
              </w:rPr>
              <w:t>&gt;</w:t>
            </w:r>
          </w:p>
        </w:tc>
      </w:tr>
    </w:tbl>
    <w:p w14:paraId="6EC1DEB4" w14:textId="77777777" w:rsidR="000D63DC" w:rsidRDefault="000D63DC">
      <w:pPr>
        <w:spacing w:line="240" w:lineRule="auto"/>
      </w:pPr>
      <w:r>
        <w:br w:type="page"/>
      </w:r>
    </w:p>
    <w:p w14:paraId="30213E2D" w14:textId="5EA171BE" w:rsidR="002E781B" w:rsidRDefault="000D63DC" w:rsidP="00B178ED">
      <w:pPr>
        <w:pStyle w:val="Titelberschrift"/>
        <w:pageBreakBefore/>
        <w:numPr>
          <w:ilvl w:val="0"/>
          <w:numId w:val="1"/>
        </w:numPr>
        <w:ind w:left="426" w:hanging="284"/>
      </w:pPr>
      <w:bookmarkStart w:id="54" w:name="_Toc492907183"/>
      <w:r>
        <w:lastRenderedPageBreak/>
        <w:t>Example Message</w:t>
      </w:r>
      <w:bookmarkEnd w:id="54"/>
    </w:p>
    <w:p w14:paraId="72957451" w14:textId="1671B8A4" w:rsidR="000D63DC" w:rsidRDefault="001C31D8">
      <w:pPr>
        <w:spacing w:line="240" w:lineRule="auto"/>
      </w:pPr>
      <w:r>
        <w:object w:dxaOrig="1562" w:dyaOrig="1011" w14:anchorId="69711A48">
          <v:shape id="_x0000_i1026" type="#_x0000_t75" style="width:78.7pt;height:50.25pt" o:ole="">
            <v:imagedata r:id="rId22" o:title=""/>
          </v:shape>
          <o:OLEObject Type="Embed" ProgID="Package" ShapeID="_x0000_i1026" DrawAspect="Icon" ObjectID="_1578998037" r:id="rId23"/>
        </w:object>
      </w:r>
    </w:p>
    <w:p w14:paraId="2F53F196" w14:textId="77777777" w:rsidR="000D63DC" w:rsidRDefault="000D63DC">
      <w:pPr>
        <w:spacing w:line="240" w:lineRule="auto"/>
      </w:pPr>
    </w:p>
    <w:p w14:paraId="6B10936A" w14:textId="77777777" w:rsidR="00893AB7" w:rsidRDefault="00893AB7" w:rsidP="00A07FC2"/>
    <w:sectPr w:rsidR="00893AB7" w:rsidSect="002E781B">
      <w:pgSz w:w="11906" w:h="16838" w:code="9"/>
      <w:pgMar w:top="1418" w:right="1134" w:bottom="1134"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C7408" w14:textId="77777777" w:rsidR="00F11582" w:rsidRDefault="00F11582" w:rsidP="009020CE">
      <w:pPr>
        <w:spacing w:line="240" w:lineRule="auto"/>
      </w:pPr>
      <w:r>
        <w:separator/>
      </w:r>
    </w:p>
  </w:endnote>
  <w:endnote w:type="continuationSeparator" w:id="0">
    <w:p w14:paraId="729BEE81" w14:textId="77777777" w:rsidR="00F11582" w:rsidRDefault="00F11582" w:rsidP="009020CE">
      <w:pPr>
        <w:spacing w:line="240" w:lineRule="auto"/>
      </w:pPr>
      <w:r>
        <w:continuationSeparator/>
      </w:r>
    </w:p>
  </w:endnote>
  <w:endnote w:type="continuationNotice" w:id="1">
    <w:p w14:paraId="06FF2F02" w14:textId="77777777" w:rsidR="00F11582" w:rsidRDefault="00F115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TSyntax Regular">
    <w:altName w:val="Agency FB"/>
    <w:charset w:val="00"/>
    <w:family w:val="auto"/>
    <w:pitch w:val="variable"/>
    <w:sig w:usb0="00000003" w:usb1="00000040" w:usb2="00000000" w:usb3="00000000" w:csb0="00000001" w:csb1="00000000"/>
  </w:font>
  <w:font w:name="PMingLiU">
    <w:altName w:val="新細明體"/>
    <w:panose1 w:val="02010601000101010101"/>
    <w:charset w:val="88"/>
    <w:family w:val="roman"/>
    <w:pitch w:val="variable"/>
    <w:sig w:usb0="00000000"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E7" w14:textId="77777777" w:rsidR="00F11582" w:rsidRDefault="00F11582" w:rsidP="00163B66">
    <w:pPr>
      <w:pBdr>
        <w:top w:val="single" w:sz="4" w:space="1" w:color="auto"/>
      </w:pBdr>
      <w:spacing w:line="200" w:lineRule="exact"/>
      <w:rPr>
        <w:rFonts w:eastAsia="Times New Roman"/>
        <w:kern w:val="10"/>
        <w:sz w:val="16"/>
        <w:szCs w:val="20"/>
        <w:lang w:eastAsia="de-DE"/>
      </w:rPr>
    </w:pPr>
  </w:p>
  <w:p w14:paraId="46E873E8" w14:textId="77777777" w:rsidR="00F11582" w:rsidRDefault="00F11582" w:rsidP="00163B66">
    <w:pPr>
      <w:spacing w:line="200" w:lineRule="exact"/>
      <w:rPr>
        <w:rFonts w:eastAsia="Times New Roman"/>
        <w:kern w:val="10"/>
        <w:sz w:val="16"/>
        <w:szCs w:val="20"/>
        <w:lang w:eastAsia="de-DE"/>
      </w:rPr>
    </w:pPr>
  </w:p>
  <w:p w14:paraId="46E873E9" w14:textId="50E91D76" w:rsidR="00F11582" w:rsidRPr="003C228A" w:rsidRDefault="00F11582" w:rsidP="00827D6A">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6" w:name="SUPPLYONCATEGORY1"/>
    <w:r>
      <w:rPr>
        <w:rFonts w:eastAsia="Times New Roman"/>
        <w:kern w:val="10"/>
        <w:sz w:val="16"/>
        <w:szCs w:val="20"/>
        <w:lang w:eastAsia="de-DE"/>
      </w:rPr>
      <w:t>SupplyO</w:t>
    </w:r>
    <w:bookmarkEnd w:id="26"/>
    <w:r>
      <w:rPr>
        <w:rFonts w:eastAsia="Times New Roman"/>
        <w:kern w:val="10"/>
        <w:sz w:val="16"/>
        <w:szCs w:val="20"/>
        <w:lang w:eastAsia="de-DE"/>
      </w:rPr>
      <w:t>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sidR="0029485C">
      <w:rPr>
        <w:rFonts w:eastAsia="Times New Roman"/>
        <w:noProof/>
        <w:kern w:val="10"/>
        <w:sz w:val="16"/>
        <w:szCs w:val="20"/>
        <w:lang w:eastAsia="de-DE"/>
      </w:rPr>
      <w:t>2</w:t>
    </w:r>
    <w:r>
      <w:rPr>
        <w:rFonts w:eastAsia="Times New Roman"/>
        <w:kern w:val="10"/>
        <w:sz w:val="16"/>
        <w:szCs w:val="20"/>
        <w:lang w:eastAsia="de-DE"/>
      </w:rPr>
      <w:fldChar w:fldCharType="end"/>
    </w:r>
    <w:r>
      <w:rPr>
        <w:rFonts w:eastAsia="Times New Roman"/>
        <w:kern w:val="10"/>
        <w:sz w:val="16"/>
        <w:szCs w:val="20"/>
        <w:lang w:eastAsia="de-DE"/>
      </w:rPr>
      <w:t>/</w:t>
    </w:r>
    <w:r w:rsidR="0029485C">
      <w:fldChar w:fldCharType="begin"/>
    </w:r>
    <w:r w:rsidR="0029485C">
      <w:instrText xml:space="preserve"> NUMPAGES   \* MERGEFORMAT </w:instrText>
    </w:r>
    <w:r w:rsidR="0029485C">
      <w:fldChar w:fldCharType="separate"/>
    </w:r>
    <w:r w:rsidR="0029485C" w:rsidRPr="0029485C">
      <w:rPr>
        <w:rFonts w:eastAsia="Times New Roman"/>
        <w:noProof/>
        <w:kern w:val="10"/>
        <w:sz w:val="16"/>
        <w:szCs w:val="20"/>
        <w:lang w:eastAsia="de-DE"/>
      </w:rPr>
      <w:t>15</w:t>
    </w:r>
    <w:r w:rsidR="0029485C">
      <w:rPr>
        <w:rFonts w:eastAsia="Times New Roman"/>
        <w:noProof/>
        <w:kern w:val="10"/>
        <w:sz w:val="16"/>
        <w:szCs w:val="20"/>
        <w:lang w:eastAsia="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EB" w14:textId="77777777" w:rsidR="00F11582" w:rsidRDefault="00F11582" w:rsidP="00163B66">
    <w:pPr>
      <w:pBdr>
        <w:top w:val="single" w:sz="4" w:space="1" w:color="auto"/>
      </w:pBdr>
      <w:spacing w:line="200" w:lineRule="exact"/>
      <w:rPr>
        <w:rFonts w:eastAsia="Times New Roman"/>
        <w:kern w:val="10"/>
        <w:sz w:val="16"/>
        <w:szCs w:val="20"/>
        <w:lang w:eastAsia="de-DE"/>
      </w:rPr>
    </w:pPr>
  </w:p>
  <w:p w14:paraId="46E873EC" w14:textId="77777777" w:rsidR="00F11582" w:rsidRDefault="00F11582" w:rsidP="00163B66">
    <w:pPr>
      <w:spacing w:line="200" w:lineRule="exact"/>
      <w:rPr>
        <w:rFonts w:eastAsia="Times New Roman"/>
        <w:kern w:val="10"/>
        <w:sz w:val="16"/>
        <w:szCs w:val="20"/>
        <w:lang w:eastAsia="de-DE"/>
      </w:rPr>
    </w:pPr>
  </w:p>
  <w:p w14:paraId="46E873ED" w14:textId="3B853F06" w:rsidR="00F11582" w:rsidRPr="00837FEB" w:rsidRDefault="00F11582" w:rsidP="0014605C">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7" w:name="SUPPLYONCATEGORY"/>
    <w:r>
      <w:rPr>
        <w:rFonts w:eastAsia="Times New Roman"/>
        <w:kern w:val="10"/>
        <w:sz w:val="16"/>
        <w:szCs w:val="20"/>
        <w:lang w:eastAsia="de-DE"/>
      </w:rPr>
      <w:t xml:space="preserve">SupplyOn </w:t>
    </w:r>
    <w:bookmarkEnd w:id="27"/>
    <w:r>
      <w:rPr>
        <w:rFonts w:eastAsia="Times New Roman"/>
        <w:kern w:val="10"/>
        <w:sz w:val="16"/>
        <w:szCs w:val="20"/>
        <w:lang w:eastAsia="de-DE"/>
      </w:rPr>
      <w:t>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sidR="0029485C">
      <w:rPr>
        <w:rFonts w:eastAsia="Times New Roman"/>
        <w:noProof/>
        <w:kern w:val="10"/>
        <w:sz w:val="16"/>
        <w:szCs w:val="20"/>
        <w:lang w:eastAsia="de-DE"/>
      </w:rPr>
      <w:t>1</w:t>
    </w:r>
    <w:r>
      <w:rPr>
        <w:rFonts w:eastAsia="Times New Roman"/>
        <w:kern w:val="10"/>
        <w:sz w:val="16"/>
        <w:szCs w:val="20"/>
        <w:lang w:eastAsia="de-DE"/>
      </w:rPr>
      <w:fldChar w:fldCharType="end"/>
    </w:r>
    <w:r>
      <w:rPr>
        <w:rFonts w:eastAsia="Times New Roman"/>
        <w:kern w:val="10"/>
        <w:sz w:val="16"/>
        <w:szCs w:val="20"/>
        <w:lang w:eastAsia="de-DE"/>
      </w:rPr>
      <w:t>/</w:t>
    </w:r>
    <w:r w:rsidR="0029485C">
      <w:fldChar w:fldCharType="begin"/>
    </w:r>
    <w:r w:rsidR="0029485C">
      <w:instrText xml:space="preserve"> NUMPAGES   \* MERGEFORMAT </w:instrText>
    </w:r>
    <w:r w:rsidR="0029485C">
      <w:fldChar w:fldCharType="separate"/>
    </w:r>
    <w:r w:rsidR="0029485C" w:rsidRPr="0029485C">
      <w:rPr>
        <w:rFonts w:eastAsia="Times New Roman"/>
        <w:noProof/>
        <w:kern w:val="10"/>
        <w:sz w:val="16"/>
        <w:szCs w:val="20"/>
        <w:lang w:eastAsia="de-DE"/>
      </w:rPr>
      <w:t>15</w:t>
    </w:r>
    <w:r w:rsidR="0029485C">
      <w:rPr>
        <w:rFonts w:eastAsia="Times New Roman"/>
        <w:noProof/>
        <w:kern w:val="10"/>
        <w:sz w:val="16"/>
        <w:szCs w:val="20"/>
        <w:lang w:eastAsia="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EF" w14:textId="77777777" w:rsidR="00F11582" w:rsidRDefault="00F11582" w:rsidP="00163B66">
    <w:pPr>
      <w:pBdr>
        <w:top w:val="single" w:sz="4" w:space="1" w:color="auto"/>
      </w:pBdr>
      <w:spacing w:line="200" w:lineRule="exact"/>
      <w:rPr>
        <w:rFonts w:eastAsia="Times New Roman"/>
        <w:kern w:val="10"/>
        <w:sz w:val="16"/>
        <w:szCs w:val="20"/>
        <w:lang w:eastAsia="de-DE"/>
      </w:rPr>
    </w:pPr>
  </w:p>
  <w:p w14:paraId="46E873F0" w14:textId="77777777" w:rsidR="00F11582" w:rsidRDefault="00F11582" w:rsidP="00163B66">
    <w:pPr>
      <w:spacing w:line="200" w:lineRule="exact"/>
      <w:rPr>
        <w:rFonts w:eastAsia="Times New Roman"/>
        <w:kern w:val="10"/>
        <w:sz w:val="16"/>
        <w:szCs w:val="20"/>
        <w:lang w:eastAsia="de-DE"/>
      </w:rPr>
    </w:pPr>
  </w:p>
  <w:p w14:paraId="46E873F1" w14:textId="44C5C543" w:rsidR="00F11582" w:rsidRPr="003C228A" w:rsidRDefault="00F11582" w:rsidP="00160F28">
    <w:pPr>
      <w:tabs>
        <w:tab w:val="center" w:pos="7088"/>
        <w:tab w:val="right" w:pos="14317"/>
      </w:tabs>
      <w:spacing w:line="200" w:lineRule="exact"/>
      <w:rPr>
        <w:rFonts w:eastAsia="Times New Roman"/>
        <w:kern w:val="10"/>
        <w:sz w:val="16"/>
        <w:szCs w:val="20"/>
        <w:lang w:eastAsia="de-DE"/>
      </w:rPr>
    </w:pPr>
    <w:r>
      <w:rPr>
        <w:rFonts w:eastAsia="Times New Roman"/>
        <w:kern w:val="10"/>
        <w:sz w:val="16"/>
        <w:szCs w:val="20"/>
        <w:lang w:eastAsia="de-DE"/>
      </w:rPr>
      <w:tab/>
      <w:t xml:space="preserve"> SupplyOn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sidR="0029485C">
      <w:rPr>
        <w:rFonts w:eastAsia="Times New Roman"/>
        <w:noProof/>
        <w:kern w:val="10"/>
        <w:sz w:val="16"/>
        <w:szCs w:val="20"/>
        <w:lang w:eastAsia="de-DE"/>
      </w:rPr>
      <w:t>15</w:t>
    </w:r>
    <w:r>
      <w:rPr>
        <w:rFonts w:eastAsia="Times New Roman"/>
        <w:kern w:val="10"/>
        <w:sz w:val="16"/>
        <w:szCs w:val="20"/>
        <w:lang w:eastAsia="de-DE"/>
      </w:rPr>
      <w:fldChar w:fldCharType="end"/>
    </w:r>
    <w:r>
      <w:rPr>
        <w:rFonts w:eastAsia="Times New Roman"/>
        <w:kern w:val="10"/>
        <w:sz w:val="16"/>
        <w:szCs w:val="20"/>
        <w:lang w:eastAsia="de-DE"/>
      </w:rPr>
      <w:t>/</w:t>
    </w:r>
    <w:r w:rsidR="0029485C">
      <w:fldChar w:fldCharType="begin"/>
    </w:r>
    <w:r w:rsidR="0029485C">
      <w:instrText xml:space="preserve"> NUMPAGES   \* MERGEFORMAT </w:instrText>
    </w:r>
    <w:r w:rsidR="0029485C">
      <w:fldChar w:fldCharType="separate"/>
    </w:r>
    <w:r w:rsidR="0029485C" w:rsidRPr="0029485C">
      <w:rPr>
        <w:rFonts w:eastAsia="Times New Roman"/>
        <w:noProof/>
        <w:kern w:val="10"/>
        <w:sz w:val="16"/>
        <w:szCs w:val="20"/>
        <w:lang w:eastAsia="de-DE"/>
      </w:rPr>
      <w:t>15</w:t>
    </w:r>
    <w:r w:rsidR="0029485C">
      <w:rPr>
        <w:rFonts w:eastAsia="Times New Roman"/>
        <w:noProof/>
        <w:kern w:val="10"/>
        <w:sz w:val="16"/>
        <w:szCs w:val="20"/>
        <w:lang w:eastAsia="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B936F" w14:textId="77777777" w:rsidR="00F11582" w:rsidRDefault="00F11582" w:rsidP="009020CE">
      <w:pPr>
        <w:spacing w:line="240" w:lineRule="auto"/>
      </w:pPr>
      <w:r>
        <w:separator/>
      </w:r>
    </w:p>
  </w:footnote>
  <w:footnote w:type="continuationSeparator" w:id="0">
    <w:p w14:paraId="0257ABAC" w14:textId="77777777" w:rsidR="00F11582" w:rsidRDefault="00F11582" w:rsidP="009020CE">
      <w:pPr>
        <w:spacing w:line="240" w:lineRule="auto"/>
      </w:pPr>
      <w:r>
        <w:continuationSeparator/>
      </w:r>
    </w:p>
  </w:footnote>
  <w:footnote w:type="continuationNotice" w:id="1">
    <w:p w14:paraId="3C2163DD" w14:textId="77777777" w:rsidR="00F11582" w:rsidRDefault="00F115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E6" w14:textId="77777777" w:rsidR="00F11582" w:rsidRDefault="00F11582" w:rsidP="00717378">
    <w:pPr>
      <w:pStyle w:val="Kopfzeile"/>
      <w:tabs>
        <w:tab w:val="clear" w:pos="4536"/>
        <w:tab w:val="clear" w:pos="9072"/>
        <w:tab w:val="left" w:pos="1460"/>
      </w:tabs>
      <w:jc w:val="right"/>
    </w:pPr>
    <w:r>
      <w:rPr>
        <w:noProof/>
        <w:lang w:val="de-DE" w:eastAsia="de-DE"/>
      </w:rPr>
      <w:drawing>
        <wp:inline distT="0" distB="0" distL="0" distR="0" wp14:anchorId="46E873F3" wp14:editId="46E873F4">
          <wp:extent cx="971550" cy="374650"/>
          <wp:effectExtent l="0" t="0" r="0" b="6350"/>
          <wp:docPr id="6107"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r>
      <w:rPr>
        <w:noProof/>
        <w:lang w:val="de-DE" w:eastAsia="de-DE"/>
      </w:rPr>
      <w:drawing>
        <wp:anchor distT="0" distB="0" distL="114300" distR="114300" simplePos="0" relativeHeight="251662336" behindDoc="0" locked="0" layoutInCell="1" allowOverlap="1" wp14:anchorId="46E873F5" wp14:editId="46E873F6">
          <wp:simplePos x="0" y="0"/>
          <wp:positionH relativeFrom="column">
            <wp:posOffset>8361756</wp:posOffset>
          </wp:positionH>
          <wp:positionV relativeFrom="page">
            <wp:posOffset>272415</wp:posOffset>
          </wp:positionV>
          <wp:extent cx="971550" cy="374650"/>
          <wp:effectExtent l="0" t="0" r="0" b="6350"/>
          <wp:wrapNone/>
          <wp:docPr id="6108"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4144" behindDoc="0" locked="0" layoutInCell="1" allowOverlap="1" wp14:anchorId="46E873F7" wp14:editId="46E873F8">
          <wp:simplePos x="0" y="0"/>
          <wp:positionH relativeFrom="column">
            <wp:posOffset>8142910</wp:posOffset>
          </wp:positionH>
          <wp:positionV relativeFrom="page">
            <wp:posOffset>272415</wp:posOffset>
          </wp:positionV>
          <wp:extent cx="971550" cy="374650"/>
          <wp:effectExtent l="0" t="0" r="0" b="6350"/>
          <wp:wrapNone/>
          <wp:docPr id="6109"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EA" w14:textId="77777777" w:rsidR="00F11582" w:rsidRDefault="00F11582" w:rsidP="00F02CD0">
    <w:pPr>
      <w:pStyle w:val="Kopfzeile"/>
      <w:tabs>
        <w:tab w:val="clear" w:pos="9072"/>
      </w:tabs>
    </w:pPr>
    <w:r>
      <w:rPr>
        <w:noProof/>
        <w:lang w:val="de-DE" w:eastAsia="de-DE"/>
      </w:rPr>
      <w:drawing>
        <wp:anchor distT="0" distB="0" distL="114300" distR="114300" simplePos="0" relativeHeight="251655168" behindDoc="0" locked="0" layoutInCell="1" allowOverlap="1" wp14:anchorId="46E873F9" wp14:editId="46E873FA">
          <wp:simplePos x="0" y="0"/>
          <wp:positionH relativeFrom="column">
            <wp:posOffset>7573975</wp:posOffset>
          </wp:positionH>
          <wp:positionV relativeFrom="page">
            <wp:posOffset>389255</wp:posOffset>
          </wp:positionV>
          <wp:extent cx="971550" cy="374650"/>
          <wp:effectExtent l="0" t="0" r="0" b="6350"/>
          <wp:wrapNone/>
          <wp:docPr id="6110"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3120" behindDoc="0" locked="0" layoutInCell="1" allowOverlap="1" wp14:anchorId="46E873FB" wp14:editId="46E873FC">
          <wp:simplePos x="0" y="0"/>
          <wp:positionH relativeFrom="column">
            <wp:posOffset>4500880</wp:posOffset>
          </wp:positionH>
          <wp:positionV relativeFrom="page">
            <wp:posOffset>288290</wp:posOffset>
          </wp:positionV>
          <wp:extent cx="1733550" cy="657225"/>
          <wp:effectExtent l="0" t="0" r="0" b="9525"/>
          <wp:wrapNone/>
          <wp:docPr id="6111" name="Bild 4"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EE" w14:textId="77777777" w:rsidR="00F11582" w:rsidRDefault="00F11582" w:rsidP="00717378">
    <w:pPr>
      <w:pStyle w:val="Kopfzeile"/>
      <w:tabs>
        <w:tab w:val="clear" w:pos="4536"/>
        <w:tab w:val="clear" w:pos="9072"/>
        <w:tab w:val="left" w:pos="1460"/>
      </w:tabs>
      <w:jc w:val="right"/>
    </w:pPr>
    <w:r>
      <w:rPr>
        <w:noProof/>
        <w:lang w:val="de-DE" w:eastAsia="de-DE"/>
      </w:rPr>
      <w:drawing>
        <wp:inline distT="0" distB="0" distL="0" distR="0" wp14:anchorId="46E873FD" wp14:editId="46E873FE">
          <wp:extent cx="971550" cy="374650"/>
          <wp:effectExtent l="0" t="0" r="0" b="6350"/>
          <wp:docPr id="42"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73F2" w14:textId="77777777" w:rsidR="00F11582" w:rsidRDefault="00F11582" w:rsidP="00F02CD0">
    <w:pPr>
      <w:pStyle w:val="Kopfzeile"/>
      <w:tabs>
        <w:tab w:val="clear" w:pos="9072"/>
      </w:tabs>
    </w:pPr>
    <w:r>
      <w:rPr>
        <w:noProof/>
        <w:lang w:val="de-DE" w:eastAsia="de-DE"/>
      </w:rPr>
      <w:drawing>
        <wp:anchor distT="0" distB="0" distL="114300" distR="114300" simplePos="0" relativeHeight="251661312" behindDoc="0" locked="0" layoutInCell="1" allowOverlap="1" wp14:anchorId="46E873FF" wp14:editId="46E87400">
          <wp:simplePos x="0" y="0"/>
          <wp:positionH relativeFrom="column">
            <wp:posOffset>8303895</wp:posOffset>
          </wp:positionH>
          <wp:positionV relativeFrom="page">
            <wp:posOffset>266395</wp:posOffset>
          </wp:positionV>
          <wp:extent cx="971550" cy="374650"/>
          <wp:effectExtent l="0" t="0" r="0" b="6350"/>
          <wp:wrapNone/>
          <wp:docPr id="6096"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7950"/>
    <w:multiLevelType w:val="multilevel"/>
    <w:tmpl w:val="B02895B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8FC6211"/>
    <w:multiLevelType w:val="hybridMultilevel"/>
    <w:tmpl w:val="02282232"/>
    <w:lvl w:ilvl="0" w:tplc="32DED752">
      <w:start w:val="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22949"/>
    <w:multiLevelType w:val="multilevel"/>
    <w:tmpl w:val="0A3046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berschrift5"/>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15227A1E"/>
    <w:multiLevelType w:val="hybridMultilevel"/>
    <w:tmpl w:val="A8CAD3EA"/>
    <w:lvl w:ilvl="0" w:tplc="6F7074D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0B21"/>
    <w:multiLevelType w:val="hybridMultilevel"/>
    <w:tmpl w:val="6D0843CA"/>
    <w:lvl w:ilvl="0" w:tplc="C2EA2D12">
      <w:start w:val="1"/>
      <w:numFmt w:val="decim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E00880"/>
    <w:multiLevelType w:val="hybridMultilevel"/>
    <w:tmpl w:val="C0EE0E8C"/>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83B6AE0"/>
    <w:multiLevelType w:val="hybridMultilevel"/>
    <w:tmpl w:val="A91C1684"/>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4"/>
  </w:num>
  <w:num w:numId="7">
    <w:abstractNumId w:val="4"/>
  </w:num>
  <w:num w:numId="8">
    <w:abstractNumId w:val="1"/>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79C"/>
    <w:rsid w:val="000002BF"/>
    <w:rsid w:val="00000B8E"/>
    <w:rsid w:val="000034B4"/>
    <w:rsid w:val="00003D10"/>
    <w:rsid w:val="000048B3"/>
    <w:rsid w:val="000052F8"/>
    <w:rsid w:val="00005CCA"/>
    <w:rsid w:val="00006B6B"/>
    <w:rsid w:val="00006E55"/>
    <w:rsid w:val="00012880"/>
    <w:rsid w:val="00013B21"/>
    <w:rsid w:val="0001530C"/>
    <w:rsid w:val="0001625D"/>
    <w:rsid w:val="00016535"/>
    <w:rsid w:val="000165DF"/>
    <w:rsid w:val="00017DF5"/>
    <w:rsid w:val="00022536"/>
    <w:rsid w:val="0002289E"/>
    <w:rsid w:val="00022CAA"/>
    <w:rsid w:val="00023A07"/>
    <w:rsid w:val="000244FB"/>
    <w:rsid w:val="00025658"/>
    <w:rsid w:val="00027D86"/>
    <w:rsid w:val="000306C3"/>
    <w:rsid w:val="00030F7D"/>
    <w:rsid w:val="000322CF"/>
    <w:rsid w:val="000330C9"/>
    <w:rsid w:val="00033423"/>
    <w:rsid w:val="0003349C"/>
    <w:rsid w:val="00033D3A"/>
    <w:rsid w:val="00035E99"/>
    <w:rsid w:val="000360C3"/>
    <w:rsid w:val="0004261E"/>
    <w:rsid w:val="00043272"/>
    <w:rsid w:val="0004392B"/>
    <w:rsid w:val="000440D9"/>
    <w:rsid w:val="00045CFD"/>
    <w:rsid w:val="0004604E"/>
    <w:rsid w:val="000475BD"/>
    <w:rsid w:val="00051C50"/>
    <w:rsid w:val="0005512E"/>
    <w:rsid w:val="000563E0"/>
    <w:rsid w:val="000619B4"/>
    <w:rsid w:val="00063790"/>
    <w:rsid w:val="00063CD6"/>
    <w:rsid w:val="00064134"/>
    <w:rsid w:val="00066331"/>
    <w:rsid w:val="00066A9A"/>
    <w:rsid w:val="00067346"/>
    <w:rsid w:val="0006754B"/>
    <w:rsid w:val="00070D73"/>
    <w:rsid w:val="00071127"/>
    <w:rsid w:val="000725BF"/>
    <w:rsid w:val="00074742"/>
    <w:rsid w:val="0007605A"/>
    <w:rsid w:val="00076310"/>
    <w:rsid w:val="00077EC5"/>
    <w:rsid w:val="0008007C"/>
    <w:rsid w:val="00080BAA"/>
    <w:rsid w:val="000812B5"/>
    <w:rsid w:val="00081BD4"/>
    <w:rsid w:val="0008297C"/>
    <w:rsid w:val="00083F53"/>
    <w:rsid w:val="00087E9A"/>
    <w:rsid w:val="00090DFA"/>
    <w:rsid w:val="0009148F"/>
    <w:rsid w:val="000920F7"/>
    <w:rsid w:val="00092152"/>
    <w:rsid w:val="000927AD"/>
    <w:rsid w:val="00093060"/>
    <w:rsid w:val="00093ADD"/>
    <w:rsid w:val="000944E6"/>
    <w:rsid w:val="00094A11"/>
    <w:rsid w:val="000952C7"/>
    <w:rsid w:val="00096C32"/>
    <w:rsid w:val="00096FD5"/>
    <w:rsid w:val="000978B7"/>
    <w:rsid w:val="000A003E"/>
    <w:rsid w:val="000A2AE3"/>
    <w:rsid w:val="000A3056"/>
    <w:rsid w:val="000A35C0"/>
    <w:rsid w:val="000A36D2"/>
    <w:rsid w:val="000A4372"/>
    <w:rsid w:val="000A453B"/>
    <w:rsid w:val="000A5353"/>
    <w:rsid w:val="000A5BF4"/>
    <w:rsid w:val="000A7596"/>
    <w:rsid w:val="000A7C87"/>
    <w:rsid w:val="000B0CDC"/>
    <w:rsid w:val="000B1CCF"/>
    <w:rsid w:val="000B2E72"/>
    <w:rsid w:val="000B3CF9"/>
    <w:rsid w:val="000B499B"/>
    <w:rsid w:val="000B49F9"/>
    <w:rsid w:val="000B4E0A"/>
    <w:rsid w:val="000B5496"/>
    <w:rsid w:val="000B6119"/>
    <w:rsid w:val="000B6F81"/>
    <w:rsid w:val="000C0396"/>
    <w:rsid w:val="000C10F1"/>
    <w:rsid w:val="000C2714"/>
    <w:rsid w:val="000C299C"/>
    <w:rsid w:val="000C4394"/>
    <w:rsid w:val="000C61FC"/>
    <w:rsid w:val="000C6F49"/>
    <w:rsid w:val="000D2628"/>
    <w:rsid w:val="000D3051"/>
    <w:rsid w:val="000D4E5D"/>
    <w:rsid w:val="000D63DC"/>
    <w:rsid w:val="000E08AE"/>
    <w:rsid w:val="000E1030"/>
    <w:rsid w:val="000E35AF"/>
    <w:rsid w:val="000E5967"/>
    <w:rsid w:val="000E779C"/>
    <w:rsid w:val="000E7D9B"/>
    <w:rsid w:val="000F0614"/>
    <w:rsid w:val="000F30E7"/>
    <w:rsid w:val="000F31E9"/>
    <w:rsid w:val="000F37DD"/>
    <w:rsid w:val="000F3F61"/>
    <w:rsid w:val="000F3FA3"/>
    <w:rsid w:val="000F42BA"/>
    <w:rsid w:val="000F462C"/>
    <w:rsid w:val="000F4971"/>
    <w:rsid w:val="000F5940"/>
    <w:rsid w:val="000F65E8"/>
    <w:rsid w:val="000F731F"/>
    <w:rsid w:val="00101250"/>
    <w:rsid w:val="0010199C"/>
    <w:rsid w:val="00102901"/>
    <w:rsid w:val="00104E14"/>
    <w:rsid w:val="00105ABA"/>
    <w:rsid w:val="00105B73"/>
    <w:rsid w:val="00106640"/>
    <w:rsid w:val="00106C73"/>
    <w:rsid w:val="00107148"/>
    <w:rsid w:val="00107796"/>
    <w:rsid w:val="0011271D"/>
    <w:rsid w:val="00117A24"/>
    <w:rsid w:val="00121077"/>
    <w:rsid w:val="0012207C"/>
    <w:rsid w:val="0012227F"/>
    <w:rsid w:val="00125089"/>
    <w:rsid w:val="001254B1"/>
    <w:rsid w:val="001257E5"/>
    <w:rsid w:val="001275AC"/>
    <w:rsid w:val="00127B70"/>
    <w:rsid w:val="001301EB"/>
    <w:rsid w:val="00132B9C"/>
    <w:rsid w:val="00132C2D"/>
    <w:rsid w:val="0013537A"/>
    <w:rsid w:val="00135B14"/>
    <w:rsid w:val="00136A9E"/>
    <w:rsid w:val="0013791D"/>
    <w:rsid w:val="00137D25"/>
    <w:rsid w:val="00141C93"/>
    <w:rsid w:val="00144AAB"/>
    <w:rsid w:val="00144E67"/>
    <w:rsid w:val="0014605C"/>
    <w:rsid w:val="00147440"/>
    <w:rsid w:val="001503C3"/>
    <w:rsid w:val="001510E8"/>
    <w:rsid w:val="00151489"/>
    <w:rsid w:val="00152F50"/>
    <w:rsid w:val="0015448C"/>
    <w:rsid w:val="001563FD"/>
    <w:rsid w:val="00156B1D"/>
    <w:rsid w:val="00157F9C"/>
    <w:rsid w:val="00160579"/>
    <w:rsid w:val="00160F28"/>
    <w:rsid w:val="00161C19"/>
    <w:rsid w:val="001621F3"/>
    <w:rsid w:val="0016269A"/>
    <w:rsid w:val="0016323B"/>
    <w:rsid w:val="00163B66"/>
    <w:rsid w:val="00163FDB"/>
    <w:rsid w:val="00164007"/>
    <w:rsid w:val="00165BAE"/>
    <w:rsid w:val="00165D80"/>
    <w:rsid w:val="001666D9"/>
    <w:rsid w:val="00166DF9"/>
    <w:rsid w:val="00167B70"/>
    <w:rsid w:val="00170071"/>
    <w:rsid w:val="0017080D"/>
    <w:rsid w:val="0017153E"/>
    <w:rsid w:val="001719E1"/>
    <w:rsid w:val="0017245E"/>
    <w:rsid w:val="00174B15"/>
    <w:rsid w:val="00174B39"/>
    <w:rsid w:val="00174D1C"/>
    <w:rsid w:val="00176432"/>
    <w:rsid w:val="00181032"/>
    <w:rsid w:val="0018124A"/>
    <w:rsid w:val="00184730"/>
    <w:rsid w:val="001855B9"/>
    <w:rsid w:val="00185D40"/>
    <w:rsid w:val="00186623"/>
    <w:rsid w:val="00186BA8"/>
    <w:rsid w:val="00190A40"/>
    <w:rsid w:val="001926FC"/>
    <w:rsid w:val="00194225"/>
    <w:rsid w:val="001942D0"/>
    <w:rsid w:val="00194BFF"/>
    <w:rsid w:val="00195B02"/>
    <w:rsid w:val="00195B83"/>
    <w:rsid w:val="00195D67"/>
    <w:rsid w:val="00196422"/>
    <w:rsid w:val="00196759"/>
    <w:rsid w:val="00196994"/>
    <w:rsid w:val="001A0211"/>
    <w:rsid w:val="001A1409"/>
    <w:rsid w:val="001A2887"/>
    <w:rsid w:val="001A3384"/>
    <w:rsid w:val="001A3D10"/>
    <w:rsid w:val="001A4008"/>
    <w:rsid w:val="001A48A1"/>
    <w:rsid w:val="001A4906"/>
    <w:rsid w:val="001A496D"/>
    <w:rsid w:val="001A4EE5"/>
    <w:rsid w:val="001A578F"/>
    <w:rsid w:val="001A636E"/>
    <w:rsid w:val="001A6A95"/>
    <w:rsid w:val="001A6F2F"/>
    <w:rsid w:val="001B201A"/>
    <w:rsid w:val="001B25E6"/>
    <w:rsid w:val="001B26C2"/>
    <w:rsid w:val="001B2992"/>
    <w:rsid w:val="001B398E"/>
    <w:rsid w:val="001B41DC"/>
    <w:rsid w:val="001B454F"/>
    <w:rsid w:val="001B48B1"/>
    <w:rsid w:val="001B57A9"/>
    <w:rsid w:val="001B5D17"/>
    <w:rsid w:val="001B627F"/>
    <w:rsid w:val="001B68EE"/>
    <w:rsid w:val="001B6AF6"/>
    <w:rsid w:val="001B7E6A"/>
    <w:rsid w:val="001C2448"/>
    <w:rsid w:val="001C2A0B"/>
    <w:rsid w:val="001C31D8"/>
    <w:rsid w:val="001C3273"/>
    <w:rsid w:val="001C3983"/>
    <w:rsid w:val="001C64FE"/>
    <w:rsid w:val="001D05E1"/>
    <w:rsid w:val="001D11AF"/>
    <w:rsid w:val="001D22D7"/>
    <w:rsid w:val="001D3285"/>
    <w:rsid w:val="001D3755"/>
    <w:rsid w:val="001D6464"/>
    <w:rsid w:val="001D6CA1"/>
    <w:rsid w:val="001D6F64"/>
    <w:rsid w:val="001D6F91"/>
    <w:rsid w:val="001E0769"/>
    <w:rsid w:val="001E1CD8"/>
    <w:rsid w:val="001E20FA"/>
    <w:rsid w:val="001E439B"/>
    <w:rsid w:val="001E5C71"/>
    <w:rsid w:val="001F05CF"/>
    <w:rsid w:val="001F1421"/>
    <w:rsid w:val="001F1B92"/>
    <w:rsid w:val="001F3118"/>
    <w:rsid w:val="001F39FF"/>
    <w:rsid w:val="001F3F76"/>
    <w:rsid w:val="001F478D"/>
    <w:rsid w:val="001F4F56"/>
    <w:rsid w:val="001F554E"/>
    <w:rsid w:val="001F55A2"/>
    <w:rsid w:val="001F5711"/>
    <w:rsid w:val="001F6103"/>
    <w:rsid w:val="001F6D64"/>
    <w:rsid w:val="001F74C7"/>
    <w:rsid w:val="0020462F"/>
    <w:rsid w:val="00204989"/>
    <w:rsid w:val="00204E01"/>
    <w:rsid w:val="002057D9"/>
    <w:rsid w:val="00206D20"/>
    <w:rsid w:val="002078E9"/>
    <w:rsid w:val="00207A6D"/>
    <w:rsid w:val="00212B25"/>
    <w:rsid w:val="00213C5B"/>
    <w:rsid w:val="00214763"/>
    <w:rsid w:val="00216B49"/>
    <w:rsid w:val="00216C73"/>
    <w:rsid w:val="00220F85"/>
    <w:rsid w:val="00221B54"/>
    <w:rsid w:val="00223100"/>
    <w:rsid w:val="00223BFA"/>
    <w:rsid w:val="00223C45"/>
    <w:rsid w:val="00223CF2"/>
    <w:rsid w:val="002246DE"/>
    <w:rsid w:val="002259AE"/>
    <w:rsid w:val="00225C3F"/>
    <w:rsid w:val="002274A0"/>
    <w:rsid w:val="00227DF6"/>
    <w:rsid w:val="00230776"/>
    <w:rsid w:val="0023182F"/>
    <w:rsid w:val="00232283"/>
    <w:rsid w:val="002344CE"/>
    <w:rsid w:val="002347BA"/>
    <w:rsid w:val="0023595E"/>
    <w:rsid w:val="0023753E"/>
    <w:rsid w:val="00240484"/>
    <w:rsid w:val="0024164E"/>
    <w:rsid w:val="00243126"/>
    <w:rsid w:val="0024440C"/>
    <w:rsid w:val="00244D66"/>
    <w:rsid w:val="00245310"/>
    <w:rsid w:val="0024648B"/>
    <w:rsid w:val="00246D79"/>
    <w:rsid w:val="00247FA2"/>
    <w:rsid w:val="0025045A"/>
    <w:rsid w:val="00251863"/>
    <w:rsid w:val="00251B95"/>
    <w:rsid w:val="0025261F"/>
    <w:rsid w:val="00252DE6"/>
    <w:rsid w:val="00254049"/>
    <w:rsid w:val="00254D5C"/>
    <w:rsid w:val="00255005"/>
    <w:rsid w:val="00255881"/>
    <w:rsid w:val="00256523"/>
    <w:rsid w:val="002567D3"/>
    <w:rsid w:val="00257984"/>
    <w:rsid w:val="002602BC"/>
    <w:rsid w:val="002603D0"/>
    <w:rsid w:val="00263326"/>
    <w:rsid w:val="002639D5"/>
    <w:rsid w:val="00265FFB"/>
    <w:rsid w:val="00266746"/>
    <w:rsid w:val="00266A1F"/>
    <w:rsid w:val="0026702D"/>
    <w:rsid w:val="002676FC"/>
    <w:rsid w:val="002708DD"/>
    <w:rsid w:val="00270F53"/>
    <w:rsid w:val="00271314"/>
    <w:rsid w:val="00271556"/>
    <w:rsid w:val="002718B5"/>
    <w:rsid w:val="00271961"/>
    <w:rsid w:val="00271D04"/>
    <w:rsid w:val="0027203D"/>
    <w:rsid w:val="002726F2"/>
    <w:rsid w:val="00274D29"/>
    <w:rsid w:val="002754AE"/>
    <w:rsid w:val="002755DD"/>
    <w:rsid w:val="00280117"/>
    <w:rsid w:val="00281648"/>
    <w:rsid w:val="00281858"/>
    <w:rsid w:val="00281D2B"/>
    <w:rsid w:val="00282064"/>
    <w:rsid w:val="00282898"/>
    <w:rsid w:val="00285819"/>
    <w:rsid w:val="00287640"/>
    <w:rsid w:val="002876F2"/>
    <w:rsid w:val="002905FD"/>
    <w:rsid w:val="00291214"/>
    <w:rsid w:val="0029159B"/>
    <w:rsid w:val="002923CD"/>
    <w:rsid w:val="0029254B"/>
    <w:rsid w:val="00293325"/>
    <w:rsid w:val="0029485C"/>
    <w:rsid w:val="00295403"/>
    <w:rsid w:val="002A1C4D"/>
    <w:rsid w:val="002A215D"/>
    <w:rsid w:val="002A2652"/>
    <w:rsid w:val="002A40B3"/>
    <w:rsid w:val="002A580D"/>
    <w:rsid w:val="002A5C55"/>
    <w:rsid w:val="002A7C0D"/>
    <w:rsid w:val="002A7D78"/>
    <w:rsid w:val="002B018C"/>
    <w:rsid w:val="002B02FC"/>
    <w:rsid w:val="002B04FD"/>
    <w:rsid w:val="002B14FA"/>
    <w:rsid w:val="002C0ADA"/>
    <w:rsid w:val="002C0E5B"/>
    <w:rsid w:val="002C1945"/>
    <w:rsid w:val="002C1C22"/>
    <w:rsid w:val="002C2E96"/>
    <w:rsid w:val="002C3155"/>
    <w:rsid w:val="002C3A8B"/>
    <w:rsid w:val="002C5000"/>
    <w:rsid w:val="002C61D3"/>
    <w:rsid w:val="002C7B6E"/>
    <w:rsid w:val="002D0733"/>
    <w:rsid w:val="002D0D81"/>
    <w:rsid w:val="002D2FD2"/>
    <w:rsid w:val="002D33E2"/>
    <w:rsid w:val="002D3BA0"/>
    <w:rsid w:val="002D4BAB"/>
    <w:rsid w:val="002D5BD8"/>
    <w:rsid w:val="002D5C33"/>
    <w:rsid w:val="002D6649"/>
    <w:rsid w:val="002D7005"/>
    <w:rsid w:val="002E0126"/>
    <w:rsid w:val="002E10B2"/>
    <w:rsid w:val="002E3408"/>
    <w:rsid w:val="002E4E95"/>
    <w:rsid w:val="002E5D0B"/>
    <w:rsid w:val="002E6DED"/>
    <w:rsid w:val="002E732E"/>
    <w:rsid w:val="002E781B"/>
    <w:rsid w:val="002F42C5"/>
    <w:rsid w:val="002F5908"/>
    <w:rsid w:val="002F5A28"/>
    <w:rsid w:val="002F61CB"/>
    <w:rsid w:val="002F694D"/>
    <w:rsid w:val="003006E0"/>
    <w:rsid w:val="00300955"/>
    <w:rsid w:val="0030497D"/>
    <w:rsid w:val="0030545B"/>
    <w:rsid w:val="00307320"/>
    <w:rsid w:val="003079B9"/>
    <w:rsid w:val="00307B1A"/>
    <w:rsid w:val="003114A5"/>
    <w:rsid w:val="003124AF"/>
    <w:rsid w:val="003125C6"/>
    <w:rsid w:val="00312F54"/>
    <w:rsid w:val="00315B17"/>
    <w:rsid w:val="00315CDD"/>
    <w:rsid w:val="0031625C"/>
    <w:rsid w:val="003208FA"/>
    <w:rsid w:val="0032351C"/>
    <w:rsid w:val="00323F3B"/>
    <w:rsid w:val="00325E53"/>
    <w:rsid w:val="00327229"/>
    <w:rsid w:val="00330A22"/>
    <w:rsid w:val="00330ADD"/>
    <w:rsid w:val="00332607"/>
    <w:rsid w:val="003333B6"/>
    <w:rsid w:val="0033595B"/>
    <w:rsid w:val="00336902"/>
    <w:rsid w:val="003370C5"/>
    <w:rsid w:val="003373F1"/>
    <w:rsid w:val="00337738"/>
    <w:rsid w:val="0034008B"/>
    <w:rsid w:val="003417BD"/>
    <w:rsid w:val="003417CF"/>
    <w:rsid w:val="0034200D"/>
    <w:rsid w:val="0034290A"/>
    <w:rsid w:val="003430C9"/>
    <w:rsid w:val="003432CE"/>
    <w:rsid w:val="00345692"/>
    <w:rsid w:val="00346DF6"/>
    <w:rsid w:val="003509E9"/>
    <w:rsid w:val="00351567"/>
    <w:rsid w:val="0035305E"/>
    <w:rsid w:val="00354550"/>
    <w:rsid w:val="00355255"/>
    <w:rsid w:val="00357A83"/>
    <w:rsid w:val="00361C16"/>
    <w:rsid w:val="00361C4D"/>
    <w:rsid w:val="00363B4E"/>
    <w:rsid w:val="0036456E"/>
    <w:rsid w:val="00370D55"/>
    <w:rsid w:val="003712A7"/>
    <w:rsid w:val="0037177C"/>
    <w:rsid w:val="00373A8C"/>
    <w:rsid w:val="00373BE1"/>
    <w:rsid w:val="00373BE5"/>
    <w:rsid w:val="00374E1B"/>
    <w:rsid w:val="00375172"/>
    <w:rsid w:val="00375D0C"/>
    <w:rsid w:val="00375FA9"/>
    <w:rsid w:val="00377774"/>
    <w:rsid w:val="00377ADF"/>
    <w:rsid w:val="00380358"/>
    <w:rsid w:val="00380A70"/>
    <w:rsid w:val="00381ACC"/>
    <w:rsid w:val="00381F8A"/>
    <w:rsid w:val="003842D4"/>
    <w:rsid w:val="003849CB"/>
    <w:rsid w:val="00384A04"/>
    <w:rsid w:val="003910F7"/>
    <w:rsid w:val="003932F8"/>
    <w:rsid w:val="0039348B"/>
    <w:rsid w:val="00393B1F"/>
    <w:rsid w:val="0039743C"/>
    <w:rsid w:val="003A0199"/>
    <w:rsid w:val="003A2042"/>
    <w:rsid w:val="003A2B6D"/>
    <w:rsid w:val="003A49D4"/>
    <w:rsid w:val="003A7610"/>
    <w:rsid w:val="003B0198"/>
    <w:rsid w:val="003B0666"/>
    <w:rsid w:val="003B0FA2"/>
    <w:rsid w:val="003B483F"/>
    <w:rsid w:val="003B4D39"/>
    <w:rsid w:val="003B4EAF"/>
    <w:rsid w:val="003B64AE"/>
    <w:rsid w:val="003B65B8"/>
    <w:rsid w:val="003B66B4"/>
    <w:rsid w:val="003B79AC"/>
    <w:rsid w:val="003C167E"/>
    <w:rsid w:val="003C16E7"/>
    <w:rsid w:val="003C1D77"/>
    <w:rsid w:val="003C228A"/>
    <w:rsid w:val="003C3AE4"/>
    <w:rsid w:val="003C3D6D"/>
    <w:rsid w:val="003C4EE9"/>
    <w:rsid w:val="003C60FF"/>
    <w:rsid w:val="003C76CF"/>
    <w:rsid w:val="003D02A5"/>
    <w:rsid w:val="003D06CA"/>
    <w:rsid w:val="003D15AC"/>
    <w:rsid w:val="003D2170"/>
    <w:rsid w:val="003D2AEC"/>
    <w:rsid w:val="003D3E4C"/>
    <w:rsid w:val="003D4456"/>
    <w:rsid w:val="003D4E31"/>
    <w:rsid w:val="003D6845"/>
    <w:rsid w:val="003E0C1B"/>
    <w:rsid w:val="003E11CF"/>
    <w:rsid w:val="003E1230"/>
    <w:rsid w:val="003E20EA"/>
    <w:rsid w:val="003E2AEB"/>
    <w:rsid w:val="003E2F90"/>
    <w:rsid w:val="003E30F3"/>
    <w:rsid w:val="003E3621"/>
    <w:rsid w:val="003E3BA0"/>
    <w:rsid w:val="003E4685"/>
    <w:rsid w:val="003E53AB"/>
    <w:rsid w:val="003E5B3C"/>
    <w:rsid w:val="003E6B10"/>
    <w:rsid w:val="003F0048"/>
    <w:rsid w:val="003F0678"/>
    <w:rsid w:val="003F140E"/>
    <w:rsid w:val="003F2D85"/>
    <w:rsid w:val="003F43C5"/>
    <w:rsid w:val="003F4843"/>
    <w:rsid w:val="003F4F8B"/>
    <w:rsid w:val="003F51D5"/>
    <w:rsid w:val="003F5FC1"/>
    <w:rsid w:val="003F614D"/>
    <w:rsid w:val="003F64DE"/>
    <w:rsid w:val="003F6B73"/>
    <w:rsid w:val="003F735A"/>
    <w:rsid w:val="003F7529"/>
    <w:rsid w:val="003F7E0B"/>
    <w:rsid w:val="004017BB"/>
    <w:rsid w:val="004035C9"/>
    <w:rsid w:val="00403CAA"/>
    <w:rsid w:val="0040450C"/>
    <w:rsid w:val="004051FF"/>
    <w:rsid w:val="004062B6"/>
    <w:rsid w:val="00406B72"/>
    <w:rsid w:val="0041150A"/>
    <w:rsid w:val="00411564"/>
    <w:rsid w:val="00413817"/>
    <w:rsid w:val="00415AB4"/>
    <w:rsid w:val="00415E1C"/>
    <w:rsid w:val="00416560"/>
    <w:rsid w:val="00416AAC"/>
    <w:rsid w:val="004174D2"/>
    <w:rsid w:val="00422743"/>
    <w:rsid w:val="0042600C"/>
    <w:rsid w:val="00430326"/>
    <w:rsid w:val="0043037D"/>
    <w:rsid w:val="00430EBC"/>
    <w:rsid w:val="0043191C"/>
    <w:rsid w:val="004320A0"/>
    <w:rsid w:val="00432EBA"/>
    <w:rsid w:val="004330A4"/>
    <w:rsid w:val="00433F5D"/>
    <w:rsid w:val="00435C1B"/>
    <w:rsid w:val="00437191"/>
    <w:rsid w:val="00437BE9"/>
    <w:rsid w:val="00440847"/>
    <w:rsid w:val="00440863"/>
    <w:rsid w:val="004417D2"/>
    <w:rsid w:val="00442369"/>
    <w:rsid w:val="00443965"/>
    <w:rsid w:val="004444B6"/>
    <w:rsid w:val="00444A20"/>
    <w:rsid w:val="00444E98"/>
    <w:rsid w:val="004475D9"/>
    <w:rsid w:val="0045109F"/>
    <w:rsid w:val="0045322C"/>
    <w:rsid w:val="004532E0"/>
    <w:rsid w:val="004536FF"/>
    <w:rsid w:val="00454E07"/>
    <w:rsid w:val="004558E5"/>
    <w:rsid w:val="00455A35"/>
    <w:rsid w:val="00455D1E"/>
    <w:rsid w:val="00456520"/>
    <w:rsid w:val="004569FA"/>
    <w:rsid w:val="004571C2"/>
    <w:rsid w:val="00460FD4"/>
    <w:rsid w:val="0046206E"/>
    <w:rsid w:val="004649F4"/>
    <w:rsid w:val="00465ED2"/>
    <w:rsid w:val="004674A0"/>
    <w:rsid w:val="0047068D"/>
    <w:rsid w:val="004706E2"/>
    <w:rsid w:val="00474582"/>
    <w:rsid w:val="00474C7C"/>
    <w:rsid w:val="004752CC"/>
    <w:rsid w:val="00475BAE"/>
    <w:rsid w:val="00475E6A"/>
    <w:rsid w:val="00476F89"/>
    <w:rsid w:val="00477120"/>
    <w:rsid w:val="00477555"/>
    <w:rsid w:val="0048016F"/>
    <w:rsid w:val="00480C8F"/>
    <w:rsid w:val="0048205D"/>
    <w:rsid w:val="00482F1A"/>
    <w:rsid w:val="00482FCC"/>
    <w:rsid w:val="004835FE"/>
    <w:rsid w:val="00484FD7"/>
    <w:rsid w:val="0048538D"/>
    <w:rsid w:val="00485A20"/>
    <w:rsid w:val="004873A9"/>
    <w:rsid w:val="004875F7"/>
    <w:rsid w:val="00491202"/>
    <w:rsid w:val="0049125B"/>
    <w:rsid w:val="00492391"/>
    <w:rsid w:val="004930D5"/>
    <w:rsid w:val="004930EC"/>
    <w:rsid w:val="004934B4"/>
    <w:rsid w:val="004937F5"/>
    <w:rsid w:val="00493D35"/>
    <w:rsid w:val="00494DA6"/>
    <w:rsid w:val="00495D99"/>
    <w:rsid w:val="00497725"/>
    <w:rsid w:val="004A1134"/>
    <w:rsid w:val="004A29FB"/>
    <w:rsid w:val="004A451C"/>
    <w:rsid w:val="004A492F"/>
    <w:rsid w:val="004A5DC5"/>
    <w:rsid w:val="004A75F4"/>
    <w:rsid w:val="004A76AE"/>
    <w:rsid w:val="004B1992"/>
    <w:rsid w:val="004B3439"/>
    <w:rsid w:val="004B3CD8"/>
    <w:rsid w:val="004B4414"/>
    <w:rsid w:val="004B5680"/>
    <w:rsid w:val="004B6826"/>
    <w:rsid w:val="004B6C34"/>
    <w:rsid w:val="004C1998"/>
    <w:rsid w:val="004C1E80"/>
    <w:rsid w:val="004C255A"/>
    <w:rsid w:val="004C32DB"/>
    <w:rsid w:val="004C3B8A"/>
    <w:rsid w:val="004C3FDC"/>
    <w:rsid w:val="004C5BB9"/>
    <w:rsid w:val="004C73EC"/>
    <w:rsid w:val="004C7DE8"/>
    <w:rsid w:val="004D2225"/>
    <w:rsid w:val="004D70F1"/>
    <w:rsid w:val="004D753C"/>
    <w:rsid w:val="004E07CF"/>
    <w:rsid w:val="004E17EF"/>
    <w:rsid w:val="004E2835"/>
    <w:rsid w:val="004E2C03"/>
    <w:rsid w:val="004E3813"/>
    <w:rsid w:val="004E4B79"/>
    <w:rsid w:val="004E7294"/>
    <w:rsid w:val="004E72CA"/>
    <w:rsid w:val="004E7BAB"/>
    <w:rsid w:val="004F16E2"/>
    <w:rsid w:val="004F3D33"/>
    <w:rsid w:val="004F6297"/>
    <w:rsid w:val="004F643A"/>
    <w:rsid w:val="004F69B3"/>
    <w:rsid w:val="004F7039"/>
    <w:rsid w:val="004F714C"/>
    <w:rsid w:val="0050014E"/>
    <w:rsid w:val="005025A0"/>
    <w:rsid w:val="005028F0"/>
    <w:rsid w:val="00502D24"/>
    <w:rsid w:val="005033A6"/>
    <w:rsid w:val="00503787"/>
    <w:rsid w:val="0050419A"/>
    <w:rsid w:val="00506243"/>
    <w:rsid w:val="00506400"/>
    <w:rsid w:val="005065A0"/>
    <w:rsid w:val="00507517"/>
    <w:rsid w:val="00507715"/>
    <w:rsid w:val="00507803"/>
    <w:rsid w:val="00510F14"/>
    <w:rsid w:val="005118AF"/>
    <w:rsid w:val="00512FA6"/>
    <w:rsid w:val="00517B16"/>
    <w:rsid w:val="00517E33"/>
    <w:rsid w:val="00520590"/>
    <w:rsid w:val="00520B51"/>
    <w:rsid w:val="00520E61"/>
    <w:rsid w:val="005210A0"/>
    <w:rsid w:val="00521AF4"/>
    <w:rsid w:val="00521B48"/>
    <w:rsid w:val="0052222F"/>
    <w:rsid w:val="00524A2B"/>
    <w:rsid w:val="00525194"/>
    <w:rsid w:val="00525609"/>
    <w:rsid w:val="00525ED9"/>
    <w:rsid w:val="00527FE0"/>
    <w:rsid w:val="00530352"/>
    <w:rsid w:val="0053080C"/>
    <w:rsid w:val="00531B2F"/>
    <w:rsid w:val="005325E5"/>
    <w:rsid w:val="005332A0"/>
    <w:rsid w:val="005357CB"/>
    <w:rsid w:val="0053622A"/>
    <w:rsid w:val="005379C6"/>
    <w:rsid w:val="005379DA"/>
    <w:rsid w:val="005407A2"/>
    <w:rsid w:val="0054148B"/>
    <w:rsid w:val="0054306A"/>
    <w:rsid w:val="0054318B"/>
    <w:rsid w:val="00553A1E"/>
    <w:rsid w:val="00556AE6"/>
    <w:rsid w:val="00557313"/>
    <w:rsid w:val="0055742B"/>
    <w:rsid w:val="005610FE"/>
    <w:rsid w:val="00561A61"/>
    <w:rsid w:val="00562E7D"/>
    <w:rsid w:val="00566B44"/>
    <w:rsid w:val="00567720"/>
    <w:rsid w:val="005679E2"/>
    <w:rsid w:val="00567BE3"/>
    <w:rsid w:val="00567DEC"/>
    <w:rsid w:val="00572DCF"/>
    <w:rsid w:val="005736DC"/>
    <w:rsid w:val="00574217"/>
    <w:rsid w:val="00576017"/>
    <w:rsid w:val="00577678"/>
    <w:rsid w:val="00577D0E"/>
    <w:rsid w:val="005802FA"/>
    <w:rsid w:val="00580AFD"/>
    <w:rsid w:val="00582222"/>
    <w:rsid w:val="00582656"/>
    <w:rsid w:val="005826AE"/>
    <w:rsid w:val="005828CF"/>
    <w:rsid w:val="005837DE"/>
    <w:rsid w:val="00583ACB"/>
    <w:rsid w:val="005841FB"/>
    <w:rsid w:val="005845CB"/>
    <w:rsid w:val="005848F6"/>
    <w:rsid w:val="00586965"/>
    <w:rsid w:val="00586DE7"/>
    <w:rsid w:val="005874CA"/>
    <w:rsid w:val="00587C2D"/>
    <w:rsid w:val="00590A46"/>
    <w:rsid w:val="005924F4"/>
    <w:rsid w:val="00593707"/>
    <w:rsid w:val="005937D7"/>
    <w:rsid w:val="00594437"/>
    <w:rsid w:val="00594746"/>
    <w:rsid w:val="00594A02"/>
    <w:rsid w:val="00594B6A"/>
    <w:rsid w:val="00596133"/>
    <w:rsid w:val="00596881"/>
    <w:rsid w:val="005971BD"/>
    <w:rsid w:val="005A0B35"/>
    <w:rsid w:val="005A134B"/>
    <w:rsid w:val="005A13A9"/>
    <w:rsid w:val="005A41B7"/>
    <w:rsid w:val="005B024B"/>
    <w:rsid w:val="005B02EB"/>
    <w:rsid w:val="005B254F"/>
    <w:rsid w:val="005B27D3"/>
    <w:rsid w:val="005B2AE9"/>
    <w:rsid w:val="005B321B"/>
    <w:rsid w:val="005B4A3A"/>
    <w:rsid w:val="005B77CE"/>
    <w:rsid w:val="005B7BF4"/>
    <w:rsid w:val="005B7E26"/>
    <w:rsid w:val="005C243C"/>
    <w:rsid w:val="005C2987"/>
    <w:rsid w:val="005C3269"/>
    <w:rsid w:val="005C4675"/>
    <w:rsid w:val="005C4DB8"/>
    <w:rsid w:val="005C60FB"/>
    <w:rsid w:val="005C6B9D"/>
    <w:rsid w:val="005C6F1B"/>
    <w:rsid w:val="005C781A"/>
    <w:rsid w:val="005C7D40"/>
    <w:rsid w:val="005D02D9"/>
    <w:rsid w:val="005D084B"/>
    <w:rsid w:val="005D2149"/>
    <w:rsid w:val="005D24FD"/>
    <w:rsid w:val="005D267B"/>
    <w:rsid w:val="005D2B1C"/>
    <w:rsid w:val="005D3C00"/>
    <w:rsid w:val="005D45F1"/>
    <w:rsid w:val="005D525D"/>
    <w:rsid w:val="005D541C"/>
    <w:rsid w:val="005D5955"/>
    <w:rsid w:val="005D5BE9"/>
    <w:rsid w:val="005D5F52"/>
    <w:rsid w:val="005D5FB2"/>
    <w:rsid w:val="005D6DD4"/>
    <w:rsid w:val="005D7D0C"/>
    <w:rsid w:val="005E27D6"/>
    <w:rsid w:val="005E3078"/>
    <w:rsid w:val="005E39BF"/>
    <w:rsid w:val="005E43A6"/>
    <w:rsid w:val="005E5E6B"/>
    <w:rsid w:val="005E7E62"/>
    <w:rsid w:val="005F1AF3"/>
    <w:rsid w:val="005F1DB1"/>
    <w:rsid w:val="005F3980"/>
    <w:rsid w:val="005F3E05"/>
    <w:rsid w:val="005F43B2"/>
    <w:rsid w:val="005F623B"/>
    <w:rsid w:val="005F6FBF"/>
    <w:rsid w:val="005F7D31"/>
    <w:rsid w:val="00600111"/>
    <w:rsid w:val="006027E3"/>
    <w:rsid w:val="006029C4"/>
    <w:rsid w:val="006029E6"/>
    <w:rsid w:val="00602CCD"/>
    <w:rsid w:val="00604B4E"/>
    <w:rsid w:val="00605A69"/>
    <w:rsid w:val="00605D07"/>
    <w:rsid w:val="00605E7A"/>
    <w:rsid w:val="00610C2E"/>
    <w:rsid w:val="00611B49"/>
    <w:rsid w:val="00611CF4"/>
    <w:rsid w:val="00613541"/>
    <w:rsid w:val="00613BD7"/>
    <w:rsid w:val="00613BFE"/>
    <w:rsid w:val="00613F01"/>
    <w:rsid w:val="00614E8A"/>
    <w:rsid w:val="00617D9E"/>
    <w:rsid w:val="0062050F"/>
    <w:rsid w:val="00621431"/>
    <w:rsid w:val="006269DB"/>
    <w:rsid w:val="00627085"/>
    <w:rsid w:val="00627F12"/>
    <w:rsid w:val="006309FD"/>
    <w:rsid w:val="00630A15"/>
    <w:rsid w:val="00631707"/>
    <w:rsid w:val="006327C2"/>
    <w:rsid w:val="006346EB"/>
    <w:rsid w:val="00634BD9"/>
    <w:rsid w:val="006360DE"/>
    <w:rsid w:val="00636C40"/>
    <w:rsid w:val="0063711B"/>
    <w:rsid w:val="0063726A"/>
    <w:rsid w:val="00637C8C"/>
    <w:rsid w:val="00637F95"/>
    <w:rsid w:val="00640089"/>
    <w:rsid w:val="006402B6"/>
    <w:rsid w:val="00640BF0"/>
    <w:rsid w:val="00640CF3"/>
    <w:rsid w:val="00640D06"/>
    <w:rsid w:val="00640E39"/>
    <w:rsid w:val="0064103B"/>
    <w:rsid w:val="006415ED"/>
    <w:rsid w:val="00642171"/>
    <w:rsid w:val="00642E39"/>
    <w:rsid w:val="0064379E"/>
    <w:rsid w:val="0064512C"/>
    <w:rsid w:val="00645162"/>
    <w:rsid w:val="006463D4"/>
    <w:rsid w:val="00647AC6"/>
    <w:rsid w:val="00647E00"/>
    <w:rsid w:val="006518C6"/>
    <w:rsid w:val="00652F99"/>
    <w:rsid w:val="00653037"/>
    <w:rsid w:val="006531B8"/>
    <w:rsid w:val="0065332B"/>
    <w:rsid w:val="00654889"/>
    <w:rsid w:val="006555C8"/>
    <w:rsid w:val="00660680"/>
    <w:rsid w:val="006624A0"/>
    <w:rsid w:val="0066344E"/>
    <w:rsid w:val="0066541F"/>
    <w:rsid w:val="0066679D"/>
    <w:rsid w:val="0067142E"/>
    <w:rsid w:val="00672807"/>
    <w:rsid w:val="00673116"/>
    <w:rsid w:val="0067317F"/>
    <w:rsid w:val="006733AC"/>
    <w:rsid w:val="0067347C"/>
    <w:rsid w:val="0067347F"/>
    <w:rsid w:val="00674445"/>
    <w:rsid w:val="0067582D"/>
    <w:rsid w:val="00675FDE"/>
    <w:rsid w:val="00676089"/>
    <w:rsid w:val="00676CE8"/>
    <w:rsid w:val="00676D28"/>
    <w:rsid w:val="00676DAE"/>
    <w:rsid w:val="0067710D"/>
    <w:rsid w:val="0068063B"/>
    <w:rsid w:val="00680C07"/>
    <w:rsid w:val="00684DEA"/>
    <w:rsid w:val="00690BE0"/>
    <w:rsid w:val="00693371"/>
    <w:rsid w:val="006940F6"/>
    <w:rsid w:val="006A118C"/>
    <w:rsid w:val="006A1D5E"/>
    <w:rsid w:val="006A26B3"/>
    <w:rsid w:val="006A3C9E"/>
    <w:rsid w:val="006A4552"/>
    <w:rsid w:val="006A4FDC"/>
    <w:rsid w:val="006A6DF2"/>
    <w:rsid w:val="006A7E84"/>
    <w:rsid w:val="006B0B9B"/>
    <w:rsid w:val="006B18F2"/>
    <w:rsid w:val="006B2324"/>
    <w:rsid w:val="006B6C7E"/>
    <w:rsid w:val="006C15EE"/>
    <w:rsid w:val="006C1A44"/>
    <w:rsid w:val="006C1BD4"/>
    <w:rsid w:val="006C48AE"/>
    <w:rsid w:val="006C6695"/>
    <w:rsid w:val="006C73FA"/>
    <w:rsid w:val="006D0244"/>
    <w:rsid w:val="006D0648"/>
    <w:rsid w:val="006D0DE3"/>
    <w:rsid w:val="006D0EFE"/>
    <w:rsid w:val="006D131F"/>
    <w:rsid w:val="006D1387"/>
    <w:rsid w:val="006D5859"/>
    <w:rsid w:val="006D644B"/>
    <w:rsid w:val="006D7249"/>
    <w:rsid w:val="006D7709"/>
    <w:rsid w:val="006E0053"/>
    <w:rsid w:val="006E03CF"/>
    <w:rsid w:val="006E0BC9"/>
    <w:rsid w:val="006E1468"/>
    <w:rsid w:val="006E1808"/>
    <w:rsid w:val="006E2006"/>
    <w:rsid w:val="006E36F5"/>
    <w:rsid w:val="006E3C1F"/>
    <w:rsid w:val="006E3D78"/>
    <w:rsid w:val="006E3E62"/>
    <w:rsid w:val="006E43C8"/>
    <w:rsid w:val="006E5EFD"/>
    <w:rsid w:val="006E72CC"/>
    <w:rsid w:val="006E75E8"/>
    <w:rsid w:val="006E7B85"/>
    <w:rsid w:val="006F0DD2"/>
    <w:rsid w:val="006F364B"/>
    <w:rsid w:val="006F45BB"/>
    <w:rsid w:val="006F5D44"/>
    <w:rsid w:val="006F656D"/>
    <w:rsid w:val="006F6E76"/>
    <w:rsid w:val="006F7530"/>
    <w:rsid w:val="007001FD"/>
    <w:rsid w:val="0070097A"/>
    <w:rsid w:val="00702EDB"/>
    <w:rsid w:val="00703083"/>
    <w:rsid w:val="00703810"/>
    <w:rsid w:val="0070427A"/>
    <w:rsid w:val="00705658"/>
    <w:rsid w:val="00706AE3"/>
    <w:rsid w:val="00707B98"/>
    <w:rsid w:val="0071068F"/>
    <w:rsid w:val="00711D86"/>
    <w:rsid w:val="00712AFC"/>
    <w:rsid w:val="00712B3B"/>
    <w:rsid w:val="00713217"/>
    <w:rsid w:val="0071633B"/>
    <w:rsid w:val="00717378"/>
    <w:rsid w:val="007206B5"/>
    <w:rsid w:val="007216C6"/>
    <w:rsid w:val="00721ECF"/>
    <w:rsid w:val="00722135"/>
    <w:rsid w:val="00722B7C"/>
    <w:rsid w:val="00725BA2"/>
    <w:rsid w:val="00727510"/>
    <w:rsid w:val="007317F2"/>
    <w:rsid w:val="00731F0A"/>
    <w:rsid w:val="00732F83"/>
    <w:rsid w:val="007343DD"/>
    <w:rsid w:val="00737B0F"/>
    <w:rsid w:val="00740038"/>
    <w:rsid w:val="007404DD"/>
    <w:rsid w:val="00740789"/>
    <w:rsid w:val="007416DF"/>
    <w:rsid w:val="0074344A"/>
    <w:rsid w:val="007446A7"/>
    <w:rsid w:val="00744B1D"/>
    <w:rsid w:val="00745204"/>
    <w:rsid w:val="007458E5"/>
    <w:rsid w:val="00746920"/>
    <w:rsid w:val="00747DF0"/>
    <w:rsid w:val="00750054"/>
    <w:rsid w:val="007511E6"/>
    <w:rsid w:val="00751407"/>
    <w:rsid w:val="00752839"/>
    <w:rsid w:val="00752F14"/>
    <w:rsid w:val="0075392B"/>
    <w:rsid w:val="0075541D"/>
    <w:rsid w:val="007564BB"/>
    <w:rsid w:val="00760A83"/>
    <w:rsid w:val="00761818"/>
    <w:rsid w:val="00763C83"/>
    <w:rsid w:val="00764766"/>
    <w:rsid w:val="007664C6"/>
    <w:rsid w:val="00767DC9"/>
    <w:rsid w:val="007731A4"/>
    <w:rsid w:val="007748E9"/>
    <w:rsid w:val="00774A17"/>
    <w:rsid w:val="00775161"/>
    <w:rsid w:val="0077561B"/>
    <w:rsid w:val="00775992"/>
    <w:rsid w:val="00776132"/>
    <w:rsid w:val="00776692"/>
    <w:rsid w:val="00776FBB"/>
    <w:rsid w:val="00777E22"/>
    <w:rsid w:val="00782AA8"/>
    <w:rsid w:val="00783312"/>
    <w:rsid w:val="00784178"/>
    <w:rsid w:val="00784867"/>
    <w:rsid w:val="00787309"/>
    <w:rsid w:val="00790790"/>
    <w:rsid w:val="007920A6"/>
    <w:rsid w:val="00792AF8"/>
    <w:rsid w:val="00792D57"/>
    <w:rsid w:val="00793AB8"/>
    <w:rsid w:val="00795B60"/>
    <w:rsid w:val="007966C4"/>
    <w:rsid w:val="00796F22"/>
    <w:rsid w:val="00797548"/>
    <w:rsid w:val="007A11CE"/>
    <w:rsid w:val="007A24C1"/>
    <w:rsid w:val="007A376A"/>
    <w:rsid w:val="007A4104"/>
    <w:rsid w:val="007A5B43"/>
    <w:rsid w:val="007A644C"/>
    <w:rsid w:val="007A6C93"/>
    <w:rsid w:val="007A7A4F"/>
    <w:rsid w:val="007B0A3A"/>
    <w:rsid w:val="007B15F4"/>
    <w:rsid w:val="007B1D50"/>
    <w:rsid w:val="007B2026"/>
    <w:rsid w:val="007B7639"/>
    <w:rsid w:val="007C0EEB"/>
    <w:rsid w:val="007C3A66"/>
    <w:rsid w:val="007C3DC3"/>
    <w:rsid w:val="007C4C4E"/>
    <w:rsid w:val="007C5565"/>
    <w:rsid w:val="007C58C4"/>
    <w:rsid w:val="007C6CBC"/>
    <w:rsid w:val="007D20A4"/>
    <w:rsid w:val="007D24F5"/>
    <w:rsid w:val="007D3356"/>
    <w:rsid w:val="007D35B1"/>
    <w:rsid w:val="007D4C79"/>
    <w:rsid w:val="007D5A9A"/>
    <w:rsid w:val="007D6440"/>
    <w:rsid w:val="007D6602"/>
    <w:rsid w:val="007E0121"/>
    <w:rsid w:val="007E069B"/>
    <w:rsid w:val="007E226B"/>
    <w:rsid w:val="007E2858"/>
    <w:rsid w:val="007E4E83"/>
    <w:rsid w:val="007E54C5"/>
    <w:rsid w:val="007F071E"/>
    <w:rsid w:val="007F2624"/>
    <w:rsid w:val="007F27B4"/>
    <w:rsid w:val="007F2C1E"/>
    <w:rsid w:val="007F414B"/>
    <w:rsid w:val="007F482E"/>
    <w:rsid w:val="007F4CF6"/>
    <w:rsid w:val="007F544B"/>
    <w:rsid w:val="007F6F2D"/>
    <w:rsid w:val="007F710C"/>
    <w:rsid w:val="00800F43"/>
    <w:rsid w:val="0080203E"/>
    <w:rsid w:val="008023FF"/>
    <w:rsid w:val="00803320"/>
    <w:rsid w:val="00804046"/>
    <w:rsid w:val="008041D5"/>
    <w:rsid w:val="008076C9"/>
    <w:rsid w:val="00811269"/>
    <w:rsid w:val="008114F5"/>
    <w:rsid w:val="008127B0"/>
    <w:rsid w:val="00812B71"/>
    <w:rsid w:val="00813B89"/>
    <w:rsid w:val="00815E31"/>
    <w:rsid w:val="00821F77"/>
    <w:rsid w:val="0082322E"/>
    <w:rsid w:val="00824C68"/>
    <w:rsid w:val="00825339"/>
    <w:rsid w:val="00826747"/>
    <w:rsid w:val="00827095"/>
    <w:rsid w:val="00827D6A"/>
    <w:rsid w:val="008308EE"/>
    <w:rsid w:val="008320A0"/>
    <w:rsid w:val="008332F1"/>
    <w:rsid w:val="008339CA"/>
    <w:rsid w:val="00834352"/>
    <w:rsid w:val="00834897"/>
    <w:rsid w:val="00835256"/>
    <w:rsid w:val="00835A58"/>
    <w:rsid w:val="0083608C"/>
    <w:rsid w:val="00836794"/>
    <w:rsid w:val="0083682E"/>
    <w:rsid w:val="008371B4"/>
    <w:rsid w:val="008375C1"/>
    <w:rsid w:val="0083791F"/>
    <w:rsid w:val="008379D2"/>
    <w:rsid w:val="00837FEB"/>
    <w:rsid w:val="0084270A"/>
    <w:rsid w:val="008427C5"/>
    <w:rsid w:val="0084309D"/>
    <w:rsid w:val="008431D1"/>
    <w:rsid w:val="00845717"/>
    <w:rsid w:val="0084577F"/>
    <w:rsid w:val="00847978"/>
    <w:rsid w:val="00850098"/>
    <w:rsid w:val="00850B2D"/>
    <w:rsid w:val="00851B79"/>
    <w:rsid w:val="00852C1E"/>
    <w:rsid w:val="008546B5"/>
    <w:rsid w:val="00854876"/>
    <w:rsid w:val="00856F2B"/>
    <w:rsid w:val="008573BD"/>
    <w:rsid w:val="00857DD9"/>
    <w:rsid w:val="00857F63"/>
    <w:rsid w:val="0086090A"/>
    <w:rsid w:val="00861515"/>
    <w:rsid w:val="00862261"/>
    <w:rsid w:val="00862448"/>
    <w:rsid w:val="00862C7E"/>
    <w:rsid w:val="00863946"/>
    <w:rsid w:val="008655B3"/>
    <w:rsid w:val="0086562A"/>
    <w:rsid w:val="00865C6E"/>
    <w:rsid w:val="00865CE7"/>
    <w:rsid w:val="00866B60"/>
    <w:rsid w:val="00871737"/>
    <w:rsid w:val="0087346D"/>
    <w:rsid w:val="0087388C"/>
    <w:rsid w:val="008740C4"/>
    <w:rsid w:val="0087521D"/>
    <w:rsid w:val="008759FD"/>
    <w:rsid w:val="008768CB"/>
    <w:rsid w:val="00877168"/>
    <w:rsid w:val="00877239"/>
    <w:rsid w:val="0087730B"/>
    <w:rsid w:val="008778C7"/>
    <w:rsid w:val="00877E5C"/>
    <w:rsid w:val="0088016D"/>
    <w:rsid w:val="00880249"/>
    <w:rsid w:val="008815EB"/>
    <w:rsid w:val="008820BE"/>
    <w:rsid w:val="008828B5"/>
    <w:rsid w:val="00883573"/>
    <w:rsid w:val="00884C28"/>
    <w:rsid w:val="00884E57"/>
    <w:rsid w:val="00885103"/>
    <w:rsid w:val="00887A6B"/>
    <w:rsid w:val="008912BE"/>
    <w:rsid w:val="00891ACA"/>
    <w:rsid w:val="008931B7"/>
    <w:rsid w:val="00893AB7"/>
    <w:rsid w:val="00894A09"/>
    <w:rsid w:val="00894D86"/>
    <w:rsid w:val="008955FE"/>
    <w:rsid w:val="008A0294"/>
    <w:rsid w:val="008A0571"/>
    <w:rsid w:val="008A09D7"/>
    <w:rsid w:val="008A3BA1"/>
    <w:rsid w:val="008A3FF0"/>
    <w:rsid w:val="008A57AB"/>
    <w:rsid w:val="008A5975"/>
    <w:rsid w:val="008A6411"/>
    <w:rsid w:val="008A67F3"/>
    <w:rsid w:val="008B0441"/>
    <w:rsid w:val="008B3A43"/>
    <w:rsid w:val="008B3EF9"/>
    <w:rsid w:val="008B505A"/>
    <w:rsid w:val="008B50AE"/>
    <w:rsid w:val="008B60C3"/>
    <w:rsid w:val="008B6355"/>
    <w:rsid w:val="008B6933"/>
    <w:rsid w:val="008B7B09"/>
    <w:rsid w:val="008C0D32"/>
    <w:rsid w:val="008C317E"/>
    <w:rsid w:val="008C4152"/>
    <w:rsid w:val="008C4215"/>
    <w:rsid w:val="008C5489"/>
    <w:rsid w:val="008C6EDE"/>
    <w:rsid w:val="008D0071"/>
    <w:rsid w:val="008D00F7"/>
    <w:rsid w:val="008D1237"/>
    <w:rsid w:val="008D291D"/>
    <w:rsid w:val="008D2AF2"/>
    <w:rsid w:val="008D36C1"/>
    <w:rsid w:val="008D48C0"/>
    <w:rsid w:val="008D562E"/>
    <w:rsid w:val="008D66DE"/>
    <w:rsid w:val="008D6E3B"/>
    <w:rsid w:val="008D73E4"/>
    <w:rsid w:val="008D757A"/>
    <w:rsid w:val="008D76DD"/>
    <w:rsid w:val="008E0140"/>
    <w:rsid w:val="008E04DC"/>
    <w:rsid w:val="008E0F34"/>
    <w:rsid w:val="008E184A"/>
    <w:rsid w:val="008E2978"/>
    <w:rsid w:val="008E43BD"/>
    <w:rsid w:val="008F1750"/>
    <w:rsid w:val="008F3A82"/>
    <w:rsid w:val="008F3B37"/>
    <w:rsid w:val="008F421E"/>
    <w:rsid w:val="008F5895"/>
    <w:rsid w:val="008F711B"/>
    <w:rsid w:val="009020CE"/>
    <w:rsid w:val="009027B6"/>
    <w:rsid w:val="00902AD3"/>
    <w:rsid w:val="0090548A"/>
    <w:rsid w:val="009067D1"/>
    <w:rsid w:val="0090761F"/>
    <w:rsid w:val="00910776"/>
    <w:rsid w:val="00910CC8"/>
    <w:rsid w:val="009110C2"/>
    <w:rsid w:val="00911CF3"/>
    <w:rsid w:val="00912CE3"/>
    <w:rsid w:val="00912E1E"/>
    <w:rsid w:val="009131E8"/>
    <w:rsid w:val="009132A1"/>
    <w:rsid w:val="00920273"/>
    <w:rsid w:val="0092092D"/>
    <w:rsid w:val="0092097A"/>
    <w:rsid w:val="009220F0"/>
    <w:rsid w:val="009233F0"/>
    <w:rsid w:val="009238BA"/>
    <w:rsid w:val="009255A5"/>
    <w:rsid w:val="009271D7"/>
    <w:rsid w:val="00927FC7"/>
    <w:rsid w:val="009303E2"/>
    <w:rsid w:val="00930F07"/>
    <w:rsid w:val="009312F8"/>
    <w:rsid w:val="00933BA1"/>
    <w:rsid w:val="00933C20"/>
    <w:rsid w:val="00933CBB"/>
    <w:rsid w:val="00934DCC"/>
    <w:rsid w:val="00934F84"/>
    <w:rsid w:val="00940F2C"/>
    <w:rsid w:val="009411CF"/>
    <w:rsid w:val="009421E0"/>
    <w:rsid w:val="00943B93"/>
    <w:rsid w:val="00944446"/>
    <w:rsid w:val="009459DC"/>
    <w:rsid w:val="00945ED2"/>
    <w:rsid w:val="00951328"/>
    <w:rsid w:val="00952044"/>
    <w:rsid w:val="009521A6"/>
    <w:rsid w:val="00952D4E"/>
    <w:rsid w:val="00955076"/>
    <w:rsid w:val="00955DB7"/>
    <w:rsid w:val="009567A3"/>
    <w:rsid w:val="00960B8E"/>
    <w:rsid w:val="0096126C"/>
    <w:rsid w:val="009618F4"/>
    <w:rsid w:val="00961D98"/>
    <w:rsid w:val="0096267C"/>
    <w:rsid w:val="00965D8D"/>
    <w:rsid w:val="00966376"/>
    <w:rsid w:val="009674FF"/>
    <w:rsid w:val="00967ECF"/>
    <w:rsid w:val="0097090C"/>
    <w:rsid w:val="00970E9C"/>
    <w:rsid w:val="0097122C"/>
    <w:rsid w:val="00971734"/>
    <w:rsid w:val="00973B0F"/>
    <w:rsid w:val="00973FE4"/>
    <w:rsid w:val="00974170"/>
    <w:rsid w:val="009769AA"/>
    <w:rsid w:val="0097751F"/>
    <w:rsid w:val="00977E3B"/>
    <w:rsid w:val="00980479"/>
    <w:rsid w:val="00981188"/>
    <w:rsid w:val="00981E3C"/>
    <w:rsid w:val="00982685"/>
    <w:rsid w:val="00982B2D"/>
    <w:rsid w:val="009838D3"/>
    <w:rsid w:val="00984F5B"/>
    <w:rsid w:val="0098515A"/>
    <w:rsid w:val="00990E22"/>
    <w:rsid w:val="009912FC"/>
    <w:rsid w:val="00991656"/>
    <w:rsid w:val="00991B94"/>
    <w:rsid w:val="00992C59"/>
    <w:rsid w:val="00995A83"/>
    <w:rsid w:val="0099724E"/>
    <w:rsid w:val="0099733D"/>
    <w:rsid w:val="0099774A"/>
    <w:rsid w:val="009A00BD"/>
    <w:rsid w:val="009A158A"/>
    <w:rsid w:val="009A1B34"/>
    <w:rsid w:val="009A1DD4"/>
    <w:rsid w:val="009A4958"/>
    <w:rsid w:val="009A6034"/>
    <w:rsid w:val="009A7AD5"/>
    <w:rsid w:val="009B0360"/>
    <w:rsid w:val="009B1D2C"/>
    <w:rsid w:val="009B2A12"/>
    <w:rsid w:val="009B729C"/>
    <w:rsid w:val="009C1E01"/>
    <w:rsid w:val="009C28A3"/>
    <w:rsid w:val="009C29AB"/>
    <w:rsid w:val="009C3586"/>
    <w:rsid w:val="009C4618"/>
    <w:rsid w:val="009C4F88"/>
    <w:rsid w:val="009C7565"/>
    <w:rsid w:val="009D0D27"/>
    <w:rsid w:val="009D2359"/>
    <w:rsid w:val="009D23AB"/>
    <w:rsid w:val="009D265F"/>
    <w:rsid w:val="009D3B60"/>
    <w:rsid w:val="009D51C7"/>
    <w:rsid w:val="009D5F03"/>
    <w:rsid w:val="009D6035"/>
    <w:rsid w:val="009D6C94"/>
    <w:rsid w:val="009E11C1"/>
    <w:rsid w:val="009E19C2"/>
    <w:rsid w:val="009E35E9"/>
    <w:rsid w:val="009E3BD3"/>
    <w:rsid w:val="009E4AFF"/>
    <w:rsid w:val="009E4D8A"/>
    <w:rsid w:val="009E5438"/>
    <w:rsid w:val="009E6087"/>
    <w:rsid w:val="009E6437"/>
    <w:rsid w:val="009F0407"/>
    <w:rsid w:val="009F06B7"/>
    <w:rsid w:val="009F0925"/>
    <w:rsid w:val="009F0AE5"/>
    <w:rsid w:val="009F1415"/>
    <w:rsid w:val="009F161B"/>
    <w:rsid w:val="009F2EA6"/>
    <w:rsid w:val="009F36B6"/>
    <w:rsid w:val="009F3DF1"/>
    <w:rsid w:val="009F51B7"/>
    <w:rsid w:val="009F6B58"/>
    <w:rsid w:val="009F76D4"/>
    <w:rsid w:val="00A00F2B"/>
    <w:rsid w:val="00A036BC"/>
    <w:rsid w:val="00A05430"/>
    <w:rsid w:val="00A05C4F"/>
    <w:rsid w:val="00A06549"/>
    <w:rsid w:val="00A066BE"/>
    <w:rsid w:val="00A07223"/>
    <w:rsid w:val="00A07FC2"/>
    <w:rsid w:val="00A10890"/>
    <w:rsid w:val="00A11BC6"/>
    <w:rsid w:val="00A11BFF"/>
    <w:rsid w:val="00A165D6"/>
    <w:rsid w:val="00A1664B"/>
    <w:rsid w:val="00A16CB9"/>
    <w:rsid w:val="00A22CA7"/>
    <w:rsid w:val="00A24037"/>
    <w:rsid w:val="00A24CE9"/>
    <w:rsid w:val="00A263D6"/>
    <w:rsid w:val="00A277EC"/>
    <w:rsid w:val="00A31790"/>
    <w:rsid w:val="00A33856"/>
    <w:rsid w:val="00A33A09"/>
    <w:rsid w:val="00A344B2"/>
    <w:rsid w:val="00A3495F"/>
    <w:rsid w:val="00A34F9F"/>
    <w:rsid w:val="00A35A11"/>
    <w:rsid w:val="00A35AB5"/>
    <w:rsid w:val="00A3696F"/>
    <w:rsid w:val="00A37A73"/>
    <w:rsid w:val="00A405C8"/>
    <w:rsid w:val="00A40972"/>
    <w:rsid w:val="00A40D06"/>
    <w:rsid w:val="00A40E30"/>
    <w:rsid w:val="00A41AE4"/>
    <w:rsid w:val="00A427A7"/>
    <w:rsid w:val="00A43A4D"/>
    <w:rsid w:val="00A45F81"/>
    <w:rsid w:val="00A47384"/>
    <w:rsid w:val="00A4766F"/>
    <w:rsid w:val="00A50288"/>
    <w:rsid w:val="00A505D3"/>
    <w:rsid w:val="00A50BD5"/>
    <w:rsid w:val="00A515B2"/>
    <w:rsid w:val="00A570DF"/>
    <w:rsid w:val="00A57289"/>
    <w:rsid w:val="00A572DE"/>
    <w:rsid w:val="00A57471"/>
    <w:rsid w:val="00A61DFD"/>
    <w:rsid w:val="00A61FC2"/>
    <w:rsid w:val="00A62BFF"/>
    <w:rsid w:val="00A62E23"/>
    <w:rsid w:val="00A6378D"/>
    <w:rsid w:val="00A6429F"/>
    <w:rsid w:val="00A661E0"/>
    <w:rsid w:val="00A666EB"/>
    <w:rsid w:val="00A67500"/>
    <w:rsid w:val="00A677BF"/>
    <w:rsid w:val="00A70D10"/>
    <w:rsid w:val="00A71E1F"/>
    <w:rsid w:val="00A744D5"/>
    <w:rsid w:val="00A75A18"/>
    <w:rsid w:val="00A7691F"/>
    <w:rsid w:val="00A76A3C"/>
    <w:rsid w:val="00A77639"/>
    <w:rsid w:val="00A80453"/>
    <w:rsid w:val="00A82FA9"/>
    <w:rsid w:val="00A83B7B"/>
    <w:rsid w:val="00A83D03"/>
    <w:rsid w:val="00A8444B"/>
    <w:rsid w:val="00A86BA1"/>
    <w:rsid w:val="00A86CB7"/>
    <w:rsid w:val="00A86DC5"/>
    <w:rsid w:val="00A87284"/>
    <w:rsid w:val="00A873C3"/>
    <w:rsid w:val="00A92466"/>
    <w:rsid w:val="00A92D22"/>
    <w:rsid w:val="00A93381"/>
    <w:rsid w:val="00A9736C"/>
    <w:rsid w:val="00AA0DEE"/>
    <w:rsid w:val="00AA269D"/>
    <w:rsid w:val="00AA4324"/>
    <w:rsid w:val="00AA53B5"/>
    <w:rsid w:val="00AA55ED"/>
    <w:rsid w:val="00AA56D7"/>
    <w:rsid w:val="00AA5A07"/>
    <w:rsid w:val="00AA5D34"/>
    <w:rsid w:val="00AA5FF6"/>
    <w:rsid w:val="00AA70EB"/>
    <w:rsid w:val="00AB0651"/>
    <w:rsid w:val="00AB0D5B"/>
    <w:rsid w:val="00AB5CD5"/>
    <w:rsid w:val="00AB611A"/>
    <w:rsid w:val="00AB7AAE"/>
    <w:rsid w:val="00AC1453"/>
    <w:rsid w:val="00AC2CE7"/>
    <w:rsid w:val="00AC3336"/>
    <w:rsid w:val="00AC4D7B"/>
    <w:rsid w:val="00AD0233"/>
    <w:rsid w:val="00AD0679"/>
    <w:rsid w:val="00AD0E43"/>
    <w:rsid w:val="00AD168F"/>
    <w:rsid w:val="00AD2AB5"/>
    <w:rsid w:val="00AD3D99"/>
    <w:rsid w:val="00AD55E4"/>
    <w:rsid w:val="00AE064B"/>
    <w:rsid w:val="00AE0B3F"/>
    <w:rsid w:val="00AE1316"/>
    <w:rsid w:val="00AE18E9"/>
    <w:rsid w:val="00AE1E29"/>
    <w:rsid w:val="00AE2E14"/>
    <w:rsid w:val="00AE3318"/>
    <w:rsid w:val="00AE493A"/>
    <w:rsid w:val="00AE49AA"/>
    <w:rsid w:val="00AE4DE2"/>
    <w:rsid w:val="00AE54F3"/>
    <w:rsid w:val="00AE55D4"/>
    <w:rsid w:val="00AE5B28"/>
    <w:rsid w:val="00AE5C04"/>
    <w:rsid w:val="00AE6F0F"/>
    <w:rsid w:val="00AF2EE6"/>
    <w:rsid w:val="00AF32F7"/>
    <w:rsid w:val="00AF6F46"/>
    <w:rsid w:val="00AF7ED1"/>
    <w:rsid w:val="00B00397"/>
    <w:rsid w:val="00B00E28"/>
    <w:rsid w:val="00B01849"/>
    <w:rsid w:val="00B01EDA"/>
    <w:rsid w:val="00B0299B"/>
    <w:rsid w:val="00B029AD"/>
    <w:rsid w:val="00B02EA8"/>
    <w:rsid w:val="00B02EE7"/>
    <w:rsid w:val="00B05021"/>
    <w:rsid w:val="00B122C8"/>
    <w:rsid w:val="00B138CE"/>
    <w:rsid w:val="00B14D98"/>
    <w:rsid w:val="00B1590C"/>
    <w:rsid w:val="00B16837"/>
    <w:rsid w:val="00B178ED"/>
    <w:rsid w:val="00B17A5F"/>
    <w:rsid w:val="00B21D5D"/>
    <w:rsid w:val="00B22C16"/>
    <w:rsid w:val="00B22D8E"/>
    <w:rsid w:val="00B2603D"/>
    <w:rsid w:val="00B2646B"/>
    <w:rsid w:val="00B26B8B"/>
    <w:rsid w:val="00B27801"/>
    <w:rsid w:val="00B30F41"/>
    <w:rsid w:val="00B33732"/>
    <w:rsid w:val="00B34403"/>
    <w:rsid w:val="00B3447F"/>
    <w:rsid w:val="00B35541"/>
    <w:rsid w:val="00B36DF2"/>
    <w:rsid w:val="00B373F1"/>
    <w:rsid w:val="00B37633"/>
    <w:rsid w:val="00B414C7"/>
    <w:rsid w:val="00B44373"/>
    <w:rsid w:val="00B46E4E"/>
    <w:rsid w:val="00B46FEF"/>
    <w:rsid w:val="00B5081C"/>
    <w:rsid w:val="00B50D40"/>
    <w:rsid w:val="00B51285"/>
    <w:rsid w:val="00B53AE5"/>
    <w:rsid w:val="00B542FE"/>
    <w:rsid w:val="00B54B9D"/>
    <w:rsid w:val="00B54E3C"/>
    <w:rsid w:val="00B55191"/>
    <w:rsid w:val="00B568A8"/>
    <w:rsid w:val="00B56FB6"/>
    <w:rsid w:val="00B57601"/>
    <w:rsid w:val="00B606D9"/>
    <w:rsid w:val="00B60D05"/>
    <w:rsid w:val="00B61592"/>
    <w:rsid w:val="00B6241C"/>
    <w:rsid w:val="00B634DE"/>
    <w:rsid w:val="00B63689"/>
    <w:rsid w:val="00B63DE3"/>
    <w:rsid w:val="00B63FBB"/>
    <w:rsid w:val="00B6474C"/>
    <w:rsid w:val="00B65B76"/>
    <w:rsid w:val="00B65C21"/>
    <w:rsid w:val="00B65EC3"/>
    <w:rsid w:val="00B66103"/>
    <w:rsid w:val="00B66E6F"/>
    <w:rsid w:val="00B66F69"/>
    <w:rsid w:val="00B67304"/>
    <w:rsid w:val="00B6753E"/>
    <w:rsid w:val="00B70294"/>
    <w:rsid w:val="00B7278C"/>
    <w:rsid w:val="00B728F2"/>
    <w:rsid w:val="00B72D37"/>
    <w:rsid w:val="00B73238"/>
    <w:rsid w:val="00B7435C"/>
    <w:rsid w:val="00B749AE"/>
    <w:rsid w:val="00B74CF6"/>
    <w:rsid w:val="00B80D08"/>
    <w:rsid w:val="00B815A7"/>
    <w:rsid w:val="00B824B7"/>
    <w:rsid w:val="00B82A3C"/>
    <w:rsid w:val="00B832EB"/>
    <w:rsid w:val="00B83E7C"/>
    <w:rsid w:val="00B83F44"/>
    <w:rsid w:val="00B847D5"/>
    <w:rsid w:val="00B86322"/>
    <w:rsid w:val="00B86706"/>
    <w:rsid w:val="00B9081D"/>
    <w:rsid w:val="00B910C6"/>
    <w:rsid w:val="00B93F2D"/>
    <w:rsid w:val="00B94419"/>
    <w:rsid w:val="00B949D9"/>
    <w:rsid w:val="00B952D8"/>
    <w:rsid w:val="00B9538D"/>
    <w:rsid w:val="00B95D5F"/>
    <w:rsid w:val="00B96CD2"/>
    <w:rsid w:val="00BA0683"/>
    <w:rsid w:val="00BA0CD9"/>
    <w:rsid w:val="00BA2D99"/>
    <w:rsid w:val="00BA4059"/>
    <w:rsid w:val="00BA4661"/>
    <w:rsid w:val="00BA51E7"/>
    <w:rsid w:val="00BA5A11"/>
    <w:rsid w:val="00BA5AF6"/>
    <w:rsid w:val="00BA6B5D"/>
    <w:rsid w:val="00BA799E"/>
    <w:rsid w:val="00BA7B95"/>
    <w:rsid w:val="00BB27D0"/>
    <w:rsid w:val="00BB2840"/>
    <w:rsid w:val="00BB2988"/>
    <w:rsid w:val="00BB377B"/>
    <w:rsid w:val="00BB379F"/>
    <w:rsid w:val="00BB3FE1"/>
    <w:rsid w:val="00BB7789"/>
    <w:rsid w:val="00BC020E"/>
    <w:rsid w:val="00BC23B0"/>
    <w:rsid w:val="00BC452E"/>
    <w:rsid w:val="00BC59C2"/>
    <w:rsid w:val="00BD0163"/>
    <w:rsid w:val="00BD02CA"/>
    <w:rsid w:val="00BD09AA"/>
    <w:rsid w:val="00BD0C7A"/>
    <w:rsid w:val="00BD135F"/>
    <w:rsid w:val="00BD69F5"/>
    <w:rsid w:val="00BE1FF8"/>
    <w:rsid w:val="00BE2212"/>
    <w:rsid w:val="00BE3E1E"/>
    <w:rsid w:val="00BE710F"/>
    <w:rsid w:val="00BE7BCC"/>
    <w:rsid w:val="00BF0B4B"/>
    <w:rsid w:val="00BF179C"/>
    <w:rsid w:val="00BF19EB"/>
    <w:rsid w:val="00BF4455"/>
    <w:rsid w:val="00BF44D3"/>
    <w:rsid w:val="00BF4B8F"/>
    <w:rsid w:val="00BF4C12"/>
    <w:rsid w:val="00BF4C26"/>
    <w:rsid w:val="00BF57BE"/>
    <w:rsid w:val="00BF60FF"/>
    <w:rsid w:val="00BF6CDD"/>
    <w:rsid w:val="00BF723C"/>
    <w:rsid w:val="00C001DA"/>
    <w:rsid w:val="00C01BD3"/>
    <w:rsid w:val="00C02C48"/>
    <w:rsid w:val="00C02CD9"/>
    <w:rsid w:val="00C030A6"/>
    <w:rsid w:val="00C05AA7"/>
    <w:rsid w:val="00C068DC"/>
    <w:rsid w:val="00C100B9"/>
    <w:rsid w:val="00C11DEE"/>
    <w:rsid w:val="00C1251E"/>
    <w:rsid w:val="00C13354"/>
    <w:rsid w:val="00C13A62"/>
    <w:rsid w:val="00C14688"/>
    <w:rsid w:val="00C150D8"/>
    <w:rsid w:val="00C156C3"/>
    <w:rsid w:val="00C15798"/>
    <w:rsid w:val="00C158A0"/>
    <w:rsid w:val="00C1691F"/>
    <w:rsid w:val="00C16958"/>
    <w:rsid w:val="00C20AE1"/>
    <w:rsid w:val="00C20F8B"/>
    <w:rsid w:val="00C251B4"/>
    <w:rsid w:val="00C25AFB"/>
    <w:rsid w:val="00C26446"/>
    <w:rsid w:val="00C273EE"/>
    <w:rsid w:val="00C326E7"/>
    <w:rsid w:val="00C32889"/>
    <w:rsid w:val="00C33490"/>
    <w:rsid w:val="00C33756"/>
    <w:rsid w:val="00C33B85"/>
    <w:rsid w:val="00C34558"/>
    <w:rsid w:val="00C346E2"/>
    <w:rsid w:val="00C3589D"/>
    <w:rsid w:val="00C40ED8"/>
    <w:rsid w:val="00C41F41"/>
    <w:rsid w:val="00C42CCC"/>
    <w:rsid w:val="00C4414E"/>
    <w:rsid w:val="00C4434E"/>
    <w:rsid w:val="00C447AE"/>
    <w:rsid w:val="00C4508B"/>
    <w:rsid w:val="00C45172"/>
    <w:rsid w:val="00C4532D"/>
    <w:rsid w:val="00C45CA3"/>
    <w:rsid w:val="00C476E7"/>
    <w:rsid w:val="00C507E0"/>
    <w:rsid w:val="00C50FB8"/>
    <w:rsid w:val="00C51A81"/>
    <w:rsid w:val="00C559E8"/>
    <w:rsid w:val="00C56E99"/>
    <w:rsid w:val="00C576C4"/>
    <w:rsid w:val="00C57A32"/>
    <w:rsid w:val="00C57A91"/>
    <w:rsid w:val="00C61A34"/>
    <w:rsid w:val="00C62721"/>
    <w:rsid w:val="00C669FA"/>
    <w:rsid w:val="00C70061"/>
    <w:rsid w:val="00C71012"/>
    <w:rsid w:val="00C71E3B"/>
    <w:rsid w:val="00C71ECD"/>
    <w:rsid w:val="00C7290A"/>
    <w:rsid w:val="00C746D0"/>
    <w:rsid w:val="00C756EE"/>
    <w:rsid w:val="00C80EE3"/>
    <w:rsid w:val="00C81350"/>
    <w:rsid w:val="00C84904"/>
    <w:rsid w:val="00C87D38"/>
    <w:rsid w:val="00C904B3"/>
    <w:rsid w:val="00C907F5"/>
    <w:rsid w:val="00C90ABC"/>
    <w:rsid w:val="00C9215E"/>
    <w:rsid w:val="00C9342C"/>
    <w:rsid w:val="00C937DE"/>
    <w:rsid w:val="00C9421F"/>
    <w:rsid w:val="00C9499B"/>
    <w:rsid w:val="00C95AC2"/>
    <w:rsid w:val="00C97C4B"/>
    <w:rsid w:val="00CA04EB"/>
    <w:rsid w:val="00CA05FD"/>
    <w:rsid w:val="00CA1E27"/>
    <w:rsid w:val="00CA20A7"/>
    <w:rsid w:val="00CA3F45"/>
    <w:rsid w:val="00CA59D9"/>
    <w:rsid w:val="00CB0D97"/>
    <w:rsid w:val="00CB0F1A"/>
    <w:rsid w:val="00CB1A5F"/>
    <w:rsid w:val="00CB1B68"/>
    <w:rsid w:val="00CB1DDA"/>
    <w:rsid w:val="00CB2655"/>
    <w:rsid w:val="00CB327F"/>
    <w:rsid w:val="00CB34C9"/>
    <w:rsid w:val="00CB397A"/>
    <w:rsid w:val="00CB64B5"/>
    <w:rsid w:val="00CC0204"/>
    <w:rsid w:val="00CC07B7"/>
    <w:rsid w:val="00CC173D"/>
    <w:rsid w:val="00CC2D1D"/>
    <w:rsid w:val="00CC6DEC"/>
    <w:rsid w:val="00CC7722"/>
    <w:rsid w:val="00CC7CC4"/>
    <w:rsid w:val="00CD02DF"/>
    <w:rsid w:val="00CD2C1A"/>
    <w:rsid w:val="00CD774B"/>
    <w:rsid w:val="00CE1EFC"/>
    <w:rsid w:val="00CE2549"/>
    <w:rsid w:val="00CE2D8B"/>
    <w:rsid w:val="00CE5EF7"/>
    <w:rsid w:val="00CE6816"/>
    <w:rsid w:val="00CE695B"/>
    <w:rsid w:val="00CE74A5"/>
    <w:rsid w:val="00CE799B"/>
    <w:rsid w:val="00CF0329"/>
    <w:rsid w:val="00CF0690"/>
    <w:rsid w:val="00CF0D99"/>
    <w:rsid w:val="00CF1F12"/>
    <w:rsid w:val="00CF2775"/>
    <w:rsid w:val="00CF35AD"/>
    <w:rsid w:val="00CF604E"/>
    <w:rsid w:val="00CF6C54"/>
    <w:rsid w:val="00D01BA0"/>
    <w:rsid w:val="00D02D00"/>
    <w:rsid w:val="00D042D4"/>
    <w:rsid w:val="00D07C69"/>
    <w:rsid w:val="00D11C35"/>
    <w:rsid w:val="00D12769"/>
    <w:rsid w:val="00D131A8"/>
    <w:rsid w:val="00D14382"/>
    <w:rsid w:val="00D15399"/>
    <w:rsid w:val="00D1570B"/>
    <w:rsid w:val="00D16C5B"/>
    <w:rsid w:val="00D20083"/>
    <w:rsid w:val="00D2055D"/>
    <w:rsid w:val="00D2058B"/>
    <w:rsid w:val="00D20D29"/>
    <w:rsid w:val="00D2106D"/>
    <w:rsid w:val="00D2525D"/>
    <w:rsid w:val="00D26777"/>
    <w:rsid w:val="00D27095"/>
    <w:rsid w:val="00D33BB7"/>
    <w:rsid w:val="00D35019"/>
    <w:rsid w:val="00D40522"/>
    <w:rsid w:val="00D40B19"/>
    <w:rsid w:val="00D40CDA"/>
    <w:rsid w:val="00D43ACE"/>
    <w:rsid w:val="00D44E1B"/>
    <w:rsid w:val="00D45F09"/>
    <w:rsid w:val="00D47F93"/>
    <w:rsid w:val="00D505A4"/>
    <w:rsid w:val="00D51723"/>
    <w:rsid w:val="00D51CC7"/>
    <w:rsid w:val="00D51F5D"/>
    <w:rsid w:val="00D52C3E"/>
    <w:rsid w:val="00D53060"/>
    <w:rsid w:val="00D535F9"/>
    <w:rsid w:val="00D5591C"/>
    <w:rsid w:val="00D5660F"/>
    <w:rsid w:val="00D56625"/>
    <w:rsid w:val="00D60C86"/>
    <w:rsid w:val="00D62ED6"/>
    <w:rsid w:val="00D63FA0"/>
    <w:rsid w:val="00D645F0"/>
    <w:rsid w:val="00D655C4"/>
    <w:rsid w:val="00D65646"/>
    <w:rsid w:val="00D65B8D"/>
    <w:rsid w:val="00D704A1"/>
    <w:rsid w:val="00D71643"/>
    <w:rsid w:val="00D75A53"/>
    <w:rsid w:val="00D75CFC"/>
    <w:rsid w:val="00D75F86"/>
    <w:rsid w:val="00D80F5E"/>
    <w:rsid w:val="00D810DF"/>
    <w:rsid w:val="00D818CA"/>
    <w:rsid w:val="00D826E1"/>
    <w:rsid w:val="00D83B04"/>
    <w:rsid w:val="00D83B9B"/>
    <w:rsid w:val="00D84D60"/>
    <w:rsid w:val="00D8562C"/>
    <w:rsid w:val="00D87197"/>
    <w:rsid w:val="00D87F13"/>
    <w:rsid w:val="00D90EDD"/>
    <w:rsid w:val="00D91F1A"/>
    <w:rsid w:val="00D96CE3"/>
    <w:rsid w:val="00D96E2A"/>
    <w:rsid w:val="00D97BF6"/>
    <w:rsid w:val="00D97D4B"/>
    <w:rsid w:val="00DA0A63"/>
    <w:rsid w:val="00DA0C12"/>
    <w:rsid w:val="00DA3A12"/>
    <w:rsid w:val="00DA5BCD"/>
    <w:rsid w:val="00DA65DE"/>
    <w:rsid w:val="00DB0E62"/>
    <w:rsid w:val="00DB25E5"/>
    <w:rsid w:val="00DB2A75"/>
    <w:rsid w:val="00DB402F"/>
    <w:rsid w:val="00DB41E3"/>
    <w:rsid w:val="00DB52F3"/>
    <w:rsid w:val="00DC14BA"/>
    <w:rsid w:val="00DC354E"/>
    <w:rsid w:val="00DC42C5"/>
    <w:rsid w:val="00DC714D"/>
    <w:rsid w:val="00DC74D6"/>
    <w:rsid w:val="00DC7D95"/>
    <w:rsid w:val="00DD0C5F"/>
    <w:rsid w:val="00DD2DDB"/>
    <w:rsid w:val="00DD5048"/>
    <w:rsid w:val="00DD6B31"/>
    <w:rsid w:val="00DE0696"/>
    <w:rsid w:val="00DE0A9C"/>
    <w:rsid w:val="00DE143B"/>
    <w:rsid w:val="00DE45B2"/>
    <w:rsid w:val="00DE540F"/>
    <w:rsid w:val="00DE6280"/>
    <w:rsid w:val="00DE6A6B"/>
    <w:rsid w:val="00DE79F0"/>
    <w:rsid w:val="00DF07B6"/>
    <w:rsid w:val="00DF0B5B"/>
    <w:rsid w:val="00DF149E"/>
    <w:rsid w:val="00DF2229"/>
    <w:rsid w:val="00DF2443"/>
    <w:rsid w:val="00DF56A0"/>
    <w:rsid w:val="00DF625C"/>
    <w:rsid w:val="00DF62A0"/>
    <w:rsid w:val="00DF78A4"/>
    <w:rsid w:val="00DF7B56"/>
    <w:rsid w:val="00E02B0F"/>
    <w:rsid w:val="00E06449"/>
    <w:rsid w:val="00E0795F"/>
    <w:rsid w:val="00E079BA"/>
    <w:rsid w:val="00E104DE"/>
    <w:rsid w:val="00E10679"/>
    <w:rsid w:val="00E11C68"/>
    <w:rsid w:val="00E13110"/>
    <w:rsid w:val="00E13C57"/>
    <w:rsid w:val="00E14F43"/>
    <w:rsid w:val="00E1540A"/>
    <w:rsid w:val="00E2001D"/>
    <w:rsid w:val="00E20761"/>
    <w:rsid w:val="00E207B4"/>
    <w:rsid w:val="00E21003"/>
    <w:rsid w:val="00E2115F"/>
    <w:rsid w:val="00E216CF"/>
    <w:rsid w:val="00E25314"/>
    <w:rsid w:val="00E25AA0"/>
    <w:rsid w:val="00E27887"/>
    <w:rsid w:val="00E27E90"/>
    <w:rsid w:val="00E30104"/>
    <w:rsid w:val="00E30A2A"/>
    <w:rsid w:val="00E31E7F"/>
    <w:rsid w:val="00E320F5"/>
    <w:rsid w:val="00E324B6"/>
    <w:rsid w:val="00E35373"/>
    <w:rsid w:val="00E36A90"/>
    <w:rsid w:val="00E37A2D"/>
    <w:rsid w:val="00E37DA4"/>
    <w:rsid w:val="00E4067A"/>
    <w:rsid w:val="00E41E73"/>
    <w:rsid w:val="00E44DEE"/>
    <w:rsid w:val="00E455F1"/>
    <w:rsid w:val="00E507A8"/>
    <w:rsid w:val="00E51F34"/>
    <w:rsid w:val="00E54362"/>
    <w:rsid w:val="00E548E0"/>
    <w:rsid w:val="00E556F7"/>
    <w:rsid w:val="00E5683F"/>
    <w:rsid w:val="00E607A7"/>
    <w:rsid w:val="00E628AC"/>
    <w:rsid w:val="00E6352B"/>
    <w:rsid w:val="00E66E68"/>
    <w:rsid w:val="00E70697"/>
    <w:rsid w:val="00E70A04"/>
    <w:rsid w:val="00E710B1"/>
    <w:rsid w:val="00E72820"/>
    <w:rsid w:val="00E73EE5"/>
    <w:rsid w:val="00E7411B"/>
    <w:rsid w:val="00E7485C"/>
    <w:rsid w:val="00E75104"/>
    <w:rsid w:val="00E77F84"/>
    <w:rsid w:val="00E809BE"/>
    <w:rsid w:val="00E80B48"/>
    <w:rsid w:val="00E8247D"/>
    <w:rsid w:val="00E82A5D"/>
    <w:rsid w:val="00E82C2B"/>
    <w:rsid w:val="00E839EC"/>
    <w:rsid w:val="00E83C4C"/>
    <w:rsid w:val="00E84749"/>
    <w:rsid w:val="00E84FCB"/>
    <w:rsid w:val="00E85688"/>
    <w:rsid w:val="00E9077C"/>
    <w:rsid w:val="00E91336"/>
    <w:rsid w:val="00E9152C"/>
    <w:rsid w:val="00E91FF8"/>
    <w:rsid w:val="00E923D9"/>
    <w:rsid w:val="00E9374C"/>
    <w:rsid w:val="00E942BD"/>
    <w:rsid w:val="00E94353"/>
    <w:rsid w:val="00E9544A"/>
    <w:rsid w:val="00EA16B5"/>
    <w:rsid w:val="00EA2260"/>
    <w:rsid w:val="00EA2D2B"/>
    <w:rsid w:val="00EA433C"/>
    <w:rsid w:val="00EA51DC"/>
    <w:rsid w:val="00EA721A"/>
    <w:rsid w:val="00EA77AF"/>
    <w:rsid w:val="00EB0D04"/>
    <w:rsid w:val="00EB1148"/>
    <w:rsid w:val="00EB1314"/>
    <w:rsid w:val="00EB203D"/>
    <w:rsid w:val="00EB2228"/>
    <w:rsid w:val="00EB3087"/>
    <w:rsid w:val="00EB3C70"/>
    <w:rsid w:val="00EB5702"/>
    <w:rsid w:val="00EB5769"/>
    <w:rsid w:val="00EB6CE4"/>
    <w:rsid w:val="00EB7BF1"/>
    <w:rsid w:val="00EC1F54"/>
    <w:rsid w:val="00EC2365"/>
    <w:rsid w:val="00EC3503"/>
    <w:rsid w:val="00EC47B9"/>
    <w:rsid w:val="00EC50A2"/>
    <w:rsid w:val="00EC5952"/>
    <w:rsid w:val="00EC6273"/>
    <w:rsid w:val="00ED054A"/>
    <w:rsid w:val="00ED0DBE"/>
    <w:rsid w:val="00ED2E97"/>
    <w:rsid w:val="00ED2F36"/>
    <w:rsid w:val="00ED45D1"/>
    <w:rsid w:val="00ED47EF"/>
    <w:rsid w:val="00ED506C"/>
    <w:rsid w:val="00ED533B"/>
    <w:rsid w:val="00ED602F"/>
    <w:rsid w:val="00ED6564"/>
    <w:rsid w:val="00ED6CB2"/>
    <w:rsid w:val="00ED78A2"/>
    <w:rsid w:val="00ED7CD2"/>
    <w:rsid w:val="00EE06B9"/>
    <w:rsid w:val="00EE120D"/>
    <w:rsid w:val="00EE1364"/>
    <w:rsid w:val="00EE172A"/>
    <w:rsid w:val="00EE2AC1"/>
    <w:rsid w:val="00EE312D"/>
    <w:rsid w:val="00EE358A"/>
    <w:rsid w:val="00EE3728"/>
    <w:rsid w:val="00EE444C"/>
    <w:rsid w:val="00EE472D"/>
    <w:rsid w:val="00EE57B6"/>
    <w:rsid w:val="00EE5E17"/>
    <w:rsid w:val="00EE7F41"/>
    <w:rsid w:val="00EF0131"/>
    <w:rsid w:val="00EF0470"/>
    <w:rsid w:val="00EF2BED"/>
    <w:rsid w:val="00EF34BC"/>
    <w:rsid w:val="00EF3725"/>
    <w:rsid w:val="00EF5B82"/>
    <w:rsid w:val="00EF636B"/>
    <w:rsid w:val="00EF6C02"/>
    <w:rsid w:val="00EF7377"/>
    <w:rsid w:val="00EF78F8"/>
    <w:rsid w:val="00F00199"/>
    <w:rsid w:val="00F0081A"/>
    <w:rsid w:val="00F01191"/>
    <w:rsid w:val="00F0128E"/>
    <w:rsid w:val="00F022DA"/>
    <w:rsid w:val="00F02C75"/>
    <w:rsid w:val="00F02C93"/>
    <w:rsid w:val="00F02CD0"/>
    <w:rsid w:val="00F0301E"/>
    <w:rsid w:val="00F04138"/>
    <w:rsid w:val="00F049A0"/>
    <w:rsid w:val="00F04A0C"/>
    <w:rsid w:val="00F06E8F"/>
    <w:rsid w:val="00F1019E"/>
    <w:rsid w:val="00F106E0"/>
    <w:rsid w:val="00F11582"/>
    <w:rsid w:val="00F1247E"/>
    <w:rsid w:val="00F12623"/>
    <w:rsid w:val="00F12A26"/>
    <w:rsid w:val="00F13D96"/>
    <w:rsid w:val="00F142CB"/>
    <w:rsid w:val="00F14466"/>
    <w:rsid w:val="00F14A62"/>
    <w:rsid w:val="00F20E37"/>
    <w:rsid w:val="00F24244"/>
    <w:rsid w:val="00F247EB"/>
    <w:rsid w:val="00F24C60"/>
    <w:rsid w:val="00F25815"/>
    <w:rsid w:val="00F25859"/>
    <w:rsid w:val="00F2647B"/>
    <w:rsid w:val="00F274AF"/>
    <w:rsid w:val="00F35749"/>
    <w:rsid w:val="00F35B3F"/>
    <w:rsid w:val="00F37581"/>
    <w:rsid w:val="00F37C64"/>
    <w:rsid w:val="00F40FCD"/>
    <w:rsid w:val="00F44180"/>
    <w:rsid w:val="00F479F8"/>
    <w:rsid w:val="00F507DF"/>
    <w:rsid w:val="00F51703"/>
    <w:rsid w:val="00F51704"/>
    <w:rsid w:val="00F52541"/>
    <w:rsid w:val="00F52D60"/>
    <w:rsid w:val="00F536C4"/>
    <w:rsid w:val="00F5375F"/>
    <w:rsid w:val="00F53FE8"/>
    <w:rsid w:val="00F60434"/>
    <w:rsid w:val="00F615F8"/>
    <w:rsid w:val="00F61C7E"/>
    <w:rsid w:val="00F6273F"/>
    <w:rsid w:val="00F63518"/>
    <w:rsid w:val="00F63B0F"/>
    <w:rsid w:val="00F643BE"/>
    <w:rsid w:val="00F643D9"/>
    <w:rsid w:val="00F64AE6"/>
    <w:rsid w:val="00F65503"/>
    <w:rsid w:val="00F656F1"/>
    <w:rsid w:val="00F65BDB"/>
    <w:rsid w:val="00F665DB"/>
    <w:rsid w:val="00F66AFD"/>
    <w:rsid w:val="00F70823"/>
    <w:rsid w:val="00F71D3B"/>
    <w:rsid w:val="00F72E43"/>
    <w:rsid w:val="00F7347B"/>
    <w:rsid w:val="00F74055"/>
    <w:rsid w:val="00F74177"/>
    <w:rsid w:val="00F74BBA"/>
    <w:rsid w:val="00F75405"/>
    <w:rsid w:val="00F7591C"/>
    <w:rsid w:val="00F771CB"/>
    <w:rsid w:val="00F776AE"/>
    <w:rsid w:val="00F777BB"/>
    <w:rsid w:val="00F778E1"/>
    <w:rsid w:val="00F80D23"/>
    <w:rsid w:val="00F85399"/>
    <w:rsid w:val="00F858B3"/>
    <w:rsid w:val="00F861EE"/>
    <w:rsid w:val="00F86228"/>
    <w:rsid w:val="00F865F7"/>
    <w:rsid w:val="00F8703E"/>
    <w:rsid w:val="00F87773"/>
    <w:rsid w:val="00F91BD1"/>
    <w:rsid w:val="00F93813"/>
    <w:rsid w:val="00F9414F"/>
    <w:rsid w:val="00F94339"/>
    <w:rsid w:val="00F94C90"/>
    <w:rsid w:val="00F95584"/>
    <w:rsid w:val="00F95990"/>
    <w:rsid w:val="00F95AFF"/>
    <w:rsid w:val="00F96242"/>
    <w:rsid w:val="00F96A24"/>
    <w:rsid w:val="00F9758E"/>
    <w:rsid w:val="00F97810"/>
    <w:rsid w:val="00FA0761"/>
    <w:rsid w:val="00FA1DA3"/>
    <w:rsid w:val="00FA1FCF"/>
    <w:rsid w:val="00FA2B13"/>
    <w:rsid w:val="00FA2FB8"/>
    <w:rsid w:val="00FA535F"/>
    <w:rsid w:val="00FA6659"/>
    <w:rsid w:val="00FA72F5"/>
    <w:rsid w:val="00FA7718"/>
    <w:rsid w:val="00FB0539"/>
    <w:rsid w:val="00FB1037"/>
    <w:rsid w:val="00FB37A2"/>
    <w:rsid w:val="00FB5798"/>
    <w:rsid w:val="00FC0EDD"/>
    <w:rsid w:val="00FC16ED"/>
    <w:rsid w:val="00FC1AFE"/>
    <w:rsid w:val="00FC3F98"/>
    <w:rsid w:val="00FC4175"/>
    <w:rsid w:val="00FC49AD"/>
    <w:rsid w:val="00FC5798"/>
    <w:rsid w:val="00FC6E03"/>
    <w:rsid w:val="00FC745A"/>
    <w:rsid w:val="00FD037A"/>
    <w:rsid w:val="00FD0756"/>
    <w:rsid w:val="00FD33DC"/>
    <w:rsid w:val="00FD3CCD"/>
    <w:rsid w:val="00FD584B"/>
    <w:rsid w:val="00FD59A7"/>
    <w:rsid w:val="00FD59D6"/>
    <w:rsid w:val="00FD67D6"/>
    <w:rsid w:val="00FD7FE8"/>
    <w:rsid w:val="00FE04B4"/>
    <w:rsid w:val="00FE0B03"/>
    <w:rsid w:val="00FE0B50"/>
    <w:rsid w:val="00FE0CB2"/>
    <w:rsid w:val="00FE10A5"/>
    <w:rsid w:val="00FE22E9"/>
    <w:rsid w:val="00FE2337"/>
    <w:rsid w:val="00FE25C1"/>
    <w:rsid w:val="00FE2A89"/>
    <w:rsid w:val="00FE45DB"/>
    <w:rsid w:val="00FE6FFB"/>
    <w:rsid w:val="00FF0019"/>
    <w:rsid w:val="00FF3FE7"/>
    <w:rsid w:val="00FF57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6E86D07"/>
  <w15:docId w15:val="{6E2FAA55-13A6-459A-A340-7BA8FF5F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D95"/>
    <w:pPr>
      <w:spacing w:line="276" w:lineRule="auto"/>
    </w:pPr>
    <w:rPr>
      <w:rFonts w:ascii="Arial" w:hAnsi="Arial"/>
      <w:szCs w:val="22"/>
      <w:lang w:eastAsia="en-US"/>
    </w:rPr>
  </w:style>
  <w:style w:type="paragraph" w:styleId="berschrift1">
    <w:name w:val="heading 1"/>
    <w:basedOn w:val="Standard"/>
    <w:next w:val="Standard"/>
    <w:link w:val="berschrift1Zchn"/>
    <w:uiPriority w:val="9"/>
    <w:qFormat/>
    <w:rsid w:val="00B178ED"/>
    <w:pPr>
      <w:keepNext/>
      <w:keepLines/>
      <w:numPr>
        <w:numId w:val="6"/>
      </w:numPr>
      <w:spacing w:before="240" w:after="120"/>
      <w:outlineLvl w:val="0"/>
    </w:pPr>
    <w:rPr>
      <w:rFonts w:eastAsia="Times New Roman"/>
      <w:b/>
      <w:bCs/>
      <w:sz w:val="24"/>
      <w:szCs w:val="28"/>
    </w:rPr>
  </w:style>
  <w:style w:type="paragraph" w:styleId="berschrift2">
    <w:name w:val="heading 2"/>
    <w:basedOn w:val="berschrift1"/>
    <w:next w:val="Standard"/>
    <w:link w:val="berschrift2Zchn"/>
    <w:uiPriority w:val="9"/>
    <w:unhideWhenUsed/>
    <w:qFormat/>
    <w:rsid w:val="00BA7B95"/>
    <w:pPr>
      <w:outlineLvl w:val="1"/>
    </w:pPr>
    <w:rPr>
      <w:b w:val="0"/>
      <w:sz w:val="22"/>
    </w:rPr>
  </w:style>
  <w:style w:type="paragraph" w:styleId="berschrift3">
    <w:name w:val="heading 3"/>
    <w:basedOn w:val="Standard"/>
    <w:next w:val="Standard"/>
    <w:link w:val="berschrift3Zchn"/>
    <w:uiPriority w:val="9"/>
    <w:unhideWhenUsed/>
    <w:qFormat/>
    <w:rsid w:val="009F0925"/>
    <w:pPr>
      <w:keepNext/>
      <w:keepLines/>
      <w:numPr>
        <w:ilvl w:val="2"/>
        <w:numId w:val="2"/>
      </w:numPr>
      <w:spacing w:before="240" w:after="120"/>
      <w:outlineLvl w:val="2"/>
    </w:pPr>
    <w:rPr>
      <w:rFonts w:eastAsia="Times New Roman"/>
      <w:bCs/>
      <w:szCs w:val="20"/>
    </w:rPr>
  </w:style>
  <w:style w:type="paragraph" w:styleId="berschrift4">
    <w:name w:val="heading 4"/>
    <w:basedOn w:val="Standard"/>
    <w:next w:val="Standard"/>
    <w:link w:val="berschrift4Zchn"/>
    <w:uiPriority w:val="9"/>
    <w:unhideWhenUsed/>
    <w:qFormat/>
    <w:rsid w:val="0087388C"/>
    <w:pPr>
      <w:keepNext/>
      <w:keepLines/>
      <w:numPr>
        <w:ilvl w:val="3"/>
        <w:numId w:val="2"/>
      </w:numPr>
      <w:spacing w:before="240" w:after="60"/>
      <w:outlineLvl w:val="3"/>
    </w:pPr>
    <w:rPr>
      <w:rFonts w:eastAsia="Times New Roman"/>
      <w:bCs/>
      <w:iCs/>
      <w:sz w:val="24"/>
      <w:szCs w:val="24"/>
    </w:rPr>
  </w:style>
  <w:style w:type="paragraph" w:styleId="berschrift5">
    <w:name w:val="heading 5"/>
    <w:basedOn w:val="Standard"/>
    <w:next w:val="Standard"/>
    <w:link w:val="berschrift5Zchn"/>
    <w:uiPriority w:val="9"/>
    <w:unhideWhenUsed/>
    <w:qFormat/>
    <w:rsid w:val="009D0D27"/>
    <w:pPr>
      <w:keepNext/>
      <w:keepLines/>
      <w:numPr>
        <w:ilvl w:val="4"/>
        <w:numId w:val="2"/>
      </w:numPr>
      <w:spacing w:before="240" w:after="60"/>
      <w:outlineLvl w:val="4"/>
    </w:pPr>
    <w:rPr>
      <w:rFonts w:eastAsia="Times New Roman"/>
      <w:szCs w:val="20"/>
    </w:rPr>
  </w:style>
  <w:style w:type="paragraph" w:styleId="berschrift6">
    <w:name w:val="heading 6"/>
    <w:basedOn w:val="Standard"/>
    <w:next w:val="Standard"/>
    <w:link w:val="berschrift6Zchn"/>
    <w:uiPriority w:val="9"/>
    <w:unhideWhenUsed/>
    <w:rsid w:val="00066A9A"/>
    <w:pPr>
      <w:keepNext/>
      <w:keepLines/>
      <w:numPr>
        <w:ilvl w:val="5"/>
        <w:numId w:val="2"/>
      </w:numPr>
      <w:outlineLvl w:val="5"/>
    </w:pPr>
    <w:rPr>
      <w:rFonts w:eastAsia="Times New Roman"/>
      <w:iCs/>
      <w:szCs w:val="20"/>
    </w:rPr>
  </w:style>
  <w:style w:type="paragraph" w:styleId="berschrift7">
    <w:name w:val="heading 7"/>
    <w:basedOn w:val="Standard"/>
    <w:next w:val="Standard"/>
    <w:link w:val="berschrift7Zchn"/>
    <w:uiPriority w:val="9"/>
    <w:unhideWhenUsed/>
    <w:qFormat/>
    <w:rsid w:val="009F0925"/>
    <w:pPr>
      <w:keepNext/>
      <w:keepLines/>
      <w:numPr>
        <w:ilvl w:val="6"/>
        <w:numId w:val="2"/>
      </w:numPr>
      <w:spacing w:before="200"/>
      <w:outlineLvl w:val="6"/>
    </w:pPr>
    <w:rPr>
      <w:rFonts w:ascii="Cambria" w:eastAsia="Times New Roman" w:hAnsi="Cambria"/>
      <w:i/>
      <w:iCs/>
      <w:color w:val="404040"/>
      <w:szCs w:val="20"/>
    </w:rPr>
  </w:style>
  <w:style w:type="paragraph" w:styleId="berschrift8">
    <w:name w:val="heading 8"/>
    <w:basedOn w:val="Standard"/>
    <w:next w:val="Standard"/>
    <w:link w:val="berschrift8Zchn"/>
    <w:uiPriority w:val="9"/>
    <w:semiHidden/>
    <w:unhideWhenUsed/>
    <w:qFormat/>
    <w:rsid w:val="009F0925"/>
    <w:pPr>
      <w:keepNext/>
      <w:keepLines/>
      <w:numPr>
        <w:ilvl w:val="7"/>
        <w:numId w:val="2"/>
      </w:numPr>
      <w:spacing w:before="200"/>
      <w:outlineLvl w:val="7"/>
    </w:pPr>
    <w:rPr>
      <w:rFonts w:ascii="Cambria" w:eastAsia="Times New Roman" w:hAnsi="Cambria"/>
      <w:color w:val="404040"/>
      <w:szCs w:val="20"/>
    </w:rPr>
  </w:style>
  <w:style w:type="paragraph" w:styleId="berschrift9">
    <w:name w:val="heading 9"/>
    <w:basedOn w:val="Standard"/>
    <w:next w:val="Standard"/>
    <w:link w:val="berschrift9Zchn"/>
    <w:uiPriority w:val="9"/>
    <w:semiHidden/>
    <w:unhideWhenUsed/>
    <w:qFormat/>
    <w:rsid w:val="009F0925"/>
    <w:pPr>
      <w:keepNext/>
      <w:keepLines/>
      <w:numPr>
        <w:ilvl w:val="8"/>
        <w:numId w:val="2"/>
      </w:numPr>
      <w:spacing w:before="200"/>
      <w:outlineLvl w:val="8"/>
    </w:pPr>
    <w:rPr>
      <w:rFonts w:ascii="Cambria" w:eastAsia="Times New Roman" w:hAnsi="Cambria"/>
      <w:i/>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178ED"/>
    <w:rPr>
      <w:rFonts w:ascii="Arial" w:eastAsia="Times New Roman" w:hAnsi="Arial"/>
      <w:b/>
      <w:bCs/>
      <w:sz w:val="24"/>
      <w:szCs w:val="28"/>
      <w:lang w:eastAsia="en-US"/>
    </w:rPr>
  </w:style>
  <w:style w:type="character" w:customStyle="1" w:styleId="berschrift2Zchn">
    <w:name w:val="Überschrift 2 Zchn"/>
    <w:link w:val="berschrift2"/>
    <w:uiPriority w:val="9"/>
    <w:rsid w:val="00BA7B95"/>
    <w:rPr>
      <w:rFonts w:ascii="Arial" w:eastAsia="Times New Roman" w:hAnsi="Arial"/>
      <w:bCs/>
      <w:sz w:val="22"/>
      <w:szCs w:val="28"/>
      <w:lang w:eastAsia="en-US"/>
    </w:rPr>
  </w:style>
  <w:style w:type="character" w:customStyle="1" w:styleId="berschrift3Zchn">
    <w:name w:val="Überschrift 3 Zchn"/>
    <w:link w:val="berschrift3"/>
    <w:uiPriority w:val="9"/>
    <w:rsid w:val="009F0925"/>
    <w:rPr>
      <w:rFonts w:ascii="Arial" w:eastAsia="Times New Roman" w:hAnsi="Arial"/>
      <w:bCs/>
      <w:lang w:eastAsia="en-US"/>
    </w:rPr>
  </w:style>
  <w:style w:type="character" w:customStyle="1" w:styleId="berschrift4Zchn">
    <w:name w:val="Überschrift 4 Zchn"/>
    <w:link w:val="berschrift4"/>
    <w:uiPriority w:val="9"/>
    <w:rsid w:val="0087388C"/>
    <w:rPr>
      <w:rFonts w:ascii="Arial" w:eastAsia="Times New Roman" w:hAnsi="Arial"/>
      <w:bCs/>
      <w:iCs/>
      <w:sz w:val="24"/>
      <w:szCs w:val="24"/>
      <w:lang w:eastAsia="en-US"/>
    </w:rPr>
  </w:style>
  <w:style w:type="character" w:customStyle="1" w:styleId="berschrift5Zchn">
    <w:name w:val="Überschrift 5 Zchn"/>
    <w:link w:val="berschrift5"/>
    <w:uiPriority w:val="9"/>
    <w:rsid w:val="009D0D27"/>
    <w:rPr>
      <w:rFonts w:ascii="Arial" w:eastAsia="Times New Roman" w:hAnsi="Arial"/>
      <w:lang w:eastAsia="en-US"/>
    </w:rPr>
  </w:style>
  <w:style w:type="character" w:customStyle="1" w:styleId="berschrift6Zchn">
    <w:name w:val="Überschrift 6 Zchn"/>
    <w:link w:val="berschrift6"/>
    <w:uiPriority w:val="9"/>
    <w:rsid w:val="00066A9A"/>
    <w:rPr>
      <w:rFonts w:ascii="Arial" w:eastAsia="Times New Roman" w:hAnsi="Arial"/>
      <w:iCs/>
      <w:lang w:eastAsia="en-US"/>
    </w:rPr>
  </w:style>
  <w:style w:type="character" w:customStyle="1" w:styleId="berschrift7Zchn">
    <w:name w:val="Überschrift 7 Zchn"/>
    <w:link w:val="berschrift7"/>
    <w:uiPriority w:val="9"/>
    <w:rsid w:val="009F0925"/>
    <w:rPr>
      <w:rFonts w:ascii="Cambria" w:eastAsia="Times New Roman" w:hAnsi="Cambria"/>
      <w:i/>
      <w:iCs/>
      <w:color w:val="404040"/>
      <w:lang w:eastAsia="en-US"/>
    </w:rPr>
  </w:style>
  <w:style w:type="character" w:customStyle="1" w:styleId="berschrift8Zchn">
    <w:name w:val="Überschrift 8 Zchn"/>
    <w:link w:val="berschrift8"/>
    <w:uiPriority w:val="9"/>
    <w:semiHidden/>
    <w:rsid w:val="009F0925"/>
    <w:rPr>
      <w:rFonts w:ascii="Cambria" w:eastAsia="Times New Roman" w:hAnsi="Cambria"/>
      <w:color w:val="404040"/>
      <w:lang w:eastAsia="en-US"/>
    </w:rPr>
  </w:style>
  <w:style w:type="character" w:customStyle="1" w:styleId="berschrift9Zchn">
    <w:name w:val="Überschrift 9 Zchn"/>
    <w:link w:val="berschrift9"/>
    <w:uiPriority w:val="9"/>
    <w:semiHidden/>
    <w:rsid w:val="009F0925"/>
    <w:rPr>
      <w:rFonts w:ascii="Cambria" w:eastAsia="Times New Roman" w:hAnsi="Cambria"/>
      <w:i/>
      <w:iCs/>
      <w:color w:val="404040"/>
      <w:lang w:eastAsia="en-US"/>
    </w:rPr>
  </w:style>
  <w:style w:type="paragraph" w:styleId="Kopfzeile">
    <w:name w:val="header"/>
    <w:basedOn w:val="Standard"/>
    <w:link w:val="KopfzeileZchn"/>
    <w:unhideWhenUsed/>
    <w:rsid w:val="009020CE"/>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9020CE"/>
  </w:style>
  <w:style w:type="paragraph" w:styleId="Fuzeile">
    <w:name w:val="footer"/>
    <w:basedOn w:val="Standard"/>
    <w:link w:val="FuzeileZchn"/>
    <w:uiPriority w:val="99"/>
    <w:unhideWhenUsed/>
    <w:qFormat/>
    <w:rsid w:val="00066A9A"/>
    <w:pPr>
      <w:tabs>
        <w:tab w:val="center" w:pos="4536"/>
        <w:tab w:val="right" w:pos="9072"/>
      </w:tabs>
      <w:spacing w:line="240" w:lineRule="auto"/>
    </w:pPr>
    <w:rPr>
      <w:sz w:val="16"/>
      <w:szCs w:val="20"/>
      <w:lang w:val="x-none" w:eastAsia="x-none"/>
    </w:rPr>
  </w:style>
  <w:style w:type="character" w:customStyle="1" w:styleId="FuzeileZchn">
    <w:name w:val="Fußzeile Zchn"/>
    <w:link w:val="Fuzeile"/>
    <w:uiPriority w:val="99"/>
    <w:rsid w:val="00066A9A"/>
    <w:rPr>
      <w:rFonts w:ascii="Arial" w:hAnsi="Arial"/>
      <w:sz w:val="16"/>
    </w:rPr>
  </w:style>
  <w:style w:type="paragraph" w:styleId="KeinLeerraum">
    <w:name w:val="No Spacing"/>
    <w:uiPriority w:val="1"/>
    <w:rsid w:val="009020CE"/>
    <w:rPr>
      <w:sz w:val="22"/>
      <w:szCs w:val="22"/>
      <w:lang w:val="de-DE" w:eastAsia="en-US"/>
    </w:rPr>
  </w:style>
  <w:style w:type="paragraph" w:styleId="Sprechblasentext">
    <w:name w:val="Balloon Text"/>
    <w:basedOn w:val="Standard"/>
    <w:link w:val="SprechblasentextZchn"/>
    <w:uiPriority w:val="99"/>
    <w:semiHidden/>
    <w:unhideWhenUsed/>
    <w:rsid w:val="003C228A"/>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C228A"/>
    <w:rPr>
      <w:rFonts w:ascii="Tahoma" w:hAnsi="Tahoma" w:cs="Tahoma"/>
      <w:sz w:val="16"/>
      <w:szCs w:val="16"/>
    </w:rPr>
  </w:style>
  <w:style w:type="paragraph" w:styleId="Listenabsatz">
    <w:name w:val="List Paragraph"/>
    <w:basedOn w:val="Standard"/>
    <w:uiPriority w:val="34"/>
    <w:qFormat/>
    <w:rsid w:val="00E77F84"/>
    <w:pPr>
      <w:ind w:left="720"/>
      <w:contextualSpacing/>
    </w:pPr>
  </w:style>
  <w:style w:type="table" w:styleId="Tabellenraster">
    <w:name w:val="Table Grid"/>
    <w:basedOn w:val="NormaleTabelle"/>
    <w:uiPriority w:val="59"/>
    <w:rsid w:val="00454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elberschrift">
    <w:name w:val="TitelÜberschrift"/>
    <w:basedOn w:val="Standard"/>
    <w:next w:val="Standard"/>
    <w:autoRedefine/>
    <w:qFormat/>
    <w:rsid w:val="00455A35"/>
    <w:pPr>
      <w:spacing w:before="240" w:after="240"/>
      <w:ind w:left="720" w:hanging="720"/>
      <w:contextualSpacing/>
    </w:pPr>
    <w:rPr>
      <w:rFonts w:cs="Arial"/>
      <w:b/>
      <w:sz w:val="24"/>
      <w:szCs w:val="28"/>
    </w:rPr>
  </w:style>
  <w:style w:type="paragraph" w:styleId="Verzeichnis1">
    <w:name w:val="toc 1"/>
    <w:basedOn w:val="Standard"/>
    <w:next w:val="Standard"/>
    <w:autoRedefine/>
    <w:uiPriority w:val="39"/>
    <w:unhideWhenUsed/>
    <w:qFormat/>
    <w:rsid w:val="007B15F4"/>
    <w:pPr>
      <w:tabs>
        <w:tab w:val="left" w:pos="851"/>
        <w:tab w:val="right" w:leader="dot" w:pos="9344"/>
      </w:tabs>
      <w:spacing w:after="40"/>
      <w:ind w:left="851" w:hanging="851"/>
    </w:pPr>
    <w:rPr>
      <w:b/>
    </w:rPr>
  </w:style>
  <w:style w:type="paragraph" w:styleId="Verzeichnis2">
    <w:name w:val="toc 2"/>
    <w:basedOn w:val="Standard"/>
    <w:next w:val="Standard"/>
    <w:autoRedefine/>
    <w:uiPriority w:val="39"/>
    <w:unhideWhenUsed/>
    <w:qFormat/>
    <w:rsid w:val="007B15F4"/>
    <w:pPr>
      <w:tabs>
        <w:tab w:val="left" w:pos="880"/>
        <w:tab w:val="right" w:leader="dot" w:pos="9344"/>
      </w:tabs>
      <w:spacing w:before="40" w:after="40"/>
      <w:ind w:left="1049" w:hanging="851"/>
    </w:pPr>
    <w:rPr>
      <w:i/>
    </w:rPr>
  </w:style>
  <w:style w:type="paragraph" w:styleId="Verzeichnis3">
    <w:name w:val="toc 3"/>
    <w:basedOn w:val="Standard"/>
    <w:next w:val="Standard"/>
    <w:autoRedefine/>
    <w:uiPriority w:val="39"/>
    <w:unhideWhenUsed/>
    <w:qFormat/>
    <w:rsid w:val="007B15F4"/>
    <w:pPr>
      <w:tabs>
        <w:tab w:val="left" w:pos="851"/>
        <w:tab w:val="right" w:leader="dot" w:pos="9344"/>
      </w:tabs>
      <w:spacing w:before="40" w:after="40"/>
      <w:ind w:left="1254" w:hanging="851"/>
    </w:pPr>
  </w:style>
  <w:style w:type="paragraph" w:styleId="Verzeichnis4">
    <w:name w:val="toc 4"/>
    <w:basedOn w:val="Standard"/>
    <w:next w:val="Standard"/>
    <w:autoRedefine/>
    <w:uiPriority w:val="39"/>
    <w:unhideWhenUsed/>
    <w:qFormat/>
    <w:rsid w:val="007B15F4"/>
    <w:pPr>
      <w:tabs>
        <w:tab w:val="left" w:pos="851"/>
        <w:tab w:val="right" w:leader="dot" w:pos="9344"/>
      </w:tabs>
      <w:spacing w:before="40" w:after="40"/>
      <w:ind w:left="1452" w:hanging="851"/>
    </w:pPr>
  </w:style>
  <w:style w:type="character" w:styleId="Hyperlink">
    <w:name w:val="Hyperlink"/>
    <w:uiPriority w:val="99"/>
    <w:unhideWhenUsed/>
    <w:rsid w:val="00455A35"/>
    <w:rPr>
      <w:color w:val="0000FF"/>
      <w:u w:val="single"/>
    </w:rPr>
  </w:style>
  <w:style w:type="paragraph" w:styleId="Beschriftung">
    <w:name w:val="caption"/>
    <w:basedOn w:val="Standard"/>
    <w:next w:val="Standard"/>
    <w:uiPriority w:val="35"/>
    <w:unhideWhenUsed/>
    <w:qFormat/>
    <w:rsid w:val="00127B70"/>
    <w:pPr>
      <w:spacing w:before="120" w:after="240" w:line="240" w:lineRule="auto"/>
    </w:pPr>
    <w:rPr>
      <w:bCs/>
      <w:sz w:val="18"/>
      <w:szCs w:val="18"/>
    </w:rPr>
  </w:style>
  <w:style w:type="paragraph" w:styleId="Abbildungsverzeichnis">
    <w:name w:val="table of figures"/>
    <w:basedOn w:val="Standard"/>
    <w:next w:val="Standard"/>
    <w:uiPriority w:val="99"/>
    <w:unhideWhenUsed/>
    <w:qFormat/>
    <w:rsid w:val="0017245E"/>
  </w:style>
  <w:style w:type="paragraph" w:styleId="Titel">
    <w:name w:val="Title"/>
    <w:basedOn w:val="Standard"/>
    <w:next w:val="Standard"/>
    <w:link w:val="TitelZchn"/>
    <w:uiPriority w:val="10"/>
    <w:rsid w:val="00DC7D95"/>
    <w:pPr>
      <w:spacing w:before="120" w:after="120"/>
      <w:contextualSpacing/>
    </w:pPr>
    <w:rPr>
      <w:rFonts w:eastAsia="Times New Roman"/>
      <w:b/>
      <w:spacing w:val="5"/>
      <w:kern w:val="28"/>
      <w:sz w:val="28"/>
      <w:szCs w:val="52"/>
      <w:lang w:val="x-none" w:eastAsia="x-none"/>
    </w:rPr>
  </w:style>
  <w:style w:type="character" w:customStyle="1" w:styleId="TitelZchn">
    <w:name w:val="Titel Zchn"/>
    <w:link w:val="Titel"/>
    <w:uiPriority w:val="10"/>
    <w:rsid w:val="00DC7D95"/>
    <w:rPr>
      <w:rFonts w:ascii="Arial" w:eastAsia="Times New Roman" w:hAnsi="Arial" w:cs="Times New Roman"/>
      <w:b/>
      <w:spacing w:val="5"/>
      <w:kern w:val="28"/>
      <w:sz w:val="28"/>
      <w:szCs w:val="52"/>
    </w:rPr>
  </w:style>
  <w:style w:type="paragraph" w:styleId="Untertitel">
    <w:name w:val="Subtitle"/>
    <w:basedOn w:val="Standard"/>
    <w:next w:val="Standard"/>
    <w:link w:val="UntertitelZchn"/>
    <w:uiPriority w:val="11"/>
    <w:rsid w:val="00DC7D95"/>
    <w:pPr>
      <w:numPr>
        <w:ilvl w:val="1"/>
      </w:numPr>
    </w:pPr>
    <w:rPr>
      <w:rFonts w:eastAsia="Times New Roman"/>
      <w:iCs/>
      <w:spacing w:val="15"/>
      <w:sz w:val="24"/>
      <w:szCs w:val="24"/>
      <w:lang w:val="x-none" w:eastAsia="x-none"/>
    </w:rPr>
  </w:style>
  <w:style w:type="character" w:customStyle="1" w:styleId="UntertitelZchn">
    <w:name w:val="Untertitel Zchn"/>
    <w:link w:val="Untertitel"/>
    <w:uiPriority w:val="11"/>
    <w:rsid w:val="00DC7D95"/>
    <w:rPr>
      <w:rFonts w:ascii="Arial" w:eastAsia="Times New Roman" w:hAnsi="Arial" w:cs="Times New Roman"/>
      <w:iCs/>
      <w:spacing w:val="15"/>
      <w:sz w:val="24"/>
      <w:szCs w:val="24"/>
    </w:rPr>
  </w:style>
  <w:style w:type="paragraph" w:customStyle="1" w:styleId="Titelberschrift0">
    <w:name w:val="Titel Überschrift"/>
    <w:basedOn w:val="Standard"/>
    <w:rsid w:val="00BF4455"/>
    <w:pPr>
      <w:tabs>
        <w:tab w:val="left" w:pos="425"/>
        <w:tab w:val="left" w:pos="8494"/>
      </w:tabs>
      <w:spacing w:before="80" w:after="240" w:line="25" w:lineRule="atLeast"/>
      <w:jc w:val="both"/>
    </w:pPr>
    <w:rPr>
      <w:rFonts w:ascii="LTSyntax Regular" w:eastAsia="Times New Roman" w:hAnsi="LTSyntax Regular"/>
      <w:b/>
      <w:bCs/>
      <w:sz w:val="28"/>
      <w:szCs w:val="20"/>
      <w:lang w:eastAsia="de-DE"/>
    </w:rPr>
  </w:style>
  <w:style w:type="character" w:styleId="Kommentarzeichen">
    <w:name w:val="annotation reference"/>
    <w:semiHidden/>
    <w:rsid w:val="0015448C"/>
    <w:rPr>
      <w:sz w:val="16"/>
      <w:szCs w:val="16"/>
    </w:rPr>
  </w:style>
  <w:style w:type="paragraph" w:styleId="Inhaltsverzeichnisberschrift">
    <w:name w:val="TOC Heading"/>
    <w:basedOn w:val="berschrift1"/>
    <w:next w:val="Standard"/>
    <w:uiPriority w:val="39"/>
    <w:unhideWhenUsed/>
    <w:qFormat/>
    <w:rsid w:val="00A41AE4"/>
    <w:pPr>
      <w:keepLines w:val="0"/>
      <w:numPr>
        <w:numId w:val="0"/>
      </w:numPr>
      <w:spacing w:after="60"/>
      <w:outlineLvl w:val="9"/>
    </w:pPr>
    <w:rPr>
      <w:rFonts w:ascii="Cambria" w:hAnsi="Cambria"/>
      <w:kern w:val="32"/>
      <w:sz w:val="32"/>
      <w:szCs w:val="32"/>
    </w:rPr>
  </w:style>
  <w:style w:type="paragraph" w:styleId="Textkrper2">
    <w:name w:val="Body Text 2"/>
    <w:basedOn w:val="Standard"/>
    <w:link w:val="Textkrper2Zchn"/>
    <w:semiHidden/>
    <w:rsid w:val="00A41AE4"/>
    <w:pPr>
      <w:spacing w:after="240" w:line="240" w:lineRule="auto"/>
      <w:jc w:val="both"/>
    </w:pPr>
    <w:rPr>
      <w:rFonts w:eastAsia="Times New Roman"/>
      <w:sz w:val="24"/>
      <w:szCs w:val="24"/>
      <w:lang w:val="x-none" w:eastAsia="x-none"/>
    </w:rPr>
  </w:style>
  <w:style w:type="character" w:customStyle="1" w:styleId="Textkrper2Zchn">
    <w:name w:val="Textkörper 2 Zchn"/>
    <w:link w:val="Textkrper2"/>
    <w:semiHidden/>
    <w:rsid w:val="00A41AE4"/>
    <w:rPr>
      <w:rFonts w:ascii="Arial" w:eastAsia="Times New Roman" w:hAnsi="Arial" w:cs="Arial"/>
      <w:sz w:val="24"/>
      <w:szCs w:val="24"/>
    </w:rPr>
  </w:style>
  <w:style w:type="paragraph" w:styleId="Kommentartext">
    <w:name w:val="annotation text"/>
    <w:basedOn w:val="Standard"/>
    <w:link w:val="KommentartextZchn"/>
    <w:uiPriority w:val="99"/>
    <w:semiHidden/>
    <w:unhideWhenUsed/>
    <w:rsid w:val="008D2AF2"/>
    <w:rPr>
      <w:szCs w:val="20"/>
    </w:rPr>
  </w:style>
  <w:style w:type="character" w:customStyle="1" w:styleId="KommentartextZchn">
    <w:name w:val="Kommentartext Zchn"/>
    <w:link w:val="Kommentartext"/>
    <w:uiPriority w:val="99"/>
    <w:semiHidden/>
    <w:rsid w:val="008D2AF2"/>
    <w:rPr>
      <w:rFonts w:ascii="Arial" w:hAnsi="Arial"/>
      <w:lang w:val="en-US" w:eastAsia="en-US"/>
    </w:rPr>
  </w:style>
  <w:style w:type="paragraph" w:styleId="Kommentarthema">
    <w:name w:val="annotation subject"/>
    <w:basedOn w:val="Kommentartext"/>
    <w:next w:val="Kommentartext"/>
    <w:link w:val="KommentarthemaZchn"/>
    <w:uiPriority w:val="99"/>
    <w:semiHidden/>
    <w:unhideWhenUsed/>
    <w:rsid w:val="008D2AF2"/>
    <w:rPr>
      <w:b/>
      <w:bCs/>
    </w:rPr>
  </w:style>
  <w:style w:type="character" w:customStyle="1" w:styleId="KommentarthemaZchn">
    <w:name w:val="Kommentarthema Zchn"/>
    <w:link w:val="Kommentarthema"/>
    <w:uiPriority w:val="99"/>
    <w:semiHidden/>
    <w:rsid w:val="008D2AF2"/>
    <w:rPr>
      <w:rFonts w:ascii="Arial" w:hAnsi="Arial"/>
      <w:b/>
      <w:bCs/>
      <w:lang w:val="en-US" w:eastAsia="en-US"/>
    </w:rPr>
  </w:style>
  <w:style w:type="paragraph" w:styleId="StandardWeb">
    <w:name w:val="Normal (Web)"/>
    <w:basedOn w:val="Standard"/>
    <w:uiPriority w:val="99"/>
    <w:semiHidden/>
    <w:unhideWhenUsed/>
    <w:rsid w:val="00A07FC2"/>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BesuchterLink">
    <w:name w:val="FollowedHyperlink"/>
    <w:uiPriority w:val="99"/>
    <w:semiHidden/>
    <w:unhideWhenUsed/>
    <w:rsid w:val="005D541C"/>
    <w:rPr>
      <w:color w:val="800080"/>
      <w:u w:val="single"/>
    </w:rPr>
  </w:style>
  <w:style w:type="paragraph" w:styleId="Verzeichnis5">
    <w:name w:val="toc 5"/>
    <w:basedOn w:val="Standard"/>
    <w:next w:val="Standard"/>
    <w:autoRedefine/>
    <w:uiPriority w:val="39"/>
    <w:unhideWhenUsed/>
    <w:rsid w:val="007B15F4"/>
    <w:pPr>
      <w:spacing w:before="40" w:after="40"/>
      <w:ind w:left="799"/>
    </w:pPr>
  </w:style>
  <w:style w:type="paragraph" w:styleId="Verzeichnis6">
    <w:name w:val="toc 6"/>
    <w:basedOn w:val="Standard"/>
    <w:next w:val="Standard"/>
    <w:autoRedefine/>
    <w:uiPriority w:val="39"/>
    <w:unhideWhenUsed/>
    <w:rsid w:val="007B15F4"/>
    <w:pPr>
      <w:spacing w:before="40" w:after="40"/>
      <w:ind w:left="1100"/>
    </w:pPr>
    <w:rPr>
      <w:rFonts w:eastAsia="Times New Roman"/>
      <w:lang w:val="de-DE" w:eastAsia="de-DE"/>
    </w:rPr>
  </w:style>
  <w:style w:type="paragraph" w:styleId="Verzeichnis7">
    <w:name w:val="toc 7"/>
    <w:basedOn w:val="Standard"/>
    <w:next w:val="Standard"/>
    <w:autoRedefine/>
    <w:uiPriority w:val="39"/>
    <w:unhideWhenUsed/>
    <w:rsid w:val="00AE5B28"/>
    <w:pPr>
      <w:spacing w:after="100"/>
      <w:ind w:left="1320"/>
    </w:pPr>
    <w:rPr>
      <w:rFonts w:ascii="Calibri" w:eastAsia="Times New Roman" w:hAnsi="Calibri"/>
      <w:sz w:val="22"/>
      <w:lang w:val="de-DE" w:eastAsia="de-DE"/>
    </w:rPr>
  </w:style>
  <w:style w:type="paragraph" w:styleId="Verzeichnis8">
    <w:name w:val="toc 8"/>
    <w:basedOn w:val="Standard"/>
    <w:next w:val="Standard"/>
    <w:autoRedefine/>
    <w:uiPriority w:val="39"/>
    <w:unhideWhenUsed/>
    <w:rsid w:val="00AE5B28"/>
    <w:pPr>
      <w:spacing w:after="100"/>
      <w:ind w:left="1540"/>
    </w:pPr>
    <w:rPr>
      <w:rFonts w:ascii="Calibri" w:eastAsia="Times New Roman" w:hAnsi="Calibri"/>
      <w:sz w:val="22"/>
      <w:lang w:val="de-DE" w:eastAsia="de-DE"/>
    </w:rPr>
  </w:style>
  <w:style w:type="paragraph" w:styleId="Verzeichnis9">
    <w:name w:val="toc 9"/>
    <w:basedOn w:val="Standard"/>
    <w:next w:val="Standard"/>
    <w:autoRedefine/>
    <w:uiPriority w:val="39"/>
    <w:unhideWhenUsed/>
    <w:rsid w:val="00AE5B28"/>
    <w:pPr>
      <w:spacing w:after="100"/>
      <w:ind w:left="1760"/>
    </w:pPr>
    <w:rPr>
      <w:rFonts w:ascii="Calibri" w:eastAsia="Times New Roman" w:hAnsi="Calibri"/>
      <w:sz w:val="22"/>
      <w:lang w:val="de-DE" w:eastAsia="de-DE"/>
    </w:rPr>
  </w:style>
  <w:style w:type="table" w:styleId="EinfacheTabelle4">
    <w:name w:val="Plain Table 4"/>
    <w:basedOn w:val="NormaleTabelle"/>
    <w:uiPriority w:val="44"/>
    <w:rsid w:val="00B54B9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B54B9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Kapitelberschrift">
    <w:name w:val="Kapitelüberschrift"/>
    <w:basedOn w:val="Titelberschrift"/>
    <w:link w:val="KapitelberschriftZchn"/>
    <w:autoRedefine/>
    <w:qFormat/>
    <w:rsid w:val="00521AF4"/>
    <w:pPr>
      <w:pageBreakBefore/>
      <w:ind w:left="0" w:firstLine="0"/>
    </w:pPr>
    <w:rPr>
      <w:rFonts w:eastAsia="PMingLiU"/>
      <w:sz w:val="28"/>
    </w:rPr>
  </w:style>
  <w:style w:type="character" w:customStyle="1" w:styleId="KapitelberschriftZchn">
    <w:name w:val="Kapitelüberschrift Zchn"/>
    <w:basedOn w:val="Absatz-Standardschriftart"/>
    <w:link w:val="Kapitelberschrift"/>
    <w:rsid w:val="00521AF4"/>
    <w:rPr>
      <w:rFonts w:ascii="Arial" w:eastAsia="PMingLiU" w:hAnsi="Arial" w:cs="Arial"/>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2485">
      <w:bodyDiv w:val="1"/>
      <w:marLeft w:val="0"/>
      <w:marRight w:val="0"/>
      <w:marTop w:val="0"/>
      <w:marBottom w:val="0"/>
      <w:divBdr>
        <w:top w:val="none" w:sz="0" w:space="0" w:color="auto"/>
        <w:left w:val="none" w:sz="0" w:space="0" w:color="auto"/>
        <w:bottom w:val="none" w:sz="0" w:space="0" w:color="auto"/>
        <w:right w:val="none" w:sz="0" w:space="0" w:color="auto"/>
      </w:divBdr>
    </w:div>
    <w:div w:id="118569037">
      <w:bodyDiv w:val="1"/>
      <w:marLeft w:val="0"/>
      <w:marRight w:val="0"/>
      <w:marTop w:val="0"/>
      <w:marBottom w:val="0"/>
      <w:divBdr>
        <w:top w:val="none" w:sz="0" w:space="0" w:color="auto"/>
        <w:left w:val="none" w:sz="0" w:space="0" w:color="auto"/>
        <w:bottom w:val="none" w:sz="0" w:space="0" w:color="auto"/>
        <w:right w:val="none" w:sz="0" w:space="0" w:color="auto"/>
      </w:divBdr>
    </w:div>
    <w:div w:id="157578872">
      <w:bodyDiv w:val="1"/>
      <w:marLeft w:val="0"/>
      <w:marRight w:val="0"/>
      <w:marTop w:val="0"/>
      <w:marBottom w:val="0"/>
      <w:divBdr>
        <w:top w:val="none" w:sz="0" w:space="0" w:color="auto"/>
        <w:left w:val="none" w:sz="0" w:space="0" w:color="auto"/>
        <w:bottom w:val="none" w:sz="0" w:space="0" w:color="auto"/>
        <w:right w:val="none" w:sz="0" w:space="0" w:color="auto"/>
      </w:divBdr>
    </w:div>
    <w:div w:id="200479152">
      <w:bodyDiv w:val="1"/>
      <w:marLeft w:val="0"/>
      <w:marRight w:val="0"/>
      <w:marTop w:val="0"/>
      <w:marBottom w:val="0"/>
      <w:divBdr>
        <w:top w:val="none" w:sz="0" w:space="0" w:color="auto"/>
        <w:left w:val="none" w:sz="0" w:space="0" w:color="auto"/>
        <w:bottom w:val="none" w:sz="0" w:space="0" w:color="auto"/>
        <w:right w:val="none" w:sz="0" w:space="0" w:color="auto"/>
      </w:divBdr>
    </w:div>
    <w:div w:id="335502256">
      <w:bodyDiv w:val="1"/>
      <w:marLeft w:val="0"/>
      <w:marRight w:val="0"/>
      <w:marTop w:val="0"/>
      <w:marBottom w:val="0"/>
      <w:divBdr>
        <w:top w:val="none" w:sz="0" w:space="0" w:color="auto"/>
        <w:left w:val="none" w:sz="0" w:space="0" w:color="auto"/>
        <w:bottom w:val="none" w:sz="0" w:space="0" w:color="auto"/>
        <w:right w:val="none" w:sz="0" w:space="0" w:color="auto"/>
      </w:divBdr>
    </w:div>
    <w:div w:id="415708852">
      <w:bodyDiv w:val="1"/>
      <w:marLeft w:val="0"/>
      <w:marRight w:val="0"/>
      <w:marTop w:val="0"/>
      <w:marBottom w:val="0"/>
      <w:divBdr>
        <w:top w:val="none" w:sz="0" w:space="0" w:color="auto"/>
        <w:left w:val="none" w:sz="0" w:space="0" w:color="auto"/>
        <w:bottom w:val="none" w:sz="0" w:space="0" w:color="auto"/>
        <w:right w:val="none" w:sz="0" w:space="0" w:color="auto"/>
      </w:divBdr>
    </w:div>
    <w:div w:id="480732689">
      <w:bodyDiv w:val="1"/>
      <w:marLeft w:val="0"/>
      <w:marRight w:val="0"/>
      <w:marTop w:val="0"/>
      <w:marBottom w:val="0"/>
      <w:divBdr>
        <w:top w:val="none" w:sz="0" w:space="0" w:color="auto"/>
        <w:left w:val="none" w:sz="0" w:space="0" w:color="auto"/>
        <w:bottom w:val="none" w:sz="0" w:space="0" w:color="auto"/>
        <w:right w:val="none" w:sz="0" w:space="0" w:color="auto"/>
      </w:divBdr>
    </w:div>
    <w:div w:id="533545409">
      <w:bodyDiv w:val="1"/>
      <w:marLeft w:val="0"/>
      <w:marRight w:val="0"/>
      <w:marTop w:val="0"/>
      <w:marBottom w:val="0"/>
      <w:divBdr>
        <w:top w:val="none" w:sz="0" w:space="0" w:color="auto"/>
        <w:left w:val="none" w:sz="0" w:space="0" w:color="auto"/>
        <w:bottom w:val="none" w:sz="0" w:space="0" w:color="auto"/>
        <w:right w:val="none" w:sz="0" w:space="0" w:color="auto"/>
      </w:divBdr>
    </w:div>
    <w:div w:id="555438875">
      <w:bodyDiv w:val="1"/>
      <w:marLeft w:val="0"/>
      <w:marRight w:val="0"/>
      <w:marTop w:val="0"/>
      <w:marBottom w:val="0"/>
      <w:divBdr>
        <w:top w:val="none" w:sz="0" w:space="0" w:color="auto"/>
        <w:left w:val="none" w:sz="0" w:space="0" w:color="auto"/>
        <w:bottom w:val="none" w:sz="0" w:space="0" w:color="auto"/>
        <w:right w:val="none" w:sz="0" w:space="0" w:color="auto"/>
      </w:divBdr>
    </w:div>
    <w:div w:id="826089845">
      <w:bodyDiv w:val="1"/>
      <w:marLeft w:val="0"/>
      <w:marRight w:val="0"/>
      <w:marTop w:val="0"/>
      <w:marBottom w:val="0"/>
      <w:divBdr>
        <w:top w:val="none" w:sz="0" w:space="0" w:color="auto"/>
        <w:left w:val="none" w:sz="0" w:space="0" w:color="auto"/>
        <w:bottom w:val="none" w:sz="0" w:space="0" w:color="auto"/>
        <w:right w:val="none" w:sz="0" w:space="0" w:color="auto"/>
      </w:divBdr>
    </w:div>
    <w:div w:id="830633775">
      <w:bodyDiv w:val="1"/>
      <w:marLeft w:val="0"/>
      <w:marRight w:val="0"/>
      <w:marTop w:val="0"/>
      <w:marBottom w:val="0"/>
      <w:divBdr>
        <w:top w:val="none" w:sz="0" w:space="0" w:color="auto"/>
        <w:left w:val="none" w:sz="0" w:space="0" w:color="auto"/>
        <w:bottom w:val="none" w:sz="0" w:space="0" w:color="auto"/>
        <w:right w:val="none" w:sz="0" w:space="0" w:color="auto"/>
      </w:divBdr>
    </w:div>
    <w:div w:id="951935646">
      <w:bodyDiv w:val="1"/>
      <w:marLeft w:val="0"/>
      <w:marRight w:val="0"/>
      <w:marTop w:val="0"/>
      <w:marBottom w:val="0"/>
      <w:divBdr>
        <w:top w:val="none" w:sz="0" w:space="0" w:color="auto"/>
        <w:left w:val="none" w:sz="0" w:space="0" w:color="auto"/>
        <w:bottom w:val="none" w:sz="0" w:space="0" w:color="auto"/>
        <w:right w:val="none" w:sz="0" w:space="0" w:color="auto"/>
      </w:divBdr>
    </w:div>
    <w:div w:id="968246726">
      <w:bodyDiv w:val="1"/>
      <w:marLeft w:val="0"/>
      <w:marRight w:val="0"/>
      <w:marTop w:val="0"/>
      <w:marBottom w:val="0"/>
      <w:divBdr>
        <w:top w:val="none" w:sz="0" w:space="0" w:color="auto"/>
        <w:left w:val="none" w:sz="0" w:space="0" w:color="auto"/>
        <w:bottom w:val="none" w:sz="0" w:space="0" w:color="auto"/>
        <w:right w:val="none" w:sz="0" w:space="0" w:color="auto"/>
      </w:divBdr>
    </w:div>
    <w:div w:id="1044329183">
      <w:bodyDiv w:val="1"/>
      <w:marLeft w:val="0"/>
      <w:marRight w:val="0"/>
      <w:marTop w:val="0"/>
      <w:marBottom w:val="0"/>
      <w:divBdr>
        <w:top w:val="none" w:sz="0" w:space="0" w:color="auto"/>
        <w:left w:val="none" w:sz="0" w:space="0" w:color="auto"/>
        <w:bottom w:val="none" w:sz="0" w:space="0" w:color="auto"/>
        <w:right w:val="none" w:sz="0" w:space="0" w:color="auto"/>
      </w:divBdr>
    </w:div>
    <w:div w:id="1214582935">
      <w:bodyDiv w:val="1"/>
      <w:marLeft w:val="0"/>
      <w:marRight w:val="0"/>
      <w:marTop w:val="0"/>
      <w:marBottom w:val="0"/>
      <w:divBdr>
        <w:top w:val="none" w:sz="0" w:space="0" w:color="auto"/>
        <w:left w:val="none" w:sz="0" w:space="0" w:color="auto"/>
        <w:bottom w:val="none" w:sz="0" w:space="0" w:color="auto"/>
        <w:right w:val="none" w:sz="0" w:space="0" w:color="auto"/>
      </w:divBdr>
    </w:div>
    <w:div w:id="1265961824">
      <w:bodyDiv w:val="1"/>
      <w:marLeft w:val="0"/>
      <w:marRight w:val="0"/>
      <w:marTop w:val="0"/>
      <w:marBottom w:val="0"/>
      <w:divBdr>
        <w:top w:val="none" w:sz="0" w:space="0" w:color="auto"/>
        <w:left w:val="none" w:sz="0" w:space="0" w:color="auto"/>
        <w:bottom w:val="none" w:sz="0" w:space="0" w:color="auto"/>
        <w:right w:val="none" w:sz="0" w:space="0" w:color="auto"/>
      </w:divBdr>
    </w:div>
    <w:div w:id="1548831211">
      <w:bodyDiv w:val="1"/>
      <w:marLeft w:val="0"/>
      <w:marRight w:val="0"/>
      <w:marTop w:val="0"/>
      <w:marBottom w:val="0"/>
      <w:divBdr>
        <w:top w:val="none" w:sz="0" w:space="0" w:color="auto"/>
        <w:left w:val="none" w:sz="0" w:space="0" w:color="auto"/>
        <w:bottom w:val="none" w:sz="0" w:space="0" w:color="auto"/>
        <w:right w:val="none" w:sz="0" w:space="0" w:color="auto"/>
      </w:divBdr>
    </w:div>
    <w:div w:id="1647395739">
      <w:bodyDiv w:val="1"/>
      <w:marLeft w:val="0"/>
      <w:marRight w:val="0"/>
      <w:marTop w:val="0"/>
      <w:marBottom w:val="0"/>
      <w:divBdr>
        <w:top w:val="none" w:sz="0" w:space="0" w:color="auto"/>
        <w:left w:val="none" w:sz="0" w:space="0" w:color="auto"/>
        <w:bottom w:val="none" w:sz="0" w:space="0" w:color="auto"/>
        <w:right w:val="none" w:sz="0" w:space="0" w:color="auto"/>
      </w:divBdr>
    </w:div>
    <w:div w:id="1655602976">
      <w:bodyDiv w:val="1"/>
      <w:marLeft w:val="0"/>
      <w:marRight w:val="0"/>
      <w:marTop w:val="0"/>
      <w:marBottom w:val="0"/>
      <w:divBdr>
        <w:top w:val="none" w:sz="0" w:space="0" w:color="auto"/>
        <w:left w:val="none" w:sz="0" w:space="0" w:color="auto"/>
        <w:bottom w:val="none" w:sz="0" w:space="0" w:color="auto"/>
        <w:right w:val="none" w:sz="0" w:space="0" w:color="auto"/>
      </w:divBdr>
    </w:div>
    <w:div w:id="1665427149">
      <w:bodyDiv w:val="1"/>
      <w:marLeft w:val="0"/>
      <w:marRight w:val="0"/>
      <w:marTop w:val="0"/>
      <w:marBottom w:val="0"/>
      <w:divBdr>
        <w:top w:val="none" w:sz="0" w:space="0" w:color="auto"/>
        <w:left w:val="none" w:sz="0" w:space="0" w:color="auto"/>
        <w:bottom w:val="none" w:sz="0" w:space="0" w:color="auto"/>
        <w:right w:val="none" w:sz="0" w:space="0" w:color="auto"/>
      </w:divBdr>
    </w:div>
    <w:div w:id="1700856340">
      <w:bodyDiv w:val="1"/>
      <w:marLeft w:val="0"/>
      <w:marRight w:val="0"/>
      <w:marTop w:val="0"/>
      <w:marBottom w:val="0"/>
      <w:divBdr>
        <w:top w:val="none" w:sz="0" w:space="0" w:color="auto"/>
        <w:left w:val="none" w:sz="0" w:space="0" w:color="auto"/>
        <w:bottom w:val="none" w:sz="0" w:space="0" w:color="auto"/>
        <w:right w:val="none" w:sz="0" w:space="0" w:color="auto"/>
      </w:divBdr>
    </w:div>
    <w:div w:id="1723213734">
      <w:bodyDiv w:val="1"/>
      <w:marLeft w:val="0"/>
      <w:marRight w:val="0"/>
      <w:marTop w:val="0"/>
      <w:marBottom w:val="0"/>
      <w:divBdr>
        <w:top w:val="none" w:sz="0" w:space="0" w:color="auto"/>
        <w:left w:val="none" w:sz="0" w:space="0" w:color="auto"/>
        <w:bottom w:val="none" w:sz="0" w:space="0" w:color="auto"/>
        <w:right w:val="none" w:sz="0" w:space="0" w:color="auto"/>
      </w:divBdr>
    </w:div>
    <w:div w:id="1847935547">
      <w:bodyDiv w:val="1"/>
      <w:marLeft w:val="0"/>
      <w:marRight w:val="0"/>
      <w:marTop w:val="0"/>
      <w:marBottom w:val="0"/>
      <w:divBdr>
        <w:top w:val="none" w:sz="0" w:space="0" w:color="auto"/>
        <w:left w:val="none" w:sz="0" w:space="0" w:color="auto"/>
        <w:bottom w:val="none" w:sz="0" w:space="0" w:color="auto"/>
        <w:right w:val="none" w:sz="0" w:space="0" w:color="auto"/>
      </w:divBdr>
    </w:div>
    <w:div w:id="189846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customXml" Target="../customXml/item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cms.application.prd.supplyon.com/en/info-portal/supplyon-m2m-guidelines?sid=2&amp;rtid=1"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Microsoft_Excel_97-2003_Worksheet.xls"/><Relationship Id="rId22"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bazt\Local%20Settings\Temporary%20Internet%20Files\Content.Outlook\10WWC4WH\Word_Template_EN_complex_fina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89b65995-c96f-4ac4-933c-d88b6cec795c">ZP4QQTW3FUXN-1996509892-175</_dlc_DocId>
    <_dlc_DocIdUrl xmlns="89b65995-c96f-4ac4-933c-d88b6cec795c">
      <Url>https://int.supplyon.de/departments/Customer_Service_Management/_layouts/15/DocIdRedir.aspx?ID=ZP4QQTW3FUXN-1996509892-175</Url>
      <Description>ZP4QQTW3FUXN-1996509892-175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8B61AC1EC4D14C8109ACADB763AED8" ma:contentTypeVersion="0" ma:contentTypeDescription="Create a new document." ma:contentTypeScope="" ma:versionID="ef41627b639adad7bbe26e16cbdc20ee">
  <xsd:schema xmlns:xsd="http://www.w3.org/2001/XMLSchema" xmlns:xs="http://www.w3.org/2001/XMLSchema" xmlns:p="http://schemas.microsoft.com/office/2006/metadata/properties" xmlns:ns2="89b65995-c96f-4ac4-933c-d88b6cec795c" targetNamespace="http://schemas.microsoft.com/office/2006/metadata/properties" ma:root="true" ma:fieldsID="7f8113bfd4440ccbb388f28baac6c1d3" ns2:_="">
    <xsd:import namespace="89b65995-c96f-4ac4-933c-d88b6cec795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65995-c96f-4ac4-933c-d88b6cec795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A4C0AEE-BD74-4131-9191-06EF4FF3F36B}">
  <ds:schemaRefs>
    <ds:schemaRef ds:uri="http://schemas.microsoft.com/sharepoint/v3/contenttype/forms"/>
  </ds:schemaRefs>
</ds:datastoreItem>
</file>

<file path=customXml/itemProps2.xml><?xml version="1.0" encoding="utf-8"?>
<ds:datastoreItem xmlns:ds="http://schemas.openxmlformats.org/officeDocument/2006/customXml" ds:itemID="{E83F2A45-FBA6-4382-A4B3-5B26B284F0C8}">
  <ds:schemaRefs>
    <ds:schemaRef ds:uri="http://schemas.microsoft.com/office/2006/metadata/longProperties"/>
  </ds:schemaRefs>
</ds:datastoreItem>
</file>

<file path=customXml/itemProps3.xml><?xml version="1.0" encoding="utf-8"?>
<ds:datastoreItem xmlns:ds="http://schemas.openxmlformats.org/officeDocument/2006/customXml" ds:itemID="{8D364F02-6272-479B-A40B-643FC6AA8B04}">
  <ds:schemaRefs>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f25064ed-26ee-4058-a6a6-5c707d18a2ab"/>
    <ds:schemaRef ds:uri="http://schemas.microsoft.com/office/2006/metadata/properties"/>
  </ds:schemaRefs>
</ds:datastoreItem>
</file>

<file path=customXml/itemProps4.xml><?xml version="1.0" encoding="utf-8"?>
<ds:datastoreItem xmlns:ds="http://schemas.openxmlformats.org/officeDocument/2006/customXml" ds:itemID="{EAC16998-0BAF-46F1-90D4-A98387BE98C1}"/>
</file>

<file path=customXml/itemProps5.xml><?xml version="1.0" encoding="utf-8"?>
<ds:datastoreItem xmlns:ds="http://schemas.openxmlformats.org/officeDocument/2006/customXml" ds:itemID="{1CF5F831-8B4C-41BD-A624-5012D530360A}">
  <ds:schemaRefs>
    <ds:schemaRef ds:uri="http://schemas.openxmlformats.org/officeDocument/2006/bibliography"/>
  </ds:schemaRefs>
</ds:datastoreItem>
</file>

<file path=customXml/itemProps6.xml><?xml version="1.0" encoding="utf-8"?>
<ds:datastoreItem xmlns:ds="http://schemas.openxmlformats.org/officeDocument/2006/customXml" ds:itemID="{724E7B83-937D-41E3-AA2A-B7936FAB8899}"/>
</file>

<file path=docProps/app.xml><?xml version="1.0" encoding="utf-8"?>
<Properties xmlns="http://schemas.openxmlformats.org/officeDocument/2006/extended-properties" xmlns:vt="http://schemas.openxmlformats.org/officeDocument/2006/docPropsVTypes">
  <Template>Word_Template_EN_complex_final.dotx</Template>
  <TotalTime>0</TotalTime>
  <Pages>15</Pages>
  <Words>3252</Words>
  <Characters>20493</Characters>
  <Application>Microsoft Office Word</Application>
  <DocSecurity>0</DocSecurity>
  <Lines>170</Lines>
  <Paragraphs>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SupplyOn AirSupply Supplier EDI_M2M Interface BoostAero XML V2.10 DEMAND FORECAST_V1.5.2</vt:lpstr>
      <vt:lpstr>SupplyOn AirSupply Supplier EDI_M2M Interface BoostAero XML V2 10 DEMAND FORECAST</vt:lpstr>
    </vt:vector>
  </TitlesOfParts>
  <Company>SupplyOn AG</Company>
  <LinksUpToDate>false</LinksUpToDate>
  <CharactersWithSpaces>23698</CharactersWithSpaces>
  <SharedDoc>false</SharedDoc>
  <HLinks>
    <vt:vector size="432" baseType="variant">
      <vt:variant>
        <vt:i4>6094856</vt:i4>
      </vt:variant>
      <vt:variant>
        <vt:i4>360</vt:i4>
      </vt:variant>
      <vt:variant>
        <vt:i4>0</vt:i4>
      </vt:variant>
      <vt:variant>
        <vt:i4>5</vt:i4>
      </vt:variant>
      <vt:variant>
        <vt:lpwstr/>
      </vt:variant>
      <vt:variant>
        <vt:lpwstr>_asram:SellerCITradeParty_1</vt:lpwstr>
      </vt:variant>
      <vt:variant>
        <vt:i4>7864338</vt:i4>
      </vt:variant>
      <vt:variant>
        <vt:i4>357</vt:i4>
      </vt:variant>
      <vt:variant>
        <vt:i4>0</vt:i4>
      </vt:variant>
      <vt:variant>
        <vt:i4>5</vt:i4>
      </vt:variant>
      <vt:variant>
        <vt:lpwstr/>
      </vt:variant>
      <vt:variant>
        <vt:lpwstr>_asram:SpecifiedCITradeBusinessFlag</vt:lpwstr>
      </vt:variant>
      <vt:variant>
        <vt:i4>65652</vt:i4>
      </vt:variant>
      <vt:variant>
        <vt:i4>354</vt:i4>
      </vt:variant>
      <vt:variant>
        <vt:i4>0</vt:i4>
      </vt:variant>
      <vt:variant>
        <vt:i4>5</vt:i4>
      </vt:variant>
      <vt:variant>
        <vt:lpwstr/>
      </vt:variant>
      <vt:variant>
        <vt:lpwstr>_asram:ContractReferencedCIReference</vt:lpwstr>
      </vt:variant>
      <vt:variant>
        <vt:i4>1966182</vt:i4>
      </vt:variant>
      <vt:variant>
        <vt:i4>351</vt:i4>
      </vt:variant>
      <vt:variant>
        <vt:i4>0</vt:i4>
      </vt:variant>
      <vt:variant>
        <vt:i4>5</vt:i4>
      </vt:variant>
      <vt:variant>
        <vt:lpwstr/>
      </vt:variant>
      <vt:variant>
        <vt:lpwstr>_asram:SpecifiedCIMissionProject</vt:lpwstr>
      </vt:variant>
      <vt:variant>
        <vt:i4>7077890</vt:i4>
      </vt:variant>
      <vt:variant>
        <vt:i4>348</vt:i4>
      </vt:variant>
      <vt:variant>
        <vt:i4>0</vt:i4>
      </vt:variant>
      <vt:variant>
        <vt:i4>5</vt:i4>
      </vt:variant>
      <vt:variant>
        <vt:lpwstr/>
      </vt:variant>
      <vt:variant>
        <vt:lpwstr>_asram:ProgramCIMissionProject</vt:lpwstr>
      </vt:variant>
      <vt:variant>
        <vt:i4>589933</vt:i4>
      </vt:variant>
      <vt:variant>
        <vt:i4>345</vt:i4>
      </vt:variant>
      <vt:variant>
        <vt:i4>0</vt:i4>
      </vt:variant>
      <vt:variant>
        <vt:i4>5</vt:i4>
      </vt:variant>
      <vt:variant>
        <vt:lpwstr/>
      </vt:variant>
      <vt:variant>
        <vt:lpwstr>_asram:DesignatedCIProductClassifica</vt:lpwstr>
      </vt:variant>
      <vt:variant>
        <vt:i4>393337</vt:i4>
      </vt:variant>
      <vt:variant>
        <vt:i4>342</vt:i4>
      </vt:variant>
      <vt:variant>
        <vt:i4>0</vt:i4>
      </vt:variant>
      <vt:variant>
        <vt:i4>5</vt:i4>
      </vt:variant>
      <vt:variant>
        <vt:lpwstr/>
      </vt:variant>
      <vt:variant>
        <vt:lpwstr>_asram:InformationCINote</vt:lpwstr>
      </vt:variant>
      <vt:variant>
        <vt:i4>327776</vt:i4>
      </vt:variant>
      <vt:variant>
        <vt:i4>339</vt:i4>
      </vt:variant>
      <vt:variant>
        <vt:i4>0</vt:i4>
      </vt:variant>
      <vt:variant>
        <vt:i4>5</vt:i4>
      </vt:variant>
      <vt:variant>
        <vt:lpwstr/>
      </vt:variant>
      <vt:variant>
        <vt:lpwstr>_asram:SpecifiedCISDFLSupplyChainTra</vt:lpwstr>
      </vt:variant>
      <vt:variant>
        <vt:i4>2097189</vt:i4>
      </vt:variant>
      <vt:variant>
        <vt:i4>336</vt:i4>
      </vt:variant>
      <vt:variant>
        <vt:i4>0</vt:i4>
      </vt:variant>
      <vt:variant>
        <vt:i4>5</vt:i4>
      </vt:variant>
      <vt:variant>
        <vt:lpwstr/>
      </vt:variant>
      <vt:variant>
        <vt:lpwstr>_asram:SpecifiedCISSupplyChainTradeA_1</vt:lpwstr>
      </vt:variant>
      <vt:variant>
        <vt:i4>7143425</vt:i4>
      </vt:variant>
      <vt:variant>
        <vt:i4>333</vt:i4>
      </vt:variant>
      <vt:variant>
        <vt:i4>0</vt:i4>
      </vt:variant>
      <vt:variant>
        <vt:i4>5</vt:i4>
      </vt:variant>
      <vt:variant>
        <vt:lpwstr/>
      </vt:variant>
      <vt:variant>
        <vt:lpwstr>_asram:SpecifiedCITradeProduct</vt:lpwstr>
      </vt:variant>
      <vt:variant>
        <vt:i4>262246</vt:i4>
      </vt:variant>
      <vt:variant>
        <vt:i4>330</vt:i4>
      </vt:variant>
      <vt:variant>
        <vt:i4>0</vt:i4>
      </vt:variant>
      <vt:variant>
        <vt:i4>5</vt:i4>
      </vt:variant>
      <vt:variant>
        <vt:lpwstr/>
      </vt:variant>
      <vt:variant>
        <vt:lpwstr>_asram:AssociatedCIDocumentLineDocum</vt:lpwstr>
      </vt:variant>
      <vt:variant>
        <vt:i4>131185</vt:i4>
      </vt:variant>
      <vt:variant>
        <vt:i4>327</vt:i4>
      </vt:variant>
      <vt:variant>
        <vt:i4>0</vt:i4>
      </vt:variant>
      <vt:variant>
        <vt:i4>5</vt:i4>
      </vt:variant>
      <vt:variant>
        <vt:lpwstr/>
      </vt:variant>
      <vt:variant>
        <vt:lpwstr>_asram:SellerCITradeParty</vt:lpwstr>
      </vt:variant>
      <vt:variant>
        <vt:i4>1245281</vt:i4>
      </vt:variant>
      <vt:variant>
        <vt:i4>324</vt:i4>
      </vt:variant>
      <vt:variant>
        <vt:i4>0</vt:i4>
      </vt:variant>
      <vt:variant>
        <vt:i4>5</vt:i4>
      </vt:variant>
      <vt:variant>
        <vt:lpwstr/>
      </vt:variant>
      <vt:variant>
        <vt:lpwstr>_asram:BuyerCITradeParty</vt:lpwstr>
      </vt:variant>
      <vt:variant>
        <vt:i4>2293873</vt:i4>
      </vt:variant>
      <vt:variant>
        <vt:i4>321</vt:i4>
      </vt:variant>
      <vt:variant>
        <vt:i4>0</vt:i4>
      </vt:variant>
      <vt:variant>
        <vt:i4>5</vt:i4>
      </vt:variant>
      <vt:variant>
        <vt:lpwstr/>
      </vt:variant>
      <vt:variant>
        <vt:lpwstr>_asram:_SpecifiedCITradeBusinessFlag</vt:lpwstr>
      </vt:variant>
      <vt:variant>
        <vt:i4>2228333</vt:i4>
      </vt:variant>
      <vt:variant>
        <vt:i4>318</vt:i4>
      </vt:variant>
      <vt:variant>
        <vt:i4>0</vt:i4>
      </vt:variant>
      <vt:variant>
        <vt:i4>5</vt:i4>
      </vt:variant>
      <vt:variant>
        <vt:lpwstr/>
      </vt:variant>
      <vt:variant>
        <vt:lpwstr>_asram:_ContractReferencedCIReferenc</vt:lpwstr>
      </vt:variant>
      <vt:variant>
        <vt:i4>917606</vt:i4>
      </vt:variant>
      <vt:variant>
        <vt:i4>315</vt:i4>
      </vt:variant>
      <vt:variant>
        <vt:i4>0</vt:i4>
      </vt:variant>
      <vt:variant>
        <vt:i4>5</vt:i4>
      </vt:variant>
      <vt:variant>
        <vt:lpwstr/>
      </vt:variant>
      <vt:variant>
        <vt:lpwstr>_asram:ApplicableCISHSupplyChainTrad</vt:lpwstr>
      </vt:variant>
      <vt:variant>
        <vt:i4>458876</vt:i4>
      </vt:variant>
      <vt:variant>
        <vt:i4>312</vt:i4>
      </vt:variant>
      <vt:variant>
        <vt:i4>0</vt:i4>
      </vt:variant>
      <vt:variant>
        <vt:i4>5</vt:i4>
      </vt:variant>
      <vt:variant>
        <vt:lpwstr/>
      </vt:variant>
      <vt:variant>
        <vt:lpwstr>_asram:IncludedCISDFLSupplyChainTrad</vt:lpwstr>
      </vt:variant>
      <vt:variant>
        <vt:i4>1441907</vt:i4>
      </vt:variant>
      <vt:variant>
        <vt:i4>309</vt:i4>
      </vt:variant>
      <vt:variant>
        <vt:i4>0</vt:i4>
      </vt:variant>
      <vt:variant>
        <vt:i4>5</vt:i4>
      </vt:variant>
      <vt:variant>
        <vt:lpwstr/>
      </vt:variant>
      <vt:variant>
        <vt:lpwstr>_asram:ApplicableCISSupplyChainTrade</vt:lpwstr>
      </vt:variant>
      <vt:variant>
        <vt:i4>121</vt:i4>
      </vt:variant>
      <vt:variant>
        <vt:i4>306</vt:i4>
      </vt:variant>
      <vt:variant>
        <vt:i4>0</vt:i4>
      </vt:variant>
      <vt:variant>
        <vt:i4>5</vt:i4>
      </vt:variant>
      <vt:variant>
        <vt:lpwstr/>
      </vt:variant>
      <vt:variant>
        <vt:lpwstr>_asram:SenderCITradeParty</vt:lpwstr>
      </vt:variant>
      <vt:variant>
        <vt:i4>655482</vt:i4>
      </vt:variant>
      <vt:variant>
        <vt:i4>303</vt:i4>
      </vt:variant>
      <vt:variant>
        <vt:i4>0</vt:i4>
      </vt:variant>
      <vt:variant>
        <vt:i4>5</vt:i4>
      </vt:variant>
      <vt:variant>
        <vt:lpwstr/>
      </vt:variant>
      <vt:variant>
        <vt:lpwstr>_asram:RecipientCITradeParty</vt:lpwstr>
      </vt:variant>
      <vt:variant>
        <vt:i4>458878</vt:i4>
      </vt:variant>
      <vt:variant>
        <vt:i4>300</vt:i4>
      </vt:variant>
      <vt:variant>
        <vt:i4>0</vt:i4>
      </vt:variant>
      <vt:variant>
        <vt:i4>5</vt:i4>
      </vt:variant>
      <vt:variant>
        <vt:lpwstr/>
      </vt:variant>
      <vt:variant>
        <vt:lpwstr>_asram:IssuerCITradeParty</vt:lpwstr>
      </vt:variant>
      <vt:variant>
        <vt:i4>1900659</vt:i4>
      </vt:variant>
      <vt:variant>
        <vt:i4>297</vt:i4>
      </vt:variant>
      <vt:variant>
        <vt:i4>0</vt:i4>
      </vt:variant>
      <vt:variant>
        <vt:i4>5</vt:i4>
      </vt:variant>
      <vt:variant>
        <vt:lpwstr/>
      </vt:variant>
      <vt:variant>
        <vt:lpwstr>_asram:IncludedCINote</vt:lpwstr>
      </vt:variant>
      <vt:variant>
        <vt:i4>7340142</vt:i4>
      </vt:variant>
      <vt:variant>
        <vt:i4>294</vt:i4>
      </vt:variant>
      <vt:variant>
        <vt:i4>0</vt:i4>
      </vt:variant>
      <vt:variant>
        <vt:i4>5</vt:i4>
      </vt:variant>
      <vt:variant>
        <vt:lpwstr/>
      </vt:variant>
      <vt:variant>
        <vt:lpwstr>_as:CISDFSupplyChainTradeTransaction_1</vt:lpwstr>
      </vt:variant>
      <vt:variant>
        <vt:i4>6094883</vt:i4>
      </vt:variant>
      <vt:variant>
        <vt:i4>291</vt:i4>
      </vt:variant>
      <vt:variant>
        <vt:i4>0</vt:i4>
      </vt:variant>
      <vt:variant>
        <vt:i4>5</vt:i4>
      </vt:variant>
      <vt:variant>
        <vt:lpwstr/>
      </vt:variant>
      <vt:variant>
        <vt:lpwstr>_as:CISExchangedDocument</vt:lpwstr>
      </vt:variant>
      <vt:variant>
        <vt:i4>28</vt:i4>
      </vt:variant>
      <vt:variant>
        <vt:i4>288</vt:i4>
      </vt:variant>
      <vt:variant>
        <vt:i4>0</vt:i4>
      </vt:variant>
      <vt:variant>
        <vt:i4>5</vt:i4>
      </vt:variant>
      <vt:variant>
        <vt:lpwstr/>
      </vt:variant>
      <vt:variant>
        <vt:lpwstr>_as:CIExchangedDocumentContext_1</vt:lpwstr>
      </vt:variant>
      <vt:variant>
        <vt:i4>1114169</vt:i4>
      </vt:variant>
      <vt:variant>
        <vt:i4>278</vt:i4>
      </vt:variant>
      <vt:variant>
        <vt:i4>0</vt:i4>
      </vt:variant>
      <vt:variant>
        <vt:i4>5</vt:i4>
      </vt:variant>
      <vt:variant>
        <vt:lpwstr/>
      </vt:variant>
      <vt:variant>
        <vt:lpwstr>_Toc309121169</vt:lpwstr>
      </vt:variant>
      <vt:variant>
        <vt:i4>1114169</vt:i4>
      </vt:variant>
      <vt:variant>
        <vt:i4>272</vt:i4>
      </vt:variant>
      <vt:variant>
        <vt:i4>0</vt:i4>
      </vt:variant>
      <vt:variant>
        <vt:i4>5</vt:i4>
      </vt:variant>
      <vt:variant>
        <vt:lpwstr/>
      </vt:variant>
      <vt:variant>
        <vt:lpwstr>_Toc309121168</vt:lpwstr>
      </vt:variant>
      <vt:variant>
        <vt:i4>1114169</vt:i4>
      </vt:variant>
      <vt:variant>
        <vt:i4>266</vt:i4>
      </vt:variant>
      <vt:variant>
        <vt:i4>0</vt:i4>
      </vt:variant>
      <vt:variant>
        <vt:i4>5</vt:i4>
      </vt:variant>
      <vt:variant>
        <vt:lpwstr/>
      </vt:variant>
      <vt:variant>
        <vt:lpwstr>_Toc309121167</vt:lpwstr>
      </vt:variant>
      <vt:variant>
        <vt:i4>1114169</vt:i4>
      </vt:variant>
      <vt:variant>
        <vt:i4>260</vt:i4>
      </vt:variant>
      <vt:variant>
        <vt:i4>0</vt:i4>
      </vt:variant>
      <vt:variant>
        <vt:i4>5</vt:i4>
      </vt:variant>
      <vt:variant>
        <vt:lpwstr/>
      </vt:variant>
      <vt:variant>
        <vt:lpwstr>_Toc309121166</vt:lpwstr>
      </vt:variant>
      <vt:variant>
        <vt:i4>1114169</vt:i4>
      </vt:variant>
      <vt:variant>
        <vt:i4>254</vt:i4>
      </vt:variant>
      <vt:variant>
        <vt:i4>0</vt:i4>
      </vt:variant>
      <vt:variant>
        <vt:i4>5</vt:i4>
      </vt:variant>
      <vt:variant>
        <vt:lpwstr/>
      </vt:variant>
      <vt:variant>
        <vt:lpwstr>_Toc309121165</vt:lpwstr>
      </vt:variant>
      <vt:variant>
        <vt:i4>1114169</vt:i4>
      </vt:variant>
      <vt:variant>
        <vt:i4>248</vt:i4>
      </vt:variant>
      <vt:variant>
        <vt:i4>0</vt:i4>
      </vt:variant>
      <vt:variant>
        <vt:i4>5</vt:i4>
      </vt:variant>
      <vt:variant>
        <vt:lpwstr/>
      </vt:variant>
      <vt:variant>
        <vt:lpwstr>_Toc309121164</vt:lpwstr>
      </vt:variant>
      <vt:variant>
        <vt:i4>1114169</vt:i4>
      </vt:variant>
      <vt:variant>
        <vt:i4>242</vt:i4>
      </vt:variant>
      <vt:variant>
        <vt:i4>0</vt:i4>
      </vt:variant>
      <vt:variant>
        <vt:i4>5</vt:i4>
      </vt:variant>
      <vt:variant>
        <vt:lpwstr/>
      </vt:variant>
      <vt:variant>
        <vt:lpwstr>_Toc309121163</vt:lpwstr>
      </vt:variant>
      <vt:variant>
        <vt:i4>1114169</vt:i4>
      </vt:variant>
      <vt:variant>
        <vt:i4>236</vt:i4>
      </vt:variant>
      <vt:variant>
        <vt:i4>0</vt:i4>
      </vt:variant>
      <vt:variant>
        <vt:i4>5</vt:i4>
      </vt:variant>
      <vt:variant>
        <vt:lpwstr/>
      </vt:variant>
      <vt:variant>
        <vt:lpwstr>_Toc309121162</vt:lpwstr>
      </vt:variant>
      <vt:variant>
        <vt:i4>1114169</vt:i4>
      </vt:variant>
      <vt:variant>
        <vt:i4>230</vt:i4>
      </vt:variant>
      <vt:variant>
        <vt:i4>0</vt:i4>
      </vt:variant>
      <vt:variant>
        <vt:i4>5</vt:i4>
      </vt:variant>
      <vt:variant>
        <vt:lpwstr/>
      </vt:variant>
      <vt:variant>
        <vt:lpwstr>_Toc309121161</vt:lpwstr>
      </vt:variant>
      <vt:variant>
        <vt:i4>1114169</vt:i4>
      </vt:variant>
      <vt:variant>
        <vt:i4>224</vt:i4>
      </vt:variant>
      <vt:variant>
        <vt:i4>0</vt:i4>
      </vt:variant>
      <vt:variant>
        <vt:i4>5</vt:i4>
      </vt:variant>
      <vt:variant>
        <vt:lpwstr/>
      </vt:variant>
      <vt:variant>
        <vt:lpwstr>_Toc309121160</vt:lpwstr>
      </vt:variant>
      <vt:variant>
        <vt:i4>1179705</vt:i4>
      </vt:variant>
      <vt:variant>
        <vt:i4>218</vt:i4>
      </vt:variant>
      <vt:variant>
        <vt:i4>0</vt:i4>
      </vt:variant>
      <vt:variant>
        <vt:i4>5</vt:i4>
      </vt:variant>
      <vt:variant>
        <vt:lpwstr/>
      </vt:variant>
      <vt:variant>
        <vt:lpwstr>_Toc309121159</vt:lpwstr>
      </vt:variant>
      <vt:variant>
        <vt:i4>1179705</vt:i4>
      </vt:variant>
      <vt:variant>
        <vt:i4>212</vt:i4>
      </vt:variant>
      <vt:variant>
        <vt:i4>0</vt:i4>
      </vt:variant>
      <vt:variant>
        <vt:i4>5</vt:i4>
      </vt:variant>
      <vt:variant>
        <vt:lpwstr/>
      </vt:variant>
      <vt:variant>
        <vt:lpwstr>_Toc309121158</vt:lpwstr>
      </vt:variant>
      <vt:variant>
        <vt:i4>1179705</vt:i4>
      </vt:variant>
      <vt:variant>
        <vt:i4>206</vt:i4>
      </vt:variant>
      <vt:variant>
        <vt:i4>0</vt:i4>
      </vt:variant>
      <vt:variant>
        <vt:i4>5</vt:i4>
      </vt:variant>
      <vt:variant>
        <vt:lpwstr/>
      </vt:variant>
      <vt:variant>
        <vt:lpwstr>_Toc309121157</vt:lpwstr>
      </vt:variant>
      <vt:variant>
        <vt:i4>1179705</vt:i4>
      </vt:variant>
      <vt:variant>
        <vt:i4>200</vt:i4>
      </vt:variant>
      <vt:variant>
        <vt:i4>0</vt:i4>
      </vt:variant>
      <vt:variant>
        <vt:i4>5</vt:i4>
      </vt:variant>
      <vt:variant>
        <vt:lpwstr/>
      </vt:variant>
      <vt:variant>
        <vt:lpwstr>_Toc309121156</vt:lpwstr>
      </vt:variant>
      <vt:variant>
        <vt:i4>1179705</vt:i4>
      </vt:variant>
      <vt:variant>
        <vt:i4>194</vt:i4>
      </vt:variant>
      <vt:variant>
        <vt:i4>0</vt:i4>
      </vt:variant>
      <vt:variant>
        <vt:i4>5</vt:i4>
      </vt:variant>
      <vt:variant>
        <vt:lpwstr/>
      </vt:variant>
      <vt:variant>
        <vt:lpwstr>_Toc309121155</vt:lpwstr>
      </vt:variant>
      <vt:variant>
        <vt:i4>1179705</vt:i4>
      </vt:variant>
      <vt:variant>
        <vt:i4>188</vt:i4>
      </vt:variant>
      <vt:variant>
        <vt:i4>0</vt:i4>
      </vt:variant>
      <vt:variant>
        <vt:i4>5</vt:i4>
      </vt:variant>
      <vt:variant>
        <vt:lpwstr/>
      </vt:variant>
      <vt:variant>
        <vt:lpwstr>_Toc309121154</vt:lpwstr>
      </vt:variant>
      <vt:variant>
        <vt:i4>1179705</vt:i4>
      </vt:variant>
      <vt:variant>
        <vt:i4>182</vt:i4>
      </vt:variant>
      <vt:variant>
        <vt:i4>0</vt:i4>
      </vt:variant>
      <vt:variant>
        <vt:i4>5</vt:i4>
      </vt:variant>
      <vt:variant>
        <vt:lpwstr/>
      </vt:variant>
      <vt:variant>
        <vt:lpwstr>_Toc309121153</vt:lpwstr>
      </vt:variant>
      <vt:variant>
        <vt:i4>1179705</vt:i4>
      </vt:variant>
      <vt:variant>
        <vt:i4>176</vt:i4>
      </vt:variant>
      <vt:variant>
        <vt:i4>0</vt:i4>
      </vt:variant>
      <vt:variant>
        <vt:i4>5</vt:i4>
      </vt:variant>
      <vt:variant>
        <vt:lpwstr/>
      </vt:variant>
      <vt:variant>
        <vt:lpwstr>_Toc309121152</vt:lpwstr>
      </vt:variant>
      <vt:variant>
        <vt:i4>1179705</vt:i4>
      </vt:variant>
      <vt:variant>
        <vt:i4>170</vt:i4>
      </vt:variant>
      <vt:variant>
        <vt:i4>0</vt:i4>
      </vt:variant>
      <vt:variant>
        <vt:i4>5</vt:i4>
      </vt:variant>
      <vt:variant>
        <vt:lpwstr/>
      </vt:variant>
      <vt:variant>
        <vt:lpwstr>_Toc309121151</vt:lpwstr>
      </vt:variant>
      <vt:variant>
        <vt:i4>1179705</vt:i4>
      </vt:variant>
      <vt:variant>
        <vt:i4>164</vt:i4>
      </vt:variant>
      <vt:variant>
        <vt:i4>0</vt:i4>
      </vt:variant>
      <vt:variant>
        <vt:i4>5</vt:i4>
      </vt:variant>
      <vt:variant>
        <vt:lpwstr/>
      </vt:variant>
      <vt:variant>
        <vt:lpwstr>_Toc309121150</vt:lpwstr>
      </vt:variant>
      <vt:variant>
        <vt:i4>1245241</vt:i4>
      </vt:variant>
      <vt:variant>
        <vt:i4>158</vt:i4>
      </vt:variant>
      <vt:variant>
        <vt:i4>0</vt:i4>
      </vt:variant>
      <vt:variant>
        <vt:i4>5</vt:i4>
      </vt:variant>
      <vt:variant>
        <vt:lpwstr/>
      </vt:variant>
      <vt:variant>
        <vt:lpwstr>_Toc309121149</vt:lpwstr>
      </vt:variant>
      <vt:variant>
        <vt:i4>1245241</vt:i4>
      </vt:variant>
      <vt:variant>
        <vt:i4>152</vt:i4>
      </vt:variant>
      <vt:variant>
        <vt:i4>0</vt:i4>
      </vt:variant>
      <vt:variant>
        <vt:i4>5</vt:i4>
      </vt:variant>
      <vt:variant>
        <vt:lpwstr/>
      </vt:variant>
      <vt:variant>
        <vt:lpwstr>_Toc309121148</vt:lpwstr>
      </vt:variant>
      <vt:variant>
        <vt:i4>1245241</vt:i4>
      </vt:variant>
      <vt:variant>
        <vt:i4>146</vt:i4>
      </vt:variant>
      <vt:variant>
        <vt:i4>0</vt:i4>
      </vt:variant>
      <vt:variant>
        <vt:i4>5</vt:i4>
      </vt:variant>
      <vt:variant>
        <vt:lpwstr/>
      </vt:variant>
      <vt:variant>
        <vt:lpwstr>_Toc309121147</vt:lpwstr>
      </vt:variant>
      <vt:variant>
        <vt:i4>1245241</vt:i4>
      </vt:variant>
      <vt:variant>
        <vt:i4>140</vt:i4>
      </vt:variant>
      <vt:variant>
        <vt:i4>0</vt:i4>
      </vt:variant>
      <vt:variant>
        <vt:i4>5</vt:i4>
      </vt:variant>
      <vt:variant>
        <vt:lpwstr/>
      </vt:variant>
      <vt:variant>
        <vt:lpwstr>_Toc309121146</vt:lpwstr>
      </vt:variant>
      <vt:variant>
        <vt:i4>1245241</vt:i4>
      </vt:variant>
      <vt:variant>
        <vt:i4>134</vt:i4>
      </vt:variant>
      <vt:variant>
        <vt:i4>0</vt:i4>
      </vt:variant>
      <vt:variant>
        <vt:i4>5</vt:i4>
      </vt:variant>
      <vt:variant>
        <vt:lpwstr/>
      </vt:variant>
      <vt:variant>
        <vt:lpwstr>_Toc309121145</vt:lpwstr>
      </vt:variant>
      <vt:variant>
        <vt:i4>1245241</vt:i4>
      </vt:variant>
      <vt:variant>
        <vt:i4>128</vt:i4>
      </vt:variant>
      <vt:variant>
        <vt:i4>0</vt:i4>
      </vt:variant>
      <vt:variant>
        <vt:i4>5</vt:i4>
      </vt:variant>
      <vt:variant>
        <vt:lpwstr/>
      </vt:variant>
      <vt:variant>
        <vt:lpwstr>_Toc309121144</vt:lpwstr>
      </vt:variant>
      <vt:variant>
        <vt:i4>1245241</vt:i4>
      </vt:variant>
      <vt:variant>
        <vt:i4>122</vt:i4>
      </vt:variant>
      <vt:variant>
        <vt:i4>0</vt:i4>
      </vt:variant>
      <vt:variant>
        <vt:i4>5</vt:i4>
      </vt:variant>
      <vt:variant>
        <vt:lpwstr/>
      </vt:variant>
      <vt:variant>
        <vt:lpwstr>_Toc309121143</vt:lpwstr>
      </vt:variant>
      <vt:variant>
        <vt:i4>1245241</vt:i4>
      </vt:variant>
      <vt:variant>
        <vt:i4>116</vt:i4>
      </vt:variant>
      <vt:variant>
        <vt:i4>0</vt:i4>
      </vt:variant>
      <vt:variant>
        <vt:i4>5</vt:i4>
      </vt:variant>
      <vt:variant>
        <vt:lpwstr/>
      </vt:variant>
      <vt:variant>
        <vt:lpwstr>_Toc309121142</vt:lpwstr>
      </vt:variant>
      <vt:variant>
        <vt:i4>1245241</vt:i4>
      </vt:variant>
      <vt:variant>
        <vt:i4>110</vt:i4>
      </vt:variant>
      <vt:variant>
        <vt:i4>0</vt:i4>
      </vt:variant>
      <vt:variant>
        <vt:i4>5</vt:i4>
      </vt:variant>
      <vt:variant>
        <vt:lpwstr/>
      </vt:variant>
      <vt:variant>
        <vt:lpwstr>_Toc309121141</vt:lpwstr>
      </vt:variant>
      <vt:variant>
        <vt:i4>1245241</vt:i4>
      </vt:variant>
      <vt:variant>
        <vt:i4>104</vt:i4>
      </vt:variant>
      <vt:variant>
        <vt:i4>0</vt:i4>
      </vt:variant>
      <vt:variant>
        <vt:i4>5</vt:i4>
      </vt:variant>
      <vt:variant>
        <vt:lpwstr/>
      </vt:variant>
      <vt:variant>
        <vt:lpwstr>_Toc309121140</vt:lpwstr>
      </vt:variant>
      <vt:variant>
        <vt:i4>1310777</vt:i4>
      </vt:variant>
      <vt:variant>
        <vt:i4>98</vt:i4>
      </vt:variant>
      <vt:variant>
        <vt:i4>0</vt:i4>
      </vt:variant>
      <vt:variant>
        <vt:i4>5</vt:i4>
      </vt:variant>
      <vt:variant>
        <vt:lpwstr/>
      </vt:variant>
      <vt:variant>
        <vt:lpwstr>_Toc309121139</vt:lpwstr>
      </vt:variant>
      <vt:variant>
        <vt:i4>1310777</vt:i4>
      </vt:variant>
      <vt:variant>
        <vt:i4>92</vt:i4>
      </vt:variant>
      <vt:variant>
        <vt:i4>0</vt:i4>
      </vt:variant>
      <vt:variant>
        <vt:i4>5</vt:i4>
      </vt:variant>
      <vt:variant>
        <vt:lpwstr/>
      </vt:variant>
      <vt:variant>
        <vt:lpwstr>_Toc309121138</vt:lpwstr>
      </vt:variant>
      <vt:variant>
        <vt:i4>1310777</vt:i4>
      </vt:variant>
      <vt:variant>
        <vt:i4>86</vt:i4>
      </vt:variant>
      <vt:variant>
        <vt:i4>0</vt:i4>
      </vt:variant>
      <vt:variant>
        <vt:i4>5</vt:i4>
      </vt:variant>
      <vt:variant>
        <vt:lpwstr/>
      </vt:variant>
      <vt:variant>
        <vt:lpwstr>_Toc309121137</vt:lpwstr>
      </vt:variant>
      <vt:variant>
        <vt:i4>1310777</vt:i4>
      </vt:variant>
      <vt:variant>
        <vt:i4>80</vt:i4>
      </vt:variant>
      <vt:variant>
        <vt:i4>0</vt:i4>
      </vt:variant>
      <vt:variant>
        <vt:i4>5</vt:i4>
      </vt:variant>
      <vt:variant>
        <vt:lpwstr/>
      </vt:variant>
      <vt:variant>
        <vt:lpwstr>_Toc309121136</vt:lpwstr>
      </vt:variant>
      <vt:variant>
        <vt:i4>1310777</vt:i4>
      </vt:variant>
      <vt:variant>
        <vt:i4>74</vt:i4>
      </vt:variant>
      <vt:variant>
        <vt:i4>0</vt:i4>
      </vt:variant>
      <vt:variant>
        <vt:i4>5</vt:i4>
      </vt:variant>
      <vt:variant>
        <vt:lpwstr/>
      </vt:variant>
      <vt:variant>
        <vt:lpwstr>_Toc309121135</vt:lpwstr>
      </vt:variant>
      <vt:variant>
        <vt:i4>1310777</vt:i4>
      </vt:variant>
      <vt:variant>
        <vt:i4>68</vt:i4>
      </vt:variant>
      <vt:variant>
        <vt:i4>0</vt:i4>
      </vt:variant>
      <vt:variant>
        <vt:i4>5</vt:i4>
      </vt:variant>
      <vt:variant>
        <vt:lpwstr/>
      </vt:variant>
      <vt:variant>
        <vt:lpwstr>_Toc309121134</vt:lpwstr>
      </vt:variant>
      <vt:variant>
        <vt:i4>1310777</vt:i4>
      </vt:variant>
      <vt:variant>
        <vt:i4>62</vt:i4>
      </vt:variant>
      <vt:variant>
        <vt:i4>0</vt:i4>
      </vt:variant>
      <vt:variant>
        <vt:i4>5</vt:i4>
      </vt:variant>
      <vt:variant>
        <vt:lpwstr/>
      </vt:variant>
      <vt:variant>
        <vt:lpwstr>_Toc309121133</vt:lpwstr>
      </vt:variant>
      <vt:variant>
        <vt:i4>1310777</vt:i4>
      </vt:variant>
      <vt:variant>
        <vt:i4>56</vt:i4>
      </vt:variant>
      <vt:variant>
        <vt:i4>0</vt:i4>
      </vt:variant>
      <vt:variant>
        <vt:i4>5</vt:i4>
      </vt:variant>
      <vt:variant>
        <vt:lpwstr/>
      </vt:variant>
      <vt:variant>
        <vt:lpwstr>_Toc309121132</vt:lpwstr>
      </vt:variant>
      <vt:variant>
        <vt:i4>1310777</vt:i4>
      </vt:variant>
      <vt:variant>
        <vt:i4>50</vt:i4>
      </vt:variant>
      <vt:variant>
        <vt:i4>0</vt:i4>
      </vt:variant>
      <vt:variant>
        <vt:i4>5</vt:i4>
      </vt:variant>
      <vt:variant>
        <vt:lpwstr/>
      </vt:variant>
      <vt:variant>
        <vt:lpwstr>_Toc309121131</vt:lpwstr>
      </vt:variant>
      <vt:variant>
        <vt:i4>1310777</vt:i4>
      </vt:variant>
      <vt:variant>
        <vt:i4>44</vt:i4>
      </vt:variant>
      <vt:variant>
        <vt:i4>0</vt:i4>
      </vt:variant>
      <vt:variant>
        <vt:i4>5</vt:i4>
      </vt:variant>
      <vt:variant>
        <vt:lpwstr/>
      </vt:variant>
      <vt:variant>
        <vt:lpwstr>_Toc309121130</vt:lpwstr>
      </vt:variant>
      <vt:variant>
        <vt:i4>1376313</vt:i4>
      </vt:variant>
      <vt:variant>
        <vt:i4>38</vt:i4>
      </vt:variant>
      <vt:variant>
        <vt:i4>0</vt:i4>
      </vt:variant>
      <vt:variant>
        <vt:i4>5</vt:i4>
      </vt:variant>
      <vt:variant>
        <vt:lpwstr/>
      </vt:variant>
      <vt:variant>
        <vt:lpwstr>_Toc309121129</vt:lpwstr>
      </vt:variant>
      <vt:variant>
        <vt:i4>1376313</vt:i4>
      </vt:variant>
      <vt:variant>
        <vt:i4>32</vt:i4>
      </vt:variant>
      <vt:variant>
        <vt:i4>0</vt:i4>
      </vt:variant>
      <vt:variant>
        <vt:i4>5</vt:i4>
      </vt:variant>
      <vt:variant>
        <vt:lpwstr/>
      </vt:variant>
      <vt:variant>
        <vt:lpwstr>_Toc309121128</vt:lpwstr>
      </vt:variant>
      <vt:variant>
        <vt:i4>1376313</vt:i4>
      </vt:variant>
      <vt:variant>
        <vt:i4>26</vt:i4>
      </vt:variant>
      <vt:variant>
        <vt:i4>0</vt:i4>
      </vt:variant>
      <vt:variant>
        <vt:i4>5</vt:i4>
      </vt:variant>
      <vt:variant>
        <vt:lpwstr/>
      </vt:variant>
      <vt:variant>
        <vt:lpwstr>_Toc309121127</vt:lpwstr>
      </vt:variant>
      <vt:variant>
        <vt:i4>1376313</vt:i4>
      </vt:variant>
      <vt:variant>
        <vt:i4>20</vt:i4>
      </vt:variant>
      <vt:variant>
        <vt:i4>0</vt:i4>
      </vt:variant>
      <vt:variant>
        <vt:i4>5</vt:i4>
      </vt:variant>
      <vt:variant>
        <vt:lpwstr/>
      </vt:variant>
      <vt:variant>
        <vt:lpwstr>_Toc309121126</vt:lpwstr>
      </vt:variant>
      <vt:variant>
        <vt:i4>1376313</vt:i4>
      </vt:variant>
      <vt:variant>
        <vt:i4>14</vt:i4>
      </vt:variant>
      <vt:variant>
        <vt:i4>0</vt:i4>
      </vt:variant>
      <vt:variant>
        <vt:i4>5</vt:i4>
      </vt:variant>
      <vt:variant>
        <vt:lpwstr/>
      </vt:variant>
      <vt:variant>
        <vt:lpwstr>_Toc309121125</vt:lpwstr>
      </vt:variant>
      <vt:variant>
        <vt:i4>1376313</vt:i4>
      </vt:variant>
      <vt:variant>
        <vt:i4>8</vt:i4>
      </vt:variant>
      <vt:variant>
        <vt:i4>0</vt:i4>
      </vt:variant>
      <vt:variant>
        <vt:i4>5</vt:i4>
      </vt:variant>
      <vt:variant>
        <vt:lpwstr/>
      </vt:variant>
      <vt:variant>
        <vt:lpwstr>_Toc309121124</vt:lpwstr>
      </vt:variant>
      <vt:variant>
        <vt:i4>1376313</vt:i4>
      </vt:variant>
      <vt:variant>
        <vt:i4>2</vt:i4>
      </vt:variant>
      <vt:variant>
        <vt:i4>0</vt:i4>
      </vt:variant>
      <vt:variant>
        <vt:i4>5</vt:i4>
      </vt:variant>
      <vt:variant>
        <vt:lpwstr/>
      </vt:variant>
      <vt:variant>
        <vt:lpwstr>_Toc309121123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SupplyOn AirSupply Supplier EDI_M2M Interface BoostAero XML V2.10 DEMAND FORECAST_V1.5.2</dc:title>
  <dc:creator>Saskia.Rewitzer@supplyon.com</dc:creator>
  <cp:lastModifiedBy>Rewitzer Saskia</cp:lastModifiedBy>
  <cp:revision>66</cp:revision>
  <cp:lastPrinted>2017-09-07T13:17:00Z</cp:lastPrinted>
  <dcterms:created xsi:type="dcterms:W3CDTF">2017-09-05T06:56:00Z</dcterms:created>
  <dcterms:modified xsi:type="dcterms:W3CDTF">2018-02-01T12:47:00Z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lyOnCategorizer">
    <vt:lpwstr>1</vt:lpwstr>
  </property>
  <property fmtid="{D5CDD505-2E9C-101B-9397-08002B2CF9AE}" pid="3" name="SupplyOnCategorizerCategoryText">
    <vt:lpwstr>SupplyOn Intern</vt:lpwstr>
  </property>
  <property fmtid="{D5CDD505-2E9C-101B-9397-08002B2CF9AE}" pid="4" name="SupplyOnCategorizerCategoryName">
    <vt:lpwstr>SupplyOn Intern</vt:lpwstr>
  </property>
  <property fmtid="{D5CDD505-2E9C-101B-9397-08002B2CF9AE}" pid="5" name="ContentTypeId">
    <vt:lpwstr>0x010100648B61AC1EC4D14C8109ACADB763AED8</vt:lpwstr>
  </property>
  <property fmtid="{D5CDD505-2E9C-101B-9397-08002B2CF9AE}" pid="6" name="ContentType">
    <vt:lpwstr>Document</vt:lpwstr>
  </property>
  <property fmtid="{D5CDD505-2E9C-101B-9397-08002B2CF9AE}" pid="7" name="SON-Customers">
    <vt:lpwstr/>
  </property>
  <property fmtid="{D5CDD505-2E9C-101B-9397-08002B2CF9AE}" pid="8" name="SON-Partners">
    <vt:lpwstr/>
  </property>
  <property fmtid="{D5CDD505-2E9C-101B-9397-08002B2CF9AE}" pid="9" name="SON-CPF-Categories">
    <vt:lpwstr/>
  </property>
  <property fmtid="{D5CDD505-2E9C-101B-9397-08002B2CF9AE}" pid="10" name="SON-Services">
    <vt:lpwstr>1;#AirSupply|7bf93b2a-9b45-43ff-ab35-417ac0d29c68</vt:lpwstr>
  </property>
  <property fmtid="{D5CDD505-2E9C-101B-9397-08002B2CF9AE}" pid="11" name="SON-Document-Type">
    <vt:lpwstr/>
  </property>
  <property fmtid="{D5CDD505-2E9C-101B-9397-08002B2CF9AE}" pid="12" name="SON_x002d_Language">
    <vt:lpwstr/>
  </property>
  <property fmtid="{D5CDD505-2E9C-101B-9397-08002B2CF9AE}" pid="13" name="SON_x002d_Classification">
    <vt:lpwstr/>
  </property>
  <property fmtid="{D5CDD505-2E9C-101B-9397-08002B2CF9AE}" pid="14" name="SON_x002d_CPF_x002d_Structure">
    <vt:lpwstr/>
  </property>
  <property fmtid="{D5CDD505-2E9C-101B-9397-08002B2CF9AE}" pid="15" name="SON-CPF-Structure">
    <vt:lpwstr/>
  </property>
  <property fmtid="{D5CDD505-2E9C-101B-9397-08002B2CF9AE}" pid="16" name="SON-Language">
    <vt:lpwstr/>
  </property>
  <property fmtid="{D5CDD505-2E9C-101B-9397-08002B2CF9AE}" pid="17" name="SON-Classification">
    <vt:lpwstr/>
  </property>
  <property fmtid="{D5CDD505-2E9C-101B-9397-08002B2CF9AE}" pid="18" name="Category">
    <vt:lpwstr>Boost</vt:lpwstr>
  </property>
  <property fmtid="{D5CDD505-2E9C-101B-9397-08002B2CF9AE}" pid="19" name="TaxCatchAll">
    <vt:lpwstr>1;#</vt:lpwstr>
  </property>
  <property fmtid="{D5CDD505-2E9C-101B-9397-08002B2CF9AE}" pid="20" name="SON-Location">
    <vt:lpwstr>Internal</vt:lpwstr>
  </property>
  <property fmtid="{D5CDD505-2E9C-101B-9397-08002B2CF9AE}" pid="21" name="o6292d19d544427d9c3e258df34ad0c6">
    <vt:lpwstr>AirSupply|7bf93b2a-9b45-43ff-ab35-417ac0d29c68</vt:lpwstr>
  </property>
  <property fmtid="{D5CDD505-2E9C-101B-9397-08002B2CF9AE}" pid="22" name="_dlc_DocIdItemGuid">
    <vt:lpwstr>534afec7-7f88-40a1-8036-37ccf8e4126d</vt:lpwstr>
  </property>
</Properties>
</file>